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C51C7" w14:textId="77777777" w:rsidR="00A208EB" w:rsidRDefault="00A208EB" w:rsidP="00A208EB">
      <w:pPr>
        <w:spacing w:line="480" w:lineRule="auto"/>
        <w:jc w:val="center"/>
        <w:rPr>
          <w:rFonts w:ascii="Calibri" w:hAnsi="Calibri" w:cs="Calibri"/>
          <w:b/>
          <w:sz w:val="22"/>
          <w:szCs w:val="22"/>
        </w:rPr>
      </w:pPr>
    </w:p>
    <w:p w14:paraId="4DA2E411" w14:textId="77777777" w:rsidR="00A208EB" w:rsidRDefault="00A208EB" w:rsidP="00A208EB">
      <w:pPr>
        <w:spacing w:line="480" w:lineRule="auto"/>
        <w:jc w:val="center"/>
        <w:rPr>
          <w:rFonts w:ascii="Calibri" w:hAnsi="Calibri" w:cs="Calibri"/>
          <w:b/>
          <w:sz w:val="22"/>
          <w:szCs w:val="22"/>
        </w:rPr>
      </w:pPr>
    </w:p>
    <w:p w14:paraId="0D08115C" w14:textId="77777777" w:rsidR="00A208EB" w:rsidRDefault="00A208EB" w:rsidP="00A208EB">
      <w:pPr>
        <w:spacing w:line="480" w:lineRule="auto"/>
        <w:jc w:val="center"/>
        <w:rPr>
          <w:rFonts w:ascii="Calibri" w:hAnsi="Calibri" w:cs="Calibri"/>
          <w:b/>
          <w:sz w:val="22"/>
          <w:szCs w:val="22"/>
        </w:rPr>
      </w:pPr>
    </w:p>
    <w:p w14:paraId="4254E000" w14:textId="77777777" w:rsidR="00A208EB" w:rsidRDefault="00A208EB" w:rsidP="00A208EB">
      <w:pPr>
        <w:spacing w:line="480" w:lineRule="auto"/>
        <w:jc w:val="center"/>
        <w:rPr>
          <w:rFonts w:ascii="Calibri" w:hAnsi="Calibri" w:cs="Calibri"/>
          <w:b/>
          <w:sz w:val="22"/>
          <w:szCs w:val="22"/>
        </w:rPr>
      </w:pPr>
    </w:p>
    <w:p w14:paraId="360EB366" w14:textId="77777777" w:rsidR="00A208EB" w:rsidRDefault="00A208EB" w:rsidP="00A208EB">
      <w:pPr>
        <w:spacing w:line="480" w:lineRule="auto"/>
        <w:jc w:val="center"/>
        <w:rPr>
          <w:rFonts w:ascii="Calibri" w:hAnsi="Calibri" w:cs="Calibri"/>
          <w:b/>
          <w:sz w:val="22"/>
          <w:szCs w:val="22"/>
        </w:rPr>
      </w:pPr>
    </w:p>
    <w:p w14:paraId="7778E6A4" w14:textId="77777777" w:rsidR="00A208EB" w:rsidRDefault="00A208EB" w:rsidP="00A208EB">
      <w:pPr>
        <w:spacing w:line="480" w:lineRule="auto"/>
        <w:jc w:val="center"/>
        <w:rPr>
          <w:rFonts w:ascii="Calibri" w:hAnsi="Calibri" w:cs="Calibri"/>
          <w:b/>
          <w:sz w:val="22"/>
          <w:szCs w:val="22"/>
        </w:rPr>
      </w:pPr>
    </w:p>
    <w:p w14:paraId="32CE64E4" w14:textId="77777777" w:rsidR="00A208EB" w:rsidRDefault="00A208EB" w:rsidP="00A208EB">
      <w:pPr>
        <w:spacing w:line="480" w:lineRule="auto"/>
        <w:jc w:val="center"/>
        <w:rPr>
          <w:rFonts w:ascii="Calibri" w:hAnsi="Calibri" w:cs="Calibri"/>
          <w:b/>
          <w:sz w:val="22"/>
          <w:szCs w:val="22"/>
        </w:rPr>
      </w:pPr>
    </w:p>
    <w:p w14:paraId="4A09E3D2" w14:textId="77777777" w:rsidR="00AB76FF" w:rsidRDefault="00AB76FF" w:rsidP="00AB76FF">
      <w:pPr>
        <w:spacing w:line="480" w:lineRule="auto"/>
        <w:jc w:val="center"/>
        <w:rPr>
          <w:rFonts w:ascii="Calibri" w:hAnsi="Calibri" w:cs="Calibri"/>
          <w:b/>
          <w:bCs/>
          <w:sz w:val="22"/>
          <w:szCs w:val="22"/>
        </w:rPr>
      </w:pPr>
    </w:p>
    <w:p w14:paraId="353E8818" w14:textId="77777777" w:rsidR="00C72D22" w:rsidRDefault="00C72D22" w:rsidP="00AB76FF">
      <w:pPr>
        <w:spacing w:line="480" w:lineRule="auto"/>
        <w:jc w:val="center"/>
        <w:rPr>
          <w:rFonts w:ascii="Calibri" w:hAnsi="Calibri" w:cs="Calibri"/>
          <w:b/>
          <w:bCs/>
          <w:sz w:val="22"/>
          <w:szCs w:val="22"/>
        </w:rPr>
      </w:pPr>
    </w:p>
    <w:p w14:paraId="4E9473A2" w14:textId="77777777" w:rsidR="00C72D22" w:rsidRDefault="00C72D22" w:rsidP="00AB76FF">
      <w:pPr>
        <w:spacing w:line="480" w:lineRule="auto"/>
        <w:jc w:val="center"/>
        <w:rPr>
          <w:rFonts w:ascii="Calibri" w:hAnsi="Calibri" w:cs="Calibri"/>
          <w:b/>
          <w:bCs/>
          <w:sz w:val="22"/>
          <w:szCs w:val="22"/>
        </w:rPr>
      </w:pPr>
    </w:p>
    <w:p w14:paraId="143AD312" w14:textId="77777777" w:rsidR="00C72D22" w:rsidRDefault="00C72D22" w:rsidP="00AB76FF">
      <w:pPr>
        <w:spacing w:line="480" w:lineRule="auto"/>
        <w:jc w:val="center"/>
        <w:rPr>
          <w:rFonts w:ascii="Calibri" w:hAnsi="Calibri" w:cs="Calibri"/>
          <w:b/>
          <w:bCs/>
          <w:sz w:val="22"/>
          <w:szCs w:val="22"/>
        </w:rPr>
      </w:pPr>
    </w:p>
    <w:p w14:paraId="065A6414" w14:textId="09101BDF" w:rsidR="0016398C" w:rsidRPr="004375B6" w:rsidRDefault="004375B6" w:rsidP="00AB76FF">
      <w:pPr>
        <w:spacing w:line="480" w:lineRule="auto"/>
        <w:jc w:val="center"/>
        <w:rPr>
          <w:rFonts w:ascii="Calibri" w:hAnsi="Calibri" w:cs="Calibri"/>
          <w:b/>
          <w:bCs/>
          <w:sz w:val="22"/>
          <w:szCs w:val="22"/>
        </w:rPr>
      </w:pPr>
      <w:r>
        <w:rPr>
          <w:rFonts w:ascii="Calibri" w:hAnsi="Calibri" w:cs="Calibri"/>
          <w:b/>
          <w:bCs/>
          <w:sz w:val="22"/>
          <w:szCs w:val="22"/>
        </w:rPr>
        <w:t>Supplementa</w:t>
      </w:r>
      <w:r w:rsidR="00FF5C54">
        <w:rPr>
          <w:rFonts w:ascii="Calibri" w:hAnsi="Calibri" w:cs="Calibri"/>
          <w:b/>
          <w:bCs/>
          <w:sz w:val="22"/>
          <w:szCs w:val="22"/>
        </w:rPr>
        <w:t>l</w:t>
      </w:r>
      <w:r>
        <w:rPr>
          <w:rFonts w:ascii="Calibri" w:hAnsi="Calibri" w:cs="Calibri"/>
          <w:b/>
          <w:bCs/>
          <w:sz w:val="22"/>
          <w:szCs w:val="22"/>
        </w:rPr>
        <w:t xml:space="preserve"> </w:t>
      </w:r>
      <w:r w:rsidR="0016398C" w:rsidRPr="00C05447">
        <w:rPr>
          <w:rFonts w:ascii="Calibri" w:hAnsi="Calibri" w:cs="Calibri"/>
          <w:b/>
          <w:bCs/>
          <w:sz w:val="22"/>
          <w:szCs w:val="22"/>
        </w:rPr>
        <w:t>Methods</w:t>
      </w:r>
    </w:p>
    <w:p w14:paraId="3216982F" w14:textId="77777777" w:rsidR="00AB76FF" w:rsidRDefault="00AB76FF" w:rsidP="009D41CE">
      <w:pPr>
        <w:spacing w:line="480" w:lineRule="auto"/>
        <w:jc w:val="both"/>
        <w:rPr>
          <w:rFonts w:ascii="Calibri" w:hAnsi="Calibri" w:cs="Calibri"/>
          <w:b/>
          <w:bCs/>
          <w:sz w:val="22"/>
          <w:szCs w:val="22"/>
        </w:rPr>
      </w:pPr>
    </w:p>
    <w:p w14:paraId="4BE714D5" w14:textId="77777777" w:rsidR="00AB76FF" w:rsidRDefault="00AB76FF" w:rsidP="009D41CE">
      <w:pPr>
        <w:spacing w:line="480" w:lineRule="auto"/>
        <w:jc w:val="both"/>
        <w:rPr>
          <w:rFonts w:ascii="Calibri" w:hAnsi="Calibri" w:cs="Calibri"/>
          <w:b/>
          <w:bCs/>
          <w:sz w:val="22"/>
          <w:szCs w:val="22"/>
        </w:rPr>
      </w:pPr>
    </w:p>
    <w:p w14:paraId="3BEF305B" w14:textId="77777777" w:rsidR="00AB76FF" w:rsidRDefault="00AB76FF" w:rsidP="009D41CE">
      <w:pPr>
        <w:spacing w:line="480" w:lineRule="auto"/>
        <w:jc w:val="both"/>
        <w:rPr>
          <w:rFonts w:ascii="Calibri" w:hAnsi="Calibri" w:cs="Calibri"/>
          <w:b/>
          <w:bCs/>
          <w:sz w:val="22"/>
          <w:szCs w:val="22"/>
        </w:rPr>
      </w:pPr>
    </w:p>
    <w:p w14:paraId="55CF581B" w14:textId="77777777" w:rsidR="00AB76FF" w:rsidRDefault="00AB76FF" w:rsidP="009D41CE">
      <w:pPr>
        <w:spacing w:line="480" w:lineRule="auto"/>
        <w:jc w:val="both"/>
        <w:rPr>
          <w:rFonts w:ascii="Calibri" w:hAnsi="Calibri" w:cs="Calibri"/>
          <w:b/>
          <w:bCs/>
          <w:sz w:val="22"/>
          <w:szCs w:val="22"/>
        </w:rPr>
      </w:pPr>
    </w:p>
    <w:p w14:paraId="11E7CE7E" w14:textId="77777777" w:rsidR="00AB76FF" w:rsidRDefault="00AB76FF" w:rsidP="009D41CE">
      <w:pPr>
        <w:spacing w:line="480" w:lineRule="auto"/>
        <w:jc w:val="both"/>
        <w:rPr>
          <w:rFonts w:ascii="Calibri" w:hAnsi="Calibri" w:cs="Calibri"/>
          <w:b/>
          <w:bCs/>
          <w:sz w:val="22"/>
          <w:szCs w:val="22"/>
        </w:rPr>
      </w:pPr>
    </w:p>
    <w:p w14:paraId="09F80599" w14:textId="77777777" w:rsidR="00AB76FF" w:rsidRDefault="00AB76FF" w:rsidP="009D41CE">
      <w:pPr>
        <w:spacing w:line="480" w:lineRule="auto"/>
        <w:jc w:val="both"/>
        <w:rPr>
          <w:rFonts w:ascii="Calibri" w:hAnsi="Calibri" w:cs="Calibri"/>
          <w:b/>
          <w:bCs/>
          <w:sz w:val="22"/>
          <w:szCs w:val="22"/>
        </w:rPr>
      </w:pPr>
    </w:p>
    <w:p w14:paraId="6BA3F77F" w14:textId="77777777" w:rsidR="00AB76FF" w:rsidRDefault="00AB76FF" w:rsidP="009D41CE">
      <w:pPr>
        <w:spacing w:line="480" w:lineRule="auto"/>
        <w:jc w:val="both"/>
        <w:rPr>
          <w:rFonts w:ascii="Calibri" w:hAnsi="Calibri" w:cs="Calibri"/>
          <w:b/>
          <w:bCs/>
          <w:sz w:val="22"/>
          <w:szCs w:val="22"/>
        </w:rPr>
      </w:pPr>
    </w:p>
    <w:p w14:paraId="10E7F3A6" w14:textId="77777777" w:rsidR="00AB76FF" w:rsidRDefault="00AB76FF" w:rsidP="009D41CE">
      <w:pPr>
        <w:spacing w:line="480" w:lineRule="auto"/>
        <w:jc w:val="both"/>
        <w:rPr>
          <w:rFonts w:ascii="Calibri" w:hAnsi="Calibri" w:cs="Calibri"/>
          <w:b/>
          <w:bCs/>
          <w:sz w:val="22"/>
          <w:szCs w:val="22"/>
        </w:rPr>
      </w:pPr>
    </w:p>
    <w:p w14:paraId="5E8F4C29" w14:textId="77777777" w:rsidR="00AB76FF" w:rsidRDefault="00AB76FF" w:rsidP="009D41CE">
      <w:pPr>
        <w:spacing w:line="480" w:lineRule="auto"/>
        <w:jc w:val="both"/>
        <w:rPr>
          <w:rFonts w:ascii="Calibri" w:hAnsi="Calibri" w:cs="Calibri"/>
          <w:b/>
          <w:bCs/>
          <w:sz w:val="22"/>
          <w:szCs w:val="22"/>
        </w:rPr>
      </w:pPr>
    </w:p>
    <w:p w14:paraId="039AEADB" w14:textId="77777777" w:rsidR="00AB76FF" w:rsidRDefault="00AB76FF" w:rsidP="009D41CE">
      <w:pPr>
        <w:spacing w:line="480" w:lineRule="auto"/>
        <w:jc w:val="both"/>
        <w:rPr>
          <w:rFonts w:ascii="Calibri" w:hAnsi="Calibri" w:cs="Calibri"/>
          <w:b/>
          <w:bCs/>
          <w:sz w:val="22"/>
          <w:szCs w:val="22"/>
        </w:rPr>
      </w:pPr>
    </w:p>
    <w:p w14:paraId="06A20B78" w14:textId="77777777" w:rsidR="00AB76FF" w:rsidRDefault="00AB76FF" w:rsidP="009D41CE">
      <w:pPr>
        <w:spacing w:line="480" w:lineRule="auto"/>
        <w:jc w:val="both"/>
        <w:rPr>
          <w:rFonts w:ascii="Calibri" w:hAnsi="Calibri" w:cs="Calibri"/>
          <w:b/>
          <w:bCs/>
          <w:sz w:val="22"/>
          <w:szCs w:val="22"/>
        </w:rPr>
      </w:pPr>
    </w:p>
    <w:p w14:paraId="2072849F" w14:textId="77777777" w:rsidR="00AB76FF" w:rsidRDefault="00AB76FF" w:rsidP="009D41CE">
      <w:pPr>
        <w:spacing w:line="480" w:lineRule="auto"/>
        <w:jc w:val="both"/>
        <w:rPr>
          <w:rFonts w:ascii="Calibri" w:hAnsi="Calibri" w:cs="Calibri"/>
          <w:b/>
          <w:bCs/>
          <w:sz w:val="22"/>
          <w:szCs w:val="22"/>
        </w:rPr>
      </w:pPr>
    </w:p>
    <w:p w14:paraId="0C1EB5D8" w14:textId="77777777" w:rsidR="006B220B" w:rsidRPr="00C05447" w:rsidRDefault="006B220B" w:rsidP="006B220B">
      <w:pPr>
        <w:spacing w:line="480" w:lineRule="auto"/>
        <w:jc w:val="both"/>
        <w:rPr>
          <w:rFonts w:ascii="Calibri" w:hAnsi="Calibri" w:cs="Calibri"/>
          <w:b/>
          <w:bCs/>
          <w:sz w:val="22"/>
          <w:szCs w:val="22"/>
        </w:rPr>
      </w:pPr>
      <w:r w:rsidRPr="00C05447">
        <w:rPr>
          <w:rFonts w:ascii="Calibri" w:hAnsi="Calibri" w:cs="Calibri"/>
          <w:b/>
          <w:bCs/>
          <w:sz w:val="22"/>
          <w:szCs w:val="22"/>
        </w:rPr>
        <w:lastRenderedPageBreak/>
        <w:t>Mice</w:t>
      </w:r>
    </w:p>
    <w:p w14:paraId="1132DF76" w14:textId="77777777" w:rsidR="006B220B" w:rsidRDefault="006B220B" w:rsidP="006B220B">
      <w:pPr>
        <w:spacing w:line="480" w:lineRule="auto"/>
        <w:ind w:firstLine="720"/>
        <w:jc w:val="both"/>
        <w:rPr>
          <w:rFonts w:ascii="Calibri" w:hAnsi="Calibri" w:cs="Calibri"/>
          <w:bCs/>
          <w:sz w:val="22"/>
          <w:szCs w:val="22"/>
        </w:rPr>
      </w:pPr>
      <w:r w:rsidRPr="00BC01AA">
        <w:rPr>
          <w:rFonts w:ascii="Calibri" w:hAnsi="Calibri" w:cs="Calibri"/>
          <w:bCs/>
          <w:sz w:val="22"/>
          <w:szCs w:val="22"/>
        </w:rPr>
        <w:t>This study used</w:t>
      </w:r>
      <w:r>
        <w:rPr>
          <w:rFonts w:ascii="Calibri" w:hAnsi="Calibri" w:cs="Calibri"/>
          <w:bCs/>
          <w:sz w:val="22"/>
          <w:szCs w:val="22"/>
        </w:rPr>
        <w:t xml:space="preserve"> </w:t>
      </w:r>
      <w:r w:rsidRPr="00C05447">
        <w:rPr>
          <w:rFonts w:ascii="Calibri" w:hAnsi="Calibri" w:cs="Calibri"/>
          <w:bCs/>
          <w:sz w:val="22"/>
          <w:szCs w:val="22"/>
        </w:rPr>
        <w:t>C57BL/6J</w:t>
      </w:r>
      <w:r>
        <w:rPr>
          <w:rFonts w:ascii="Calibri" w:hAnsi="Calibri" w:cs="Calibri"/>
          <w:bCs/>
          <w:sz w:val="22"/>
          <w:szCs w:val="22"/>
        </w:rPr>
        <w:t xml:space="preserve"> </w:t>
      </w:r>
      <w:r w:rsidRPr="00D71A5F">
        <w:rPr>
          <w:rFonts w:ascii="Calibri" w:hAnsi="Calibri" w:cs="Calibri"/>
          <w:bCs/>
          <w:sz w:val="22"/>
          <w:szCs w:val="22"/>
        </w:rPr>
        <w:t>(</w:t>
      </w:r>
      <w:r w:rsidRPr="007E1F2B">
        <w:rPr>
          <w:rFonts w:ascii="Calibri" w:hAnsi="Calibri" w:cs="Calibri"/>
          <w:bCs/>
          <w:sz w:val="22"/>
          <w:szCs w:val="22"/>
        </w:rPr>
        <w:t>RRID:IMSR_JAX:</w:t>
      </w:r>
      <w:r>
        <w:rPr>
          <w:rFonts w:ascii="Calibri" w:hAnsi="Calibri" w:cs="Calibri"/>
          <w:bCs/>
          <w:sz w:val="22"/>
          <w:szCs w:val="22"/>
        </w:rPr>
        <w:t xml:space="preserve"> </w:t>
      </w:r>
      <w:r w:rsidRPr="007E1F2B">
        <w:rPr>
          <w:rFonts w:ascii="Calibri" w:hAnsi="Calibri" w:cs="Calibri"/>
          <w:bCs/>
          <w:sz w:val="22"/>
          <w:szCs w:val="22"/>
        </w:rPr>
        <w:t>000664</w:t>
      </w:r>
      <w:r>
        <w:rPr>
          <w:rFonts w:ascii="Calibri" w:hAnsi="Calibri" w:cs="Calibri"/>
          <w:bCs/>
          <w:sz w:val="22"/>
          <w:szCs w:val="22"/>
        </w:rPr>
        <w:t>),</w:t>
      </w:r>
      <w:r w:rsidRPr="00BC01AA">
        <w:rPr>
          <w:rFonts w:ascii="Calibri" w:hAnsi="Calibri" w:cs="Calibri"/>
          <w:bCs/>
          <w:sz w:val="22"/>
          <w:szCs w:val="22"/>
        </w:rPr>
        <w:t xml:space="preserve"> </w:t>
      </w:r>
      <w:r>
        <w:rPr>
          <w:rFonts w:ascii="Calibri" w:hAnsi="Calibri" w:cs="Calibri"/>
          <w:bCs/>
          <w:sz w:val="22"/>
          <w:szCs w:val="22"/>
        </w:rPr>
        <w:t xml:space="preserve">and </w:t>
      </w:r>
      <w:r w:rsidRPr="00BC01AA">
        <w:rPr>
          <w:rFonts w:ascii="Calibri" w:hAnsi="Calibri" w:cs="Calibri"/>
          <w:bCs/>
          <w:sz w:val="22"/>
          <w:szCs w:val="22"/>
        </w:rPr>
        <w:t>DBA/2J mice (</w:t>
      </w:r>
      <w:r w:rsidRPr="007E1F2B">
        <w:rPr>
          <w:rFonts w:ascii="Calibri" w:hAnsi="Calibri" w:cs="Calibri"/>
          <w:bCs/>
          <w:sz w:val="22"/>
          <w:szCs w:val="22"/>
        </w:rPr>
        <w:t>RRID:</w:t>
      </w:r>
      <w:r>
        <w:rPr>
          <w:rFonts w:ascii="Calibri" w:hAnsi="Calibri" w:cs="Calibri"/>
          <w:bCs/>
          <w:sz w:val="22"/>
          <w:szCs w:val="22"/>
        </w:rPr>
        <w:t xml:space="preserve"> </w:t>
      </w:r>
      <w:r w:rsidRPr="007E1F2B">
        <w:rPr>
          <w:rFonts w:ascii="Calibri" w:hAnsi="Calibri" w:cs="Calibri"/>
          <w:bCs/>
          <w:sz w:val="22"/>
          <w:szCs w:val="22"/>
        </w:rPr>
        <w:t>IMSR_JAX:</w:t>
      </w:r>
      <w:r>
        <w:rPr>
          <w:rFonts w:ascii="Calibri" w:hAnsi="Calibri" w:cs="Calibri"/>
          <w:bCs/>
          <w:sz w:val="22"/>
          <w:szCs w:val="22"/>
        </w:rPr>
        <w:t xml:space="preserve"> </w:t>
      </w:r>
      <w:r w:rsidRPr="007E1F2B">
        <w:rPr>
          <w:rFonts w:ascii="Calibri" w:hAnsi="Calibri" w:cs="Calibri"/>
          <w:bCs/>
          <w:sz w:val="22"/>
          <w:szCs w:val="22"/>
        </w:rPr>
        <w:t>000671</w:t>
      </w:r>
      <w:r w:rsidRPr="00BC01AA">
        <w:rPr>
          <w:rFonts w:ascii="Calibri" w:hAnsi="Calibri" w:cs="Calibri"/>
          <w:bCs/>
          <w:sz w:val="22"/>
          <w:szCs w:val="22"/>
        </w:rPr>
        <w:t>)</w:t>
      </w:r>
      <w:r>
        <w:rPr>
          <w:rFonts w:ascii="Calibri" w:hAnsi="Calibri" w:cs="Calibri"/>
          <w:bCs/>
          <w:sz w:val="22"/>
          <w:szCs w:val="22"/>
        </w:rPr>
        <w:t xml:space="preserve"> carrying a </w:t>
      </w:r>
      <w:r w:rsidRPr="00100F13">
        <w:rPr>
          <w:rFonts w:ascii="Calibri" w:hAnsi="Calibri" w:cs="Calibri"/>
          <w:bCs/>
          <w:sz w:val="22"/>
          <w:szCs w:val="22"/>
        </w:rPr>
        <w:t>nonsense mutation</w:t>
      </w:r>
      <w:r>
        <w:rPr>
          <w:rFonts w:ascii="Calibri" w:hAnsi="Calibri" w:cs="Calibri"/>
          <w:bCs/>
          <w:sz w:val="22"/>
          <w:szCs w:val="22"/>
        </w:rPr>
        <w:t xml:space="preserve"> in </w:t>
      </w:r>
      <w:r w:rsidRPr="00100F13">
        <w:rPr>
          <w:rFonts w:ascii="Calibri" w:hAnsi="Calibri" w:cs="Calibri"/>
          <w:bCs/>
          <w:i/>
          <w:iCs/>
          <w:sz w:val="22"/>
          <w:szCs w:val="22"/>
        </w:rPr>
        <w:t>Gpmnb</w:t>
      </w:r>
      <w:r>
        <w:rPr>
          <w:rFonts w:ascii="Calibri" w:hAnsi="Calibri" w:cs="Calibri"/>
          <w:bCs/>
          <w:i/>
          <w:iCs/>
          <w:sz w:val="22"/>
          <w:szCs w:val="22"/>
        </w:rPr>
        <w:t xml:space="preserve"> </w:t>
      </w:r>
      <w:r w:rsidRPr="00100F13">
        <w:rPr>
          <w:rFonts w:ascii="Calibri" w:hAnsi="Calibri" w:cs="Calibri"/>
          <w:bCs/>
          <w:sz w:val="22"/>
          <w:szCs w:val="22"/>
        </w:rPr>
        <w:t>(</w:t>
      </w:r>
      <w:r w:rsidRPr="00F50DDF">
        <w:rPr>
          <w:rFonts w:ascii="Calibri" w:hAnsi="Calibri" w:cs="Calibri"/>
          <w:bCs/>
          <w:sz w:val="22"/>
          <w:szCs w:val="22"/>
        </w:rPr>
        <w:t>D2</w:t>
      </w:r>
      <w:r>
        <w:rPr>
          <w:rFonts w:ascii="Calibri" w:hAnsi="Calibri" w:cs="Calibri"/>
          <w:bCs/>
          <w:i/>
          <w:iCs/>
          <w:sz w:val="22"/>
          <w:szCs w:val="22"/>
        </w:rPr>
        <w:t>.Gpnmb</w:t>
      </w:r>
      <w:r w:rsidRPr="00100F13">
        <w:rPr>
          <w:rFonts w:ascii="Calibri" w:hAnsi="Calibri" w:cs="Calibri"/>
          <w:bCs/>
          <w:i/>
          <w:iCs/>
          <w:sz w:val="22"/>
          <w:szCs w:val="22"/>
          <w:vertAlign w:val="superscript"/>
        </w:rPr>
        <w:t>-</w:t>
      </w:r>
      <w:r w:rsidRPr="00100F13">
        <w:rPr>
          <w:rFonts w:ascii="Calibri" w:hAnsi="Calibri" w:cs="Calibri"/>
          <w:bCs/>
          <w:sz w:val="22"/>
          <w:szCs w:val="22"/>
        </w:rPr>
        <w:t>)</w:t>
      </w:r>
      <w:r w:rsidRPr="00BC01AA">
        <w:rPr>
          <w:rFonts w:ascii="Calibri" w:hAnsi="Calibri" w:cs="Calibri"/>
          <w:bCs/>
          <w:sz w:val="22"/>
          <w:szCs w:val="22"/>
        </w:rPr>
        <w:t xml:space="preserve">, </w:t>
      </w:r>
      <w:r>
        <w:rPr>
          <w:rFonts w:ascii="Calibri" w:hAnsi="Calibri" w:cs="Calibri"/>
          <w:bCs/>
          <w:sz w:val="22"/>
          <w:szCs w:val="22"/>
        </w:rPr>
        <w:t>t</w:t>
      </w:r>
      <w:r w:rsidRPr="00100F13">
        <w:rPr>
          <w:rFonts w:ascii="Calibri" w:hAnsi="Calibri" w:cs="Calibri"/>
          <w:bCs/>
          <w:sz w:val="22"/>
          <w:szCs w:val="22"/>
        </w:rPr>
        <w:t>h</w:t>
      </w:r>
      <w:r>
        <w:rPr>
          <w:rFonts w:ascii="Calibri" w:hAnsi="Calibri" w:cs="Calibri"/>
          <w:bCs/>
          <w:sz w:val="22"/>
          <w:szCs w:val="22"/>
        </w:rPr>
        <w:t>e</w:t>
      </w:r>
      <w:r w:rsidRPr="00100F13">
        <w:rPr>
          <w:rFonts w:ascii="Calibri" w:hAnsi="Calibri" w:cs="Calibri"/>
          <w:bCs/>
          <w:sz w:val="22"/>
          <w:szCs w:val="22"/>
        </w:rPr>
        <w:t xml:space="preserve"> coisogenic strain</w:t>
      </w:r>
      <w:r>
        <w:rPr>
          <w:rFonts w:ascii="Calibri" w:hAnsi="Calibri" w:cs="Calibri"/>
          <w:bCs/>
          <w:sz w:val="22"/>
          <w:szCs w:val="22"/>
        </w:rPr>
        <w:t xml:space="preserve"> </w:t>
      </w:r>
      <w:r w:rsidRPr="00100F13">
        <w:rPr>
          <w:rFonts w:ascii="Calibri" w:hAnsi="Calibri" w:cs="Calibri"/>
          <w:bCs/>
          <w:sz w:val="22"/>
          <w:szCs w:val="22"/>
        </w:rPr>
        <w:t xml:space="preserve">DBA/2J-Gpnmb+/SjJ </w:t>
      </w:r>
      <w:r>
        <w:rPr>
          <w:rFonts w:ascii="Calibri" w:hAnsi="Calibri" w:cs="Calibri"/>
          <w:bCs/>
          <w:sz w:val="22"/>
          <w:szCs w:val="22"/>
        </w:rPr>
        <w:t>with</w:t>
      </w:r>
      <w:r w:rsidRPr="00100F13">
        <w:rPr>
          <w:rFonts w:ascii="Calibri" w:hAnsi="Calibri" w:cs="Calibri"/>
          <w:bCs/>
          <w:sz w:val="22"/>
          <w:szCs w:val="22"/>
        </w:rPr>
        <w:t xml:space="preserve"> a functional </w:t>
      </w:r>
      <w:r w:rsidRPr="00100F13">
        <w:rPr>
          <w:rFonts w:ascii="Calibri" w:hAnsi="Calibri" w:cs="Calibri"/>
          <w:bCs/>
          <w:i/>
          <w:iCs/>
          <w:sz w:val="22"/>
          <w:szCs w:val="22"/>
        </w:rPr>
        <w:t>Gpnmb</w:t>
      </w:r>
      <w:r>
        <w:rPr>
          <w:rFonts w:ascii="Calibri" w:hAnsi="Calibri" w:cs="Calibri"/>
          <w:bCs/>
          <w:sz w:val="22"/>
          <w:szCs w:val="22"/>
        </w:rPr>
        <w:t xml:space="preserve"> </w:t>
      </w:r>
      <w:r w:rsidRPr="00100F13">
        <w:rPr>
          <w:rFonts w:ascii="Calibri" w:hAnsi="Calibri" w:cs="Calibri"/>
          <w:bCs/>
          <w:sz w:val="22"/>
          <w:szCs w:val="22"/>
        </w:rPr>
        <w:t xml:space="preserve">allele </w:t>
      </w:r>
      <w:r>
        <w:rPr>
          <w:rFonts w:ascii="Calibri" w:hAnsi="Calibri" w:cs="Calibri"/>
          <w:bCs/>
          <w:sz w:val="22"/>
          <w:szCs w:val="22"/>
        </w:rPr>
        <w:t>(</w:t>
      </w:r>
      <w:r w:rsidRPr="006535FC">
        <w:rPr>
          <w:rFonts w:ascii="Calibri" w:hAnsi="Calibri" w:cs="Calibri"/>
          <w:bCs/>
          <w:sz w:val="22"/>
          <w:szCs w:val="22"/>
        </w:rPr>
        <w:t>D2.</w:t>
      </w:r>
      <w:r>
        <w:rPr>
          <w:rFonts w:ascii="Calibri" w:hAnsi="Calibri" w:cs="Calibri"/>
          <w:bCs/>
          <w:i/>
          <w:iCs/>
          <w:sz w:val="22"/>
          <w:szCs w:val="22"/>
        </w:rPr>
        <w:t>Gpnmb</w:t>
      </w:r>
      <w:r>
        <w:rPr>
          <w:rFonts w:ascii="Calibri" w:hAnsi="Calibri" w:cs="Calibri"/>
          <w:bCs/>
          <w:i/>
          <w:iCs/>
          <w:sz w:val="22"/>
          <w:szCs w:val="22"/>
          <w:vertAlign w:val="superscript"/>
        </w:rPr>
        <w:t>+</w:t>
      </w:r>
      <w:r>
        <w:rPr>
          <w:rFonts w:ascii="Calibri" w:hAnsi="Calibri" w:cs="Calibri"/>
          <w:bCs/>
          <w:sz w:val="22"/>
          <w:szCs w:val="22"/>
        </w:rPr>
        <w:t>;</w:t>
      </w:r>
      <w:r w:rsidRPr="00BC01AA">
        <w:rPr>
          <w:rFonts w:ascii="Calibri" w:hAnsi="Calibri" w:cs="Calibri"/>
          <w:bCs/>
          <w:sz w:val="22"/>
          <w:szCs w:val="22"/>
        </w:rPr>
        <w:t xml:space="preserve"> </w:t>
      </w:r>
      <w:r w:rsidRPr="007E1F2B">
        <w:rPr>
          <w:rFonts w:ascii="Calibri" w:hAnsi="Calibri" w:cs="Calibri"/>
          <w:bCs/>
          <w:sz w:val="22"/>
          <w:szCs w:val="22"/>
        </w:rPr>
        <w:t>RRID:</w:t>
      </w:r>
      <w:r>
        <w:rPr>
          <w:rFonts w:ascii="Calibri" w:hAnsi="Calibri" w:cs="Calibri"/>
          <w:bCs/>
          <w:sz w:val="22"/>
          <w:szCs w:val="22"/>
        </w:rPr>
        <w:t xml:space="preserve"> </w:t>
      </w:r>
      <w:r w:rsidRPr="007E1F2B">
        <w:rPr>
          <w:rFonts w:ascii="Calibri" w:hAnsi="Calibri" w:cs="Calibri"/>
          <w:bCs/>
          <w:sz w:val="22"/>
          <w:szCs w:val="22"/>
        </w:rPr>
        <w:t>IMSR_JAX:</w:t>
      </w:r>
      <w:r>
        <w:rPr>
          <w:rFonts w:ascii="Calibri" w:hAnsi="Calibri" w:cs="Calibri"/>
          <w:bCs/>
          <w:sz w:val="22"/>
          <w:szCs w:val="22"/>
        </w:rPr>
        <w:t xml:space="preserve"> </w:t>
      </w:r>
      <w:r w:rsidRPr="007E1F2B">
        <w:rPr>
          <w:rFonts w:ascii="Calibri" w:hAnsi="Calibri" w:cs="Calibri"/>
          <w:bCs/>
          <w:sz w:val="22"/>
          <w:szCs w:val="22"/>
        </w:rPr>
        <w:t>007048</w:t>
      </w:r>
      <w:r>
        <w:rPr>
          <w:rFonts w:ascii="Calibri" w:hAnsi="Calibri" w:cs="Calibri"/>
          <w:bCs/>
          <w:sz w:val="22"/>
          <w:szCs w:val="22"/>
        </w:rPr>
        <w:t>)</w:t>
      </w:r>
      <w:r w:rsidRPr="00100F13">
        <w:rPr>
          <w:rFonts w:ascii="Calibri" w:hAnsi="Calibri" w:cs="Calibri"/>
          <w:bCs/>
          <w:sz w:val="22"/>
          <w:szCs w:val="22"/>
        </w:rPr>
        <w:t xml:space="preserve"> </w:t>
      </w:r>
      <w:r>
        <w:rPr>
          <w:rFonts w:ascii="Calibri" w:hAnsi="Calibri" w:cs="Calibri"/>
          <w:bCs/>
          <w:sz w:val="22"/>
          <w:szCs w:val="22"/>
        </w:rPr>
        <w:t xml:space="preserve">and </w:t>
      </w:r>
      <w:r w:rsidRPr="006535FC">
        <w:rPr>
          <w:rFonts w:ascii="Calibri" w:hAnsi="Calibri" w:cs="Calibri"/>
          <w:bCs/>
          <w:i/>
          <w:iCs/>
          <w:sz w:val="22"/>
          <w:szCs w:val="22"/>
        </w:rPr>
        <w:t>mdx</w:t>
      </w:r>
      <w:r w:rsidRPr="006535FC">
        <w:rPr>
          <w:rFonts w:ascii="Calibri" w:hAnsi="Calibri" w:cs="Calibri"/>
          <w:bCs/>
          <w:sz w:val="22"/>
          <w:szCs w:val="22"/>
        </w:rPr>
        <w:t xml:space="preserve"> mice o</w:t>
      </w:r>
      <w:r>
        <w:rPr>
          <w:rFonts w:ascii="Calibri" w:hAnsi="Calibri" w:cs="Calibri"/>
          <w:bCs/>
          <w:sz w:val="22"/>
          <w:szCs w:val="22"/>
        </w:rPr>
        <w:t>n</w:t>
      </w:r>
      <w:r w:rsidRPr="006535FC">
        <w:rPr>
          <w:rFonts w:ascii="Calibri" w:hAnsi="Calibri" w:cs="Calibri"/>
          <w:bCs/>
          <w:sz w:val="22"/>
          <w:szCs w:val="22"/>
        </w:rPr>
        <w:t xml:space="preserve"> the DBA/2J background</w:t>
      </w:r>
      <w:r>
        <w:rPr>
          <w:rFonts w:ascii="Calibri" w:hAnsi="Calibri" w:cs="Calibri"/>
          <w:bCs/>
          <w:sz w:val="22"/>
          <w:szCs w:val="22"/>
        </w:rPr>
        <w:t xml:space="preserve"> </w:t>
      </w:r>
      <w:r w:rsidRPr="006535FC">
        <w:rPr>
          <w:rFonts w:ascii="Calibri" w:hAnsi="Calibri" w:cs="Calibri"/>
          <w:bCs/>
          <w:sz w:val="22"/>
          <w:szCs w:val="22"/>
        </w:rPr>
        <w:t>(D2.B10-Dmd</w:t>
      </w:r>
      <w:r w:rsidRPr="006535FC">
        <w:rPr>
          <w:rFonts w:ascii="Calibri" w:hAnsi="Calibri" w:cs="Calibri"/>
          <w:bCs/>
          <w:sz w:val="22"/>
          <w:szCs w:val="22"/>
          <w:vertAlign w:val="superscript"/>
        </w:rPr>
        <w:t>mdx</w:t>
      </w:r>
      <w:r w:rsidRPr="006535FC">
        <w:rPr>
          <w:rFonts w:ascii="Calibri" w:hAnsi="Calibri" w:cs="Calibri"/>
          <w:bCs/>
          <w:sz w:val="22"/>
          <w:szCs w:val="22"/>
        </w:rPr>
        <w:t>/J</w:t>
      </w:r>
      <w:r>
        <w:rPr>
          <w:rFonts w:ascii="Calibri" w:hAnsi="Calibri" w:cs="Calibri"/>
          <w:bCs/>
          <w:sz w:val="22"/>
          <w:szCs w:val="22"/>
        </w:rPr>
        <w:t xml:space="preserve">; </w:t>
      </w:r>
      <w:r w:rsidRPr="000514CC">
        <w:rPr>
          <w:rFonts w:ascii="Calibri" w:hAnsi="Calibri" w:cs="Calibri"/>
          <w:bCs/>
          <w:sz w:val="22"/>
          <w:szCs w:val="22"/>
        </w:rPr>
        <w:t>RRID:</w:t>
      </w:r>
      <w:r>
        <w:rPr>
          <w:rFonts w:ascii="Calibri" w:hAnsi="Calibri" w:cs="Calibri"/>
          <w:bCs/>
          <w:sz w:val="22"/>
          <w:szCs w:val="22"/>
        </w:rPr>
        <w:t xml:space="preserve"> </w:t>
      </w:r>
      <w:r w:rsidRPr="000514CC">
        <w:rPr>
          <w:rFonts w:ascii="Calibri" w:hAnsi="Calibri" w:cs="Calibri"/>
          <w:bCs/>
          <w:sz w:val="22"/>
          <w:szCs w:val="22"/>
        </w:rPr>
        <w:t>IMSR_JAX:</w:t>
      </w:r>
      <w:r>
        <w:rPr>
          <w:rFonts w:ascii="Calibri" w:hAnsi="Calibri" w:cs="Calibri"/>
          <w:bCs/>
          <w:sz w:val="22"/>
          <w:szCs w:val="22"/>
        </w:rPr>
        <w:t xml:space="preserve"> </w:t>
      </w:r>
      <w:r w:rsidRPr="000514CC">
        <w:rPr>
          <w:rFonts w:ascii="Calibri" w:hAnsi="Calibri" w:cs="Calibri"/>
          <w:bCs/>
          <w:sz w:val="22"/>
          <w:szCs w:val="22"/>
        </w:rPr>
        <w:t>013141</w:t>
      </w:r>
      <w:r w:rsidRPr="006535FC">
        <w:rPr>
          <w:rFonts w:ascii="Calibri" w:hAnsi="Calibri" w:cs="Calibri"/>
          <w:bCs/>
          <w:sz w:val="22"/>
          <w:szCs w:val="22"/>
        </w:rPr>
        <w:t>)</w:t>
      </w:r>
      <w:r>
        <w:rPr>
          <w:rFonts w:ascii="Calibri" w:hAnsi="Calibri" w:cs="Calibri"/>
          <w:bCs/>
          <w:sz w:val="22"/>
          <w:szCs w:val="22"/>
        </w:rPr>
        <w:t xml:space="preserve"> carrying the dystrophin gene mutation (</w:t>
      </w:r>
      <w:r w:rsidRPr="006535FC">
        <w:rPr>
          <w:rFonts w:ascii="Calibri" w:hAnsi="Calibri" w:cs="Calibri"/>
          <w:bCs/>
          <w:sz w:val="22"/>
          <w:szCs w:val="22"/>
        </w:rPr>
        <w:t>D2.</w:t>
      </w:r>
      <w:r w:rsidRPr="006535FC">
        <w:rPr>
          <w:rFonts w:ascii="Calibri" w:hAnsi="Calibri" w:cs="Calibri"/>
          <w:bCs/>
          <w:i/>
          <w:iCs/>
          <w:sz w:val="22"/>
          <w:szCs w:val="22"/>
        </w:rPr>
        <w:t>mdx</w:t>
      </w:r>
      <w:r>
        <w:rPr>
          <w:rFonts w:ascii="Calibri" w:hAnsi="Calibri" w:cs="Calibri"/>
          <w:bCs/>
          <w:sz w:val="22"/>
          <w:szCs w:val="22"/>
        </w:rPr>
        <w:t>).</w:t>
      </w:r>
      <w:r>
        <w:rPr>
          <w:rFonts w:ascii="Calibri" w:hAnsi="Calibri" w:cs="Calibri"/>
          <w:bCs/>
          <w:i/>
          <w:iCs/>
          <w:sz w:val="22"/>
          <w:szCs w:val="22"/>
        </w:rPr>
        <w:t xml:space="preserve"> </w:t>
      </w:r>
      <w:r>
        <w:rPr>
          <w:rFonts w:ascii="Calibri" w:hAnsi="Calibri" w:cs="Calibri"/>
          <w:bCs/>
          <w:sz w:val="22"/>
          <w:szCs w:val="22"/>
        </w:rPr>
        <w:t xml:space="preserve">Mice were </w:t>
      </w:r>
      <w:r w:rsidRPr="00C05447">
        <w:rPr>
          <w:rFonts w:ascii="Calibri" w:hAnsi="Calibri" w:cs="Calibri"/>
          <w:bCs/>
          <w:sz w:val="22"/>
          <w:szCs w:val="22"/>
        </w:rPr>
        <w:t xml:space="preserve">obtained </w:t>
      </w:r>
      <w:r w:rsidRPr="00A034D8">
        <w:rPr>
          <w:rFonts w:ascii="Calibri" w:hAnsi="Calibri" w:cs="Calibri"/>
          <w:bCs/>
          <w:sz w:val="22"/>
          <w:szCs w:val="22"/>
        </w:rPr>
        <w:t>from the Jackson Laboratories</w:t>
      </w:r>
      <w:r>
        <w:rPr>
          <w:rFonts w:ascii="Calibri" w:hAnsi="Calibri" w:cs="Calibri"/>
          <w:bCs/>
          <w:sz w:val="22"/>
          <w:szCs w:val="22"/>
        </w:rPr>
        <w:t xml:space="preserve">, </w:t>
      </w:r>
      <w:r w:rsidRPr="00A034D8">
        <w:rPr>
          <w:rFonts w:ascii="Calibri" w:hAnsi="Calibri" w:cs="Calibri"/>
          <w:bCs/>
          <w:sz w:val="22"/>
          <w:szCs w:val="22"/>
        </w:rPr>
        <w:t>bred under specific-pathogen</w:t>
      </w:r>
      <w:r>
        <w:rPr>
          <w:rFonts w:ascii="Calibri" w:hAnsi="Calibri" w:cs="Calibri"/>
          <w:bCs/>
          <w:sz w:val="22"/>
          <w:szCs w:val="22"/>
        </w:rPr>
        <w:t>-</w:t>
      </w:r>
      <w:r w:rsidRPr="00A034D8">
        <w:rPr>
          <w:rFonts w:ascii="Calibri" w:hAnsi="Calibri" w:cs="Calibri"/>
          <w:bCs/>
          <w:sz w:val="22"/>
          <w:szCs w:val="22"/>
        </w:rPr>
        <w:t>free conditions</w:t>
      </w:r>
      <w:r>
        <w:rPr>
          <w:rFonts w:ascii="Calibri" w:hAnsi="Calibri" w:cs="Calibri"/>
          <w:bCs/>
          <w:sz w:val="22"/>
          <w:szCs w:val="22"/>
        </w:rPr>
        <w:t xml:space="preserve">, with </w:t>
      </w:r>
      <w:r w:rsidRPr="00BC01AA">
        <w:rPr>
          <w:rFonts w:ascii="Calibri" w:hAnsi="Calibri" w:cs="Calibri"/>
          <w:bCs/>
          <w:i/>
          <w:sz w:val="22"/>
          <w:szCs w:val="22"/>
        </w:rPr>
        <w:t xml:space="preserve">ad libitum </w:t>
      </w:r>
      <w:r w:rsidRPr="00BC01AA">
        <w:rPr>
          <w:rFonts w:ascii="Calibri" w:hAnsi="Calibri" w:cs="Calibri"/>
          <w:bCs/>
          <w:sz w:val="22"/>
          <w:szCs w:val="22"/>
        </w:rPr>
        <w:t xml:space="preserve">access to food </w:t>
      </w:r>
      <w:r>
        <w:rPr>
          <w:rFonts w:ascii="Calibri" w:hAnsi="Calibri" w:cs="Calibri"/>
          <w:bCs/>
          <w:sz w:val="22"/>
          <w:szCs w:val="22"/>
        </w:rPr>
        <w:t xml:space="preserve">and </w:t>
      </w:r>
      <w:r w:rsidRPr="00BC01AA">
        <w:rPr>
          <w:rFonts w:ascii="Calibri" w:hAnsi="Calibri" w:cs="Calibri"/>
          <w:bCs/>
          <w:sz w:val="22"/>
          <w:szCs w:val="22"/>
        </w:rPr>
        <w:t>water</w:t>
      </w:r>
      <w:r>
        <w:rPr>
          <w:rFonts w:ascii="Calibri" w:hAnsi="Calibri" w:cs="Calibri"/>
          <w:bCs/>
          <w:sz w:val="22"/>
          <w:szCs w:val="22"/>
        </w:rPr>
        <w:t xml:space="preserve">, </w:t>
      </w:r>
      <w:r w:rsidRPr="00BC01AA">
        <w:rPr>
          <w:rFonts w:ascii="Calibri" w:hAnsi="Calibri" w:cs="Calibri"/>
          <w:bCs/>
          <w:sz w:val="22"/>
          <w:szCs w:val="22"/>
        </w:rPr>
        <w:t>and</w:t>
      </w:r>
      <w:r w:rsidRPr="009643FC">
        <w:rPr>
          <w:rFonts w:ascii="Calibri" w:hAnsi="Calibri" w:cs="Calibri"/>
          <w:bCs/>
          <w:sz w:val="22"/>
          <w:szCs w:val="22"/>
        </w:rPr>
        <w:t xml:space="preserve"> a 12-hour </w:t>
      </w:r>
      <w:r>
        <w:rPr>
          <w:rFonts w:ascii="Calibri" w:hAnsi="Calibri" w:cs="Calibri"/>
          <w:bCs/>
          <w:sz w:val="22"/>
          <w:szCs w:val="22"/>
        </w:rPr>
        <w:t>light cycle. Prednisolone</w:t>
      </w:r>
      <w:r w:rsidRPr="00BC01AA">
        <w:rPr>
          <w:rFonts w:ascii="Calibri" w:hAnsi="Calibri" w:cs="Calibri"/>
          <w:bCs/>
          <w:sz w:val="22"/>
          <w:szCs w:val="22"/>
        </w:rPr>
        <w:t xml:space="preserve"> suspensions were prepared in </w:t>
      </w:r>
      <w:r>
        <w:rPr>
          <w:rFonts w:ascii="Calibri" w:hAnsi="Calibri" w:cs="Calibri"/>
          <w:bCs/>
          <w:sz w:val="22"/>
          <w:szCs w:val="22"/>
        </w:rPr>
        <w:t xml:space="preserve">a </w:t>
      </w:r>
      <w:r w:rsidRPr="00BC01AA">
        <w:rPr>
          <w:rFonts w:ascii="Calibri" w:hAnsi="Calibri" w:cs="Calibri"/>
          <w:bCs/>
          <w:sz w:val="22"/>
          <w:szCs w:val="22"/>
        </w:rPr>
        <w:t xml:space="preserve">cherry syrup vehicle for </w:t>
      </w:r>
      <w:r>
        <w:rPr>
          <w:rFonts w:ascii="Calibri" w:hAnsi="Calibri" w:cs="Calibri"/>
          <w:bCs/>
          <w:sz w:val="22"/>
          <w:szCs w:val="22"/>
        </w:rPr>
        <w:t>weekly</w:t>
      </w:r>
      <w:r w:rsidRPr="00BC01AA">
        <w:rPr>
          <w:rFonts w:ascii="Calibri" w:hAnsi="Calibri" w:cs="Calibri"/>
          <w:bCs/>
          <w:sz w:val="22"/>
          <w:szCs w:val="22"/>
        </w:rPr>
        <w:t xml:space="preserve"> </w:t>
      </w:r>
      <w:r w:rsidRPr="00BC01AA">
        <w:rPr>
          <w:rFonts w:ascii="Calibri" w:hAnsi="Calibri" w:cs="Calibri"/>
          <w:bCs/>
          <w:i/>
          <w:sz w:val="22"/>
          <w:szCs w:val="22"/>
        </w:rPr>
        <w:t>per o</w:t>
      </w:r>
      <w:r>
        <w:rPr>
          <w:rFonts w:ascii="Calibri" w:hAnsi="Calibri" w:cs="Calibri"/>
          <w:bCs/>
          <w:i/>
          <w:sz w:val="22"/>
          <w:szCs w:val="22"/>
        </w:rPr>
        <w:t>s</w:t>
      </w:r>
      <w:r w:rsidRPr="00BC01AA">
        <w:rPr>
          <w:rFonts w:ascii="Calibri" w:hAnsi="Calibri" w:cs="Calibri"/>
          <w:bCs/>
          <w:sz w:val="22"/>
          <w:szCs w:val="22"/>
        </w:rPr>
        <w:t xml:space="preserve"> (PO) treatment of </w:t>
      </w:r>
      <w:r w:rsidRPr="006535FC">
        <w:rPr>
          <w:rFonts w:ascii="Calibri" w:hAnsi="Calibri" w:cs="Calibri"/>
          <w:bCs/>
          <w:sz w:val="22"/>
          <w:szCs w:val="22"/>
        </w:rPr>
        <w:t>5 mg/kg dose</w:t>
      </w:r>
      <w:r>
        <w:rPr>
          <w:rFonts w:ascii="Calibri" w:hAnsi="Calibri" w:cs="Calibri"/>
          <w:bCs/>
          <w:sz w:val="22"/>
          <w:szCs w:val="22"/>
        </w:rPr>
        <w:t xml:space="preserve"> (</w:t>
      </w:r>
      <w:r w:rsidRPr="0047252F">
        <w:rPr>
          <w:rFonts w:ascii="Calibri" w:hAnsi="Calibri" w:cs="Calibri"/>
          <w:bCs/>
          <w:sz w:val="22"/>
          <w:szCs w:val="22"/>
        </w:rPr>
        <w:t>equates to a dose of 0.41 mg/kg in humans when normalized to the body surface area</w:t>
      </w:r>
      <w:r>
        <w:rPr>
          <w:rFonts w:ascii="Calibri" w:hAnsi="Calibri" w:cs="Calibri"/>
          <w:bCs/>
          <w:sz w:val="22"/>
          <w:szCs w:val="22"/>
        </w:rPr>
        <w:t>)</w:t>
      </w:r>
      <w:r w:rsidRPr="006535FC">
        <w:rPr>
          <w:rFonts w:ascii="Calibri" w:hAnsi="Calibri" w:cs="Calibri"/>
          <w:bCs/>
          <w:sz w:val="22"/>
          <w:szCs w:val="22"/>
        </w:rPr>
        <w:t>.</w:t>
      </w:r>
      <w:r>
        <w:rPr>
          <w:rFonts w:ascii="Calibri" w:hAnsi="Calibri" w:cs="Calibri"/>
          <w:bCs/>
          <w:sz w:val="22"/>
          <w:szCs w:val="22"/>
        </w:rPr>
        <w:t xml:space="preserve"> </w:t>
      </w:r>
      <w:r w:rsidRPr="00185F7B">
        <w:rPr>
          <w:rFonts w:ascii="Calibri" w:hAnsi="Calibri" w:cs="Calibri"/>
          <w:bCs/>
          <w:sz w:val="22"/>
          <w:szCs w:val="22"/>
        </w:rPr>
        <w:t xml:space="preserve">Euthanasia was performed by </w:t>
      </w:r>
      <w:r w:rsidRPr="00C05447">
        <w:rPr>
          <w:rFonts w:ascii="Calibri" w:hAnsi="Calibri" w:cs="Calibri"/>
          <w:bCs/>
          <w:sz w:val="22"/>
          <w:szCs w:val="22"/>
        </w:rPr>
        <w:t>CO</w:t>
      </w:r>
      <w:r w:rsidRPr="00C05447">
        <w:rPr>
          <w:rFonts w:ascii="Calibri" w:hAnsi="Calibri" w:cs="Calibri"/>
          <w:bCs/>
          <w:sz w:val="22"/>
          <w:szCs w:val="22"/>
          <w:vertAlign w:val="subscript"/>
        </w:rPr>
        <w:t>2</w:t>
      </w:r>
      <w:r>
        <w:rPr>
          <w:rFonts w:ascii="Calibri" w:hAnsi="Calibri" w:cs="Calibri"/>
          <w:bCs/>
          <w:sz w:val="22"/>
          <w:szCs w:val="22"/>
          <w:vertAlign w:val="subscript"/>
        </w:rPr>
        <w:t xml:space="preserve"> </w:t>
      </w:r>
      <w:r w:rsidRPr="00185F7B">
        <w:rPr>
          <w:rFonts w:ascii="Calibri" w:hAnsi="Calibri" w:cs="Calibri"/>
          <w:bCs/>
          <w:sz w:val="22"/>
          <w:szCs w:val="22"/>
        </w:rPr>
        <w:t>exposure</w:t>
      </w:r>
      <w:r>
        <w:rPr>
          <w:rFonts w:ascii="Calibri" w:hAnsi="Calibri" w:cs="Calibri"/>
          <w:bCs/>
          <w:sz w:val="22"/>
          <w:szCs w:val="22"/>
        </w:rPr>
        <w:t xml:space="preserve"> </w:t>
      </w:r>
      <w:r w:rsidRPr="00185F7B">
        <w:rPr>
          <w:rFonts w:ascii="Calibri" w:hAnsi="Calibri" w:cs="Calibri"/>
          <w:bCs/>
          <w:sz w:val="22"/>
          <w:szCs w:val="22"/>
        </w:rPr>
        <w:t>per IACUC guidelines.</w:t>
      </w:r>
    </w:p>
    <w:p w14:paraId="67B369FD" w14:textId="77777777" w:rsidR="006B220B" w:rsidRDefault="006B220B" w:rsidP="006B220B">
      <w:pPr>
        <w:spacing w:line="480" w:lineRule="auto"/>
        <w:jc w:val="both"/>
        <w:rPr>
          <w:rFonts w:ascii="Calibri" w:hAnsi="Calibri" w:cs="Calibri"/>
          <w:bCs/>
          <w:sz w:val="22"/>
          <w:szCs w:val="22"/>
        </w:rPr>
      </w:pPr>
    </w:p>
    <w:p w14:paraId="68F5EA9F" w14:textId="77777777" w:rsidR="006B220B" w:rsidRPr="00C05447" w:rsidRDefault="006B220B" w:rsidP="006B220B">
      <w:pPr>
        <w:spacing w:line="480" w:lineRule="auto"/>
        <w:jc w:val="both"/>
        <w:rPr>
          <w:rFonts w:ascii="Calibri" w:hAnsi="Calibri" w:cs="Calibri"/>
          <w:b/>
          <w:bCs/>
          <w:sz w:val="22"/>
          <w:szCs w:val="22"/>
        </w:rPr>
      </w:pPr>
      <w:r w:rsidRPr="00C05447">
        <w:rPr>
          <w:rFonts w:ascii="Calibri" w:hAnsi="Calibri" w:cs="Calibri"/>
          <w:b/>
          <w:bCs/>
          <w:sz w:val="22"/>
          <w:szCs w:val="22"/>
        </w:rPr>
        <w:t>Acute sterile muscle injury</w:t>
      </w:r>
    </w:p>
    <w:p w14:paraId="3D36BC30" w14:textId="03B10B12" w:rsidR="006B220B" w:rsidRDefault="006B220B" w:rsidP="006B220B">
      <w:pPr>
        <w:spacing w:line="480" w:lineRule="auto"/>
        <w:ind w:firstLine="720"/>
        <w:jc w:val="both"/>
        <w:rPr>
          <w:rFonts w:ascii="Calibri" w:hAnsi="Calibri" w:cs="Calibri"/>
          <w:bCs/>
          <w:sz w:val="22"/>
          <w:szCs w:val="22"/>
        </w:rPr>
      </w:pPr>
      <w:r w:rsidRPr="00C05447">
        <w:rPr>
          <w:rFonts w:ascii="Calibri" w:hAnsi="Calibri" w:cs="Calibri"/>
          <w:bCs/>
          <w:sz w:val="22"/>
          <w:szCs w:val="22"/>
        </w:rPr>
        <w:t>Mice</w:t>
      </w:r>
      <w:r>
        <w:rPr>
          <w:rFonts w:ascii="Calibri" w:hAnsi="Calibri" w:cs="Calibri"/>
          <w:bCs/>
          <w:sz w:val="22"/>
          <w:szCs w:val="22"/>
        </w:rPr>
        <w:t xml:space="preserve"> (</w:t>
      </w:r>
      <w:r w:rsidRPr="00C05447">
        <w:rPr>
          <w:rFonts w:ascii="Calibri" w:hAnsi="Calibri" w:cs="Calibri"/>
          <w:bCs/>
          <w:sz w:val="22"/>
          <w:szCs w:val="22"/>
        </w:rPr>
        <w:t>8-12 week</w:t>
      </w:r>
      <w:r>
        <w:rPr>
          <w:rFonts w:ascii="Calibri" w:hAnsi="Calibri" w:cs="Calibri"/>
          <w:bCs/>
          <w:sz w:val="22"/>
          <w:szCs w:val="22"/>
        </w:rPr>
        <w:t>s-</w:t>
      </w:r>
      <w:r w:rsidRPr="00C05447">
        <w:rPr>
          <w:rFonts w:ascii="Calibri" w:hAnsi="Calibri" w:cs="Calibri"/>
          <w:bCs/>
          <w:sz w:val="22"/>
          <w:szCs w:val="22"/>
        </w:rPr>
        <w:t>old</w:t>
      </w:r>
      <w:r>
        <w:rPr>
          <w:rFonts w:ascii="Calibri" w:hAnsi="Calibri" w:cs="Calibri"/>
          <w:bCs/>
          <w:sz w:val="22"/>
          <w:szCs w:val="22"/>
        </w:rPr>
        <w:t>)</w:t>
      </w:r>
      <w:r w:rsidRPr="00C05447">
        <w:rPr>
          <w:rFonts w:ascii="Calibri" w:hAnsi="Calibri" w:cs="Calibri"/>
          <w:bCs/>
          <w:sz w:val="22"/>
          <w:szCs w:val="22"/>
        </w:rPr>
        <w:t xml:space="preserve"> were anesthetized with isoflurane and 50 µl of 10</w:t>
      </w:r>
      <w:r>
        <w:rPr>
          <w:rFonts w:ascii="Calibri" w:hAnsi="Calibri" w:cs="Calibri"/>
          <w:bCs/>
          <w:sz w:val="22"/>
          <w:szCs w:val="22"/>
        </w:rPr>
        <w:t xml:space="preserve"> </w:t>
      </w:r>
      <w:r>
        <w:rPr>
          <w:rFonts w:ascii="Calibri" w:hAnsi="Calibri" w:cs="Calibri"/>
          <w:bCs/>
          <w:sz w:val="22"/>
          <w:szCs w:val="22"/>
          <w:lang w:val="el-GR"/>
        </w:rPr>
        <w:t>μ</w:t>
      </w:r>
      <w:r w:rsidRPr="00C05447">
        <w:rPr>
          <w:rFonts w:ascii="Calibri" w:hAnsi="Calibri" w:cs="Calibri"/>
          <w:bCs/>
          <w:sz w:val="22"/>
          <w:szCs w:val="22"/>
        </w:rPr>
        <w:t>M cardiotoxin</w:t>
      </w:r>
      <w:r>
        <w:rPr>
          <w:rFonts w:ascii="Calibri" w:hAnsi="Calibri" w:cs="Calibri"/>
          <w:bCs/>
          <w:sz w:val="22"/>
          <w:szCs w:val="22"/>
        </w:rPr>
        <w:t xml:space="preserve"> </w:t>
      </w:r>
      <w:r w:rsidRPr="00C05447">
        <w:rPr>
          <w:rFonts w:ascii="Calibri" w:hAnsi="Calibri" w:cs="Calibri"/>
          <w:bCs/>
          <w:sz w:val="22"/>
          <w:szCs w:val="22"/>
        </w:rPr>
        <w:t>(EMD Millipore, 217503-1MG)</w:t>
      </w:r>
      <w:r>
        <w:rPr>
          <w:rFonts w:ascii="Calibri" w:hAnsi="Calibri" w:cs="Calibri"/>
          <w:bCs/>
          <w:sz w:val="22"/>
          <w:szCs w:val="22"/>
        </w:rPr>
        <w:t xml:space="preserve"> </w:t>
      </w:r>
      <w:r w:rsidRPr="00C05447">
        <w:rPr>
          <w:rFonts w:ascii="Calibri" w:hAnsi="Calibri" w:cs="Calibri"/>
          <w:bCs/>
          <w:sz w:val="22"/>
          <w:szCs w:val="22"/>
        </w:rPr>
        <w:t xml:space="preserve">was injected </w:t>
      </w:r>
      <w:r>
        <w:rPr>
          <w:rFonts w:ascii="Calibri" w:hAnsi="Calibri" w:cs="Calibri"/>
          <w:bCs/>
          <w:sz w:val="22"/>
          <w:szCs w:val="22"/>
        </w:rPr>
        <w:t>into</w:t>
      </w:r>
      <w:r w:rsidRPr="00C05447">
        <w:rPr>
          <w:rFonts w:ascii="Calibri" w:hAnsi="Calibri" w:cs="Calibri"/>
          <w:bCs/>
          <w:sz w:val="22"/>
          <w:szCs w:val="22"/>
        </w:rPr>
        <w:t xml:space="preserve"> the TA muscle</w:t>
      </w:r>
      <w:r w:rsidR="003B089D">
        <w:rPr>
          <w:rFonts w:ascii="Calibri" w:hAnsi="Calibri" w:cs="Calibri"/>
          <w:bCs/>
          <w:sz w:val="22"/>
          <w:szCs w:val="22"/>
        </w:rPr>
        <w:t xml:space="preserve"> </w:t>
      </w:r>
      <w:r w:rsidR="003B089D">
        <w:rPr>
          <w:rFonts w:ascii="Calibri" w:hAnsi="Calibri" w:cs="Calibri"/>
          <w:bCs/>
          <w:sz w:val="22"/>
          <w:szCs w:val="22"/>
        </w:rPr>
        <w:fldChar w:fldCharType="begin">
          <w:fldData xml:space="preserve">PEVuZE5vdGU+PENpdGU+PEF1dGhvcj5IYXJkeTwvQXV0aG9yPjxZZWFyPjIwMTY8L1llYXI+PFJl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</w:fldData>
        </w:fldChar>
      </w:r>
      <w:r w:rsidR="003B089D">
        <w:rPr>
          <w:rFonts w:ascii="Calibri" w:hAnsi="Calibri" w:cs="Calibri"/>
          <w:bCs/>
          <w:sz w:val="22"/>
          <w:szCs w:val="22"/>
        </w:rPr>
        <w:instrText xml:space="preserve"> ADDIN EN.CITE </w:instrText>
      </w:r>
      <w:r w:rsidR="003B089D">
        <w:rPr>
          <w:rFonts w:ascii="Calibri" w:hAnsi="Calibri" w:cs="Calibri"/>
          <w:bCs/>
          <w:sz w:val="22"/>
          <w:szCs w:val="22"/>
        </w:rPr>
        <w:fldChar w:fldCharType="begin">
          <w:fldData xml:space="preserve">PEVuZE5vdGU+PENpdGU+PEF1dGhvcj5IYXJkeTwvQXV0aG9yPjxZZWFyPjIwMTY8L1llYXI+PFJl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</w:fldData>
        </w:fldChar>
      </w:r>
      <w:r w:rsidR="003B089D">
        <w:rPr>
          <w:rFonts w:ascii="Calibri" w:hAnsi="Calibri" w:cs="Calibri"/>
          <w:bCs/>
          <w:sz w:val="22"/>
          <w:szCs w:val="22"/>
        </w:rPr>
        <w:instrText xml:space="preserve"> ADDIN EN.CITE.DATA </w:instrText>
      </w:r>
      <w:r w:rsidR="003B089D">
        <w:rPr>
          <w:rFonts w:ascii="Calibri" w:hAnsi="Calibri" w:cs="Calibri"/>
          <w:bCs/>
          <w:sz w:val="22"/>
          <w:szCs w:val="22"/>
        </w:rPr>
      </w:r>
      <w:r w:rsidR="003B089D">
        <w:rPr>
          <w:rFonts w:ascii="Calibri" w:hAnsi="Calibri" w:cs="Calibri"/>
          <w:bCs/>
          <w:sz w:val="22"/>
          <w:szCs w:val="22"/>
        </w:rPr>
        <w:fldChar w:fldCharType="end"/>
      </w:r>
      <w:r w:rsidR="003B089D">
        <w:rPr>
          <w:rFonts w:ascii="Calibri" w:hAnsi="Calibri" w:cs="Calibri"/>
          <w:bCs/>
          <w:sz w:val="22"/>
          <w:szCs w:val="22"/>
        </w:rPr>
        <w:fldChar w:fldCharType="separate"/>
      </w:r>
      <w:r w:rsidR="003B089D">
        <w:rPr>
          <w:rFonts w:ascii="Calibri" w:hAnsi="Calibri" w:cs="Calibri"/>
          <w:bCs/>
          <w:noProof/>
          <w:sz w:val="22"/>
          <w:szCs w:val="22"/>
        </w:rPr>
        <w:t>(1)</w:t>
      </w:r>
      <w:r w:rsidR="003B089D">
        <w:rPr>
          <w:rFonts w:ascii="Calibri" w:hAnsi="Calibri" w:cs="Calibri"/>
          <w:bCs/>
          <w:sz w:val="22"/>
          <w:szCs w:val="22"/>
        </w:rPr>
        <w:fldChar w:fldCharType="end"/>
      </w:r>
      <w:r w:rsidRPr="00C05447">
        <w:rPr>
          <w:rFonts w:ascii="Calibri" w:hAnsi="Calibri" w:cs="Calibri"/>
          <w:bCs/>
          <w:sz w:val="22"/>
          <w:szCs w:val="22"/>
        </w:rPr>
        <w:t xml:space="preserve">. Mice were monitored </w:t>
      </w:r>
      <w:r>
        <w:rPr>
          <w:rFonts w:ascii="Calibri" w:hAnsi="Calibri" w:cs="Calibri"/>
          <w:bCs/>
          <w:sz w:val="22"/>
          <w:szCs w:val="22"/>
        </w:rPr>
        <w:t xml:space="preserve">after recovery </w:t>
      </w:r>
      <w:r w:rsidRPr="00C05447">
        <w:rPr>
          <w:rFonts w:ascii="Calibri" w:hAnsi="Calibri" w:cs="Calibri"/>
          <w:bCs/>
          <w:sz w:val="22"/>
          <w:szCs w:val="22"/>
        </w:rPr>
        <w:t xml:space="preserve">until they were euthanized. Muscles were recovered for flow cytometry analysis </w:t>
      </w:r>
      <w:r>
        <w:rPr>
          <w:rFonts w:ascii="Calibri" w:hAnsi="Calibri" w:cs="Calibri"/>
          <w:bCs/>
          <w:sz w:val="22"/>
          <w:szCs w:val="22"/>
        </w:rPr>
        <w:t>on</w:t>
      </w:r>
      <w:r w:rsidRPr="00C05447">
        <w:rPr>
          <w:rFonts w:ascii="Calibri" w:hAnsi="Calibri" w:cs="Calibri"/>
          <w:bCs/>
          <w:sz w:val="22"/>
          <w:szCs w:val="22"/>
        </w:rPr>
        <w:t xml:space="preserve"> </w:t>
      </w:r>
      <w:r>
        <w:rPr>
          <w:rFonts w:ascii="Calibri" w:hAnsi="Calibri" w:cs="Calibri"/>
          <w:bCs/>
          <w:sz w:val="22"/>
          <w:szCs w:val="22"/>
        </w:rPr>
        <w:t>days</w:t>
      </w:r>
      <w:r w:rsidRPr="00C05447">
        <w:rPr>
          <w:rFonts w:ascii="Calibri" w:hAnsi="Calibri" w:cs="Calibri"/>
          <w:bCs/>
          <w:sz w:val="22"/>
          <w:szCs w:val="22"/>
        </w:rPr>
        <w:t xml:space="preserve"> 1</w:t>
      </w:r>
      <w:r>
        <w:rPr>
          <w:rFonts w:ascii="Calibri" w:hAnsi="Calibri" w:cs="Calibri"/>
          <w:bCs/>
          <w:sz w:val="22"/>
          <w:szCs w:val="22"/>
        </w:rPr>
        <w:t>-4</w:t>
      </w:r>
      <w:r w:rsidRPr="00C05447">
        <w:rPr>
          <w:rFonts w:ascii="Calibri" w:hAnsi="Calibri" w:cs="Calibri"/>
          <w:bCs/>
          <w:sz w:val="22"/>
          <w:szCs w:val="22"/>
        </w:rPr>
        <w:t xml:space="preserve"> post-injury or for histopa</w:t>
      </w:r>
      <w:r>
        <w:rPr>
          <w:rFonts w:ascii="Calibri" w:hAnsi="Calibri" w:cs="Calibri"/>
          <w:bCs/>
          <w:sz w:val="22"/>
          <w:szCs w:val="22"/>
        </w:rPr>
        <w:t>thological assessments</w:t>
      </w:r>
      <w:r w:rsidRPr="00C05447">
        <w:rPr>
          <w:rFonts w:ascii="Calibri" w:hAnsi="Calibri" w:cs="Calibri"/>
          <w:bCs/>
          <w:sz w:val="22"/>
          <w:szCs w:val="22"/>
        </w:rPr>
        <w:t xml:space="preserve"> </w:t>
      </w:r>
      <w:r>
        <w:rPr>
          <w:rFonts w:ascii="Calibri" w:hAnsi="Calibri" w:cs="Calibri"/>
          <w:bCs/>
          <w:sz w:val="22"/>
          <w:szCs w:val="22"/>
        </w:rPr>
        <w:t>on</w:t>
      </w:r>
      <w:r w:rsidRPr="00C05447">
        <w:rPr>
          <w:rFonts w:ascii="Calibri" w:hAnsi="Calibri" w:cs="Calibri"/>
          <w:bCs/>
          <w:sz w:val="22"/>
          <w:szCs w:val="22"/>
        </w:rPr>
        <w:t xml:space="preserve"> </w:t>
      </w:r>
      <w:r>
        <w:rPr>
          <w:rFonts w:ascii="Calibri" w:hAnsi="Calibri" w:cs="Calibri"/>
          <w:bCs/>
          <w:sz w:val="22"/>
          <w:szCs w:val="22"/>
        </w:rPr>
        <w:t>days</w:t>
      </w:r>
      <w:r w:rsidRPr="00C05447">
        <w:rPr>
          <w:rFonts w:ascii="Calibri" w:hAnsi="Calibri" w:cs="Calibri"/>
          <w:bCs/>
          <w:sz w:val="22"/>
          <w:szCs w:val="22"/>
        </w:rPr>
        <w:t xml:space="preserve"> </w:t>
      </w:r>
      <w:r>
        <w:rPr>
          <w:rFonts w:ascii="Calibri" w:hAnsi="Calibri" w:cs="Calibri"/>
          <w:bCs/>
          <w:sz w:val="22"/>
          <w:szCs w:val="22"/>
        </w:rPr>
        <w:t>4</w:t>
      </w:r>
      <w:r w:rsidRPr="00C05447">
        <w:rPr>
          <w:rFonts w:ascii="Calibri" w:hAnsi="Calibri" w:cs="Calibri"/>
          <w:bCs/>
          <w:sz w:val="22"/>
          <w:szCs w:val="22"/>
        </w:rPr>
        <w:t xml:space="preserve"> to </w:t>
      </w:r>
      <w:r>
        <w:rPr>
          <w:rFonts w:ascii="Calibri" w:hAnsi="Calibri" w:cs="Calibri"/>
          <w:bCs/>
          <w:sz w:val="22"/>
          <w:szCs w:val="22"/>
        </w:rPr>
        <w:t>8</w:t>
      </w:r>
      <w:r w:rsidRPr="00C05447">
        <w:rPr>
          <w:rFonts w:ascii="Calibri" w:hAnsi="Calibri" w:cs="Calibri"/>
          <w:bCs/>
          <w:sz w:val="22"/>
          <w:szCs w:val="22"/>
        </w:rPr>
        <w:t xml:space="preserve"> post-injury.</w:t>
      </w:r>
    </w:p>
    <w:p w14:paraId="7B008615" w14:textId="77777777" w:rsidR="006B220B" w:rsidRDefault="006B220B" w:rsidP="009D41CE">
      <w:pPr>
        <w:spacing w:line="480" w:lineRule="auto"/>
        <w:jc w:val="both"/>
        <w:rPr>
          <w:rFonts w:ascii="Calibri" w:hAnsi="Calibri" w:cs="Calibri"/>
          <w:b/>
          <w:bCs/>
          <w:sz w:val="22"/>
          <w:szCs w:val="22"/>
        </w:rPr>
      </w:pPr>
    </w:p>
    <w:p w14:paraId="54BE0A69" w14:textId="21E57685" w:rsidR="0016398C" w:rsidRPr="00C05447" w:rsidRDefault="0016398C" w:rsidP="009D41CE">
      <w:pPr>
        <w:spacing w:line="480" w:lineRule="auto"/>
        <w:jc w:val="both"/>
        <w:rPr>
          <w:rFonts w:ascii="Calibri" w:hAnsi="Calibri" w:cs="Calibri"/>
          <w:b/>
          <w:bCs/>
          <w:sz w:val="22"/>
          <w:szCs w:val="22"/>
        </w:rPr>
      </w:pPr>
      <w:r w:rsidRPr="00C05447">
        <w:rPr>
          <w:rFonts w:ascii="Calibri" w:hAnsi="Calibri" w:cs="Calibri"/>
          <w:b/>
          <w:bCs/>
          <w:sz w:val="22"/>
          <w:szCs w:val="22"/>
        </w:rPr>
        <w:t>Histological analysis of muscle regeneration</w:t>
      </w:r>
    </w:p>
    <w:p w14:paraId="033E62B3" w14:textId="11FA6C72" w:rsidR="0016398C" w:rsidRDefault="0016398C" w:rsidP="00126FA3">
      <w:pPr>
        <w:spacing w:line="480" w:lineRule="auto"/>
        <w:ind w:firstLine="720"/>
        <w:jc w:val="both"/>
        <w:rPr>
          <w:rFonts w:ascii="Calibri" w:hAnsi="Calibri" w:cs="Calibri"/>
          <w:bCs/>
          <w:sz w:val="22"/>
          <w:szCs w:val="22"/>
        </w:rPr>
      </w:pPr>
      <w:r w:rsidRPr="00C05447">
        <w:rPr>
          <w:rFonts w:ascii="Calibri" w:hAnsi="Calibri" w:cs="Calibri"/>
          <w:bCs/>
          <w:sz w:val="22"/>
          <w:szCs w:val="22"/>
        </w:rPr>
        <w:t>Muscles were removed</w:t>
      </w:r>
      <w:r>
        <w:rPr>
          <w:rFonts w:ascii="Calibri" w:hAnsi="Calibri" w:cs="Calibri"/>
          <w:bCs/>
          <w:sz w:val="22"/>
          <w:szCs w:val="22"/>
        </w:rPr>
        <w:t xml:space="preserve">, mounted on </w:t>
      </w:r>
      <w:r w:rsidRPr="00C05447">
        <w:rPr>
          <w:rFonts w:ascii="Calibri" w:hAnsi="Calibri" w:cs="Calibri"/>
          <w:bCs/>
          <w:sz w:val="22"/>
          <w:szCs w:val="22"/>
        </w:rPr>
        <w:t xml:space="preserve">precut cork discs (EMS </w:t>
      </w:r>
      <w:r>
        <w:rPr>
          <w:rFonts w:ascii="Calibri" w:hAnsi="Calibri" w:cs="Calibri"/>
          <w:bCs/>
          <w:sz w:val="22"/>
          <w:szCs w:val="22"/>
        </w:rPr>
        <w:t>#</w:t>
      </w:r>
      <w:r w:rsidRPr="00C05447">
        <w:rPr>
          <w:rFonts w:ascii="Calibri" w:hAnsi="Calibri" w:cs="Calibri"/>
          <w:bCs/>
          <w:sz w:val="22"/>
          <w:szCs w:val="22"/>
        </w:rPr>
        <w:t>63305)</w:t>
      </w:r>
      <w:r>
        <w:rPr>
          <w:rFonts w:ascii="Calibri" w:hAnsi="Calibri" w:cs="Calibri"/>
          <w:bCs/>
          <w:sz w:val="22"/>
          <w:szCs w:val="22"/>
        </w:rPr>
        <w:t xml:space="preserve"> </w:t>
      </w:r>
      <w:r w:rsidRPr="00C05447">
        <w:rPr>
          <w:rFonts w:ascii="Calibri" w:hAnsi="Calibri" w:cs="Calibri"/>
          <w:bCs/>
          <w:sz w:val="22"/>
          <w:szCs w:val="22"/>
        </w:rPr>
        <w:t xml:space="preserve">using tragacanth gum (MP Biomedicals, </w:t>
      </w:r>
      <w:r>
        <w:rPr>
          <w:rFonts w:ascii="Calibri" w:hAnsi="Calibri" w:cs="Calibri"/>
          <w:bCs/>
          <w:sz w:val="22"/>
          <w:szCs w:val="22"/>
        </w:rPr>
        <w:t>#</w:t>
      </w:r>
      <w:r w:rsidRPr="00C05447">
        <w:rPr>
          <w:rFonts w:ascii="Calibri" w:hAnsi="Calibri" w:cs="Calibri"/>
          <w:bCs/>
          <w:sz w:val="22"/>
          <w:szCs w:val="22"/>
        </w:rPr>
        <w:t>104792)</w:t>
      </w:r>
      <w:r>
        <w:rPr>
          <w:rFonts w:ascii="Calibri" w:hAnsi="Calibri" w:cs="Calibri"/>
          <w:bCs/>
          <w:sz w:val="22"/>
          <w:szCs w:val="22"/>
        </w:rPr>
        <w:t>,</w:t>
      </w:r>
      <w:r w:rsidRPr="00C05447">
        <w:rPr>
          <w:rFonts w:ascii="Calibri" w:hAnsi="Calibri" w:cs="Calibri"/>
          <w:bCs/>
          <w:sz w:val="22"/>
          <w:szCs w:val="22"/>
        </w:rPr>
        <w:t xml:space="preserve"> and snap</w:t>
      </w:r>
      <w:r>
        <w:rPr>
          <w:rFonts w:ascii="Calibri" w:hAnsi="Calibri" w:cs="Calibri"/>
          <w:bCs/>
          <w:sz w:val="22"/>
          <w:szCs w:val="22"/>
        </w:rPr>
        <w:t>-</w:t>
      </w:r>
      <w:r w:rsidRPr="00C05447">
        <w:rPr>
          <w:rFonts w:ascii="Calibri" w:hAnsi="Calibri" w:cs="Calibri"/>
          <w:bCs/>
          <w:sz w:val="22"/>
          <w:szCs w:val="22"/>
        </w:rPr>
        <w:t>frozen in nitrogen-chilled isopentane (-160°C). 8 µm thick cryosections were cut</w:t>
      </w:r>
      <w:r>
        <w:rPr>
          <w:rFonts w:ascii="Calibri" w:hAnsi="Calibri" w:cs="Calibri"/>
          <w:bCs/>
          <w:sz w:val="22"/>
          <w:szCs w:val="22"/>
        </w:rPr>
        <w:t xml:space="preserve"> (</w:t>
      </w:r>
      <w:r w:rsidRPr="00625B5E">
        <w:rPr>
          <w:rFonts w:ascii="Calibri" w:hAnsi="Calibri" w:cs="Calibri"/>
          <w:bCs/>
          <w:sz w:val="22"/>
          <w:szCs w:val="22"/>
        </w:rPr>
        <w:t>Leica CM1950</w:t>
      </w:r>
      <w:r>
        <w:rPr>
          <w:rFonts w:ascii="Calibri" w:hAnsi="Calibri" w:cs="Calibri"/>
          <w:bCs/>
          <w:sz w:val="22"/>
          <w:szCs w:val="22"/>
        </w:rPr>
        <w:t>)</w:t>
      </w:r>
      <w:r w:rsidRPr="00C05447">
        <w:rPr>
          <w:rFonts w:ascii="Calibri" w:hAnsi="Calibri" w:cs="Calibri"/>
          <w:bCs/>
          <w:sz w:val="22"/>
          <w:szCs w:val="22"/>
        </w:rPr>
        <w:t xml:space="preserve"> and stained with hematoxylin-eosin (H&amp;E)</w:t>
      </w:r>
      <w:r>
        <w:rPr>
          <w:rFonts w:ascii="Calibri" w:hAnsi="Calibri" w:cs="Calibri"/>
          <w:bCs/>
          <w:sz w:val="22"/>
          <w:szCs w:val="22"/>
        </w:rPr>
        <w:t xml:space="preserve"> as described previously </w:t>
      </w:r>
      <w:r>
        <w:rPr>
          <w:rFonts w:ascii="Calibri" w:hAnsi="Calibri" w:cs="Calibri"/>
          <w:bCs/>
          <w:sz w:val="22"/>
          <w:szCs w:val="22"/>
        </w:rPr>
        <w:fldChar w:fldCharType="begin">
          <w:fldData xml:space="preserve">PEVuZE5vdGU+PENpdGU+PEF1dGhvcj5QYXRzYWxvczwvQXV0aG9yPjxZZWFyPjIwMjI8L1llYXI+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</w:fldData>
        </w:fldChar>
      </w:r>
      <w:r w:rsidR="003B089D">
        <w:rPr>
          <w:rFonts w:ascii="Calibri" w:hAnsi="Calibri" w:cs="Calibri"/>
          <w:bCs/>
          <w:sz w:val="22"/>
          <w:szCs w:val="22"/>
        </w:rPr>
        <w:instrText xml:space="preserve"> ADDIN EN.CITE </w:instrText>
      </w:r>
      <w:r w:rsidR="003B089D">
        <w:rPr>
          <w:rFonts w:ascii="Calibri" w:hAnsi="Calibri" w:cs="Calibri"/>
          <w:bCs/>
          <w:sz w:val="22"/>
          <w:szCs w:val="22"/>
        </w:rPr>
        <w:fldChar w:fldCharType="begin">
          <w:fldData xml:space="preserve">PEVuZE5vdGU+PENpdGU+PEF1dGhvcj5QYXRzYWxvczwvQXV0aG9yPjxZZWFyPjIwMjI8L1llYXI+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</w:fldData>
        </w:fldChar>
      </w:r>
      <w:r w:rsidR="003B089D">
        <w:rPr>
          <w:rFonts w:ascii="Calibri" w:hAnsi="Calibri" w:cs="Calibri"/>
          <w:bCs/>
          <w:sz w:val="22"/>
          <w:szCs w:val="22"/>
        </w:rPr>
        <w:instrText xml:space="preserve"> ADDIN EN.CITE.DATA </w:instrText>
      </w:r>
      <w:r w:rsidR="003B089D">
        <w:rPr>
          <w:rFonts w:ascii="Calibri" w:hAnsi="Calibri" w:cs="Calibri"/>
          <w:bCs/>
          <w:sz w:val="22"/>
          <w:szCs w:val="22"/>
        </w:rPr>
      </w:r>
      <w:r w:rsidR="003B089D">
        <w:rPr>
          <w:rFonts w:ascii="Calibri" w:hAnsi="Calibri" w:cs="Calibri"/>
          <w:bCs/>
          <w:sz w:val="22"/>
          <w:szCs w:val="22"/>
        </w:rPr>
        <w:fldChar w:fldCharType="end"/>
      </w:r>
      <w:r>
        <w:rPr>
          <w:rFonts w:ascii="Calibri" w:hAnsi="Calibri" w:cs="Calibri"/>
          <w:bCs/>
          <w:sz w:val="22"/>
          <w:szCs w:val="22"/>
        </w:rPr>
        <w:fldChar w:fldCharType="separate"/>
      </w:r>
      <w:r w:rsidR="003B089D">
        <w:rPr>
          <w:rFonts w:ascii="Calibri" w:hAnsi="Calibri" w:cs="Calibri"/>
          <w:bCs/>
          <w:noProof/>
          <w:sz w:val="22"/>
          <w:szCs w:val="22"/>
        </w:rPr>
        <w:t>(2)</w:t>
      </w:r>
      <w:r>
        <w:rPr>
          <w:rFonts w:ascii="Calibri" w:hAnsi="Calibri" w:cs="Calibri"/>
          <w:bCs/>
          <w:sz w:val="22"/>
          <w:szCs w:val="22"/>
        </w:rPr>
        <w:fldChar w:fldCharType="end"/>
      </w:r>
      <w:r>
        <w:rPr>
          <w:rFonts w:ascii="Calibri" w:hAnsi="Calibri" w:cs="Calibri"/>
          <w:bCs/>
          <w:sz w:val="22"/>
          <w:szCs w:val="22"/>
        </w:rPr>
        <w:t xml:space="preserve">. </w:t>
      </w:r>
      <w:r w:rsidRPr="00C05447">
        <w:rPr>
          <w:rFonts w:ascii="Calibri" w:hAnsi="Calibri" w:cs="Calibri"/>
          <w:bCs/>
          <w:sz w:val="22"/>
          <w:szCs w:val="22"/>
        </w:rPr>
        <w:t xml:space="preserve">H&amp;E-stained muscle sections were scanned with </w:t>
      </w:r>
      <w:r>
        <w:rPr>
          <w:rFonts w:ascii="Calibri" w:hAnsi="Calibri" w:cs="Calibri"/>
          <w:bCs/>
          <w:sz w:val="22"/>
          <w:szCs w:val="22"/>
        </w:rPr>
        <w:t>a</w:t>
      </w:r>
      <w:r w:rsidRPr="00C05447">
        <w:rPr>
          <w:rFonts w:ascii="Calibri" w:hAnsi="Calibri" w:cs="Calibri"/>
          <w:bCs/>
          <w:sz w:val="22"/>
          <w:szCs w:val="22"/>
        </w:rPr>
        <w:t xml:space="preserve"> Leica Aperio</w:t>
      </w:r>
      <w:r>
        <w:rPr>
          <w:rFonts w:ascii="Calibri" w:hAnsi="Calibri" w:cs="Calibri"/>
          <w:bCs/>
          <w:sz w:val="22"/>
          <w:szCs w:val="22"/>
        </w:rPr>
        <w:t xml:space="preserve"> Versa</w:t>
      </w:r>
      <w:r w:rsidRPr="00C05447">
        <w:rPr>
          <w:rFonts w:ascii="Calibri" w:hAnsi="Calibri" w:cs="Calibri"/>
          <w:bCs/>
          <w:sz w:val="22"/>
          <w:szCs w:val="22"/>
        </w:rPr>
        <w:t xml:space="preserve"> digital slide scanner. For each histological analysis, at least </w:t>
      </w:r>
      <w:r>
        <w:rPr>
          <w:rFonts w:ascii="Calibri" w:hAnsi="Calibri" w:cs="Calibri"/>
          <w:bCs/>
          <w:sz w:val="22"/>
          <w:szCs w:val="22"/>
        </w:rPr>
        <w:t>six</w:t>
      </w:r>
      <w:r w:rsidRPr="00C05447">
        <w:rPr>
          <w:rFonts w:ascii="Calibri" w:hAnsi="Calibri" w:cs="Calibri"/>
          <w:bCs/>
          <w:sz w:val="22"/>
          <w:szCs w:val="22"/>
        </w:rPr>
        <w:t xml:space="preserve"> </w:t>
      </w:r>
      <w:r w:rsidR="003635B9">
        <w:rPr>
          <w:rFonts w:ascii="Calibri" w:hAnsi="Calibri" w:cs="Calibri"/>
          <w:bCs/>
          <w:sz w:val="22"/>
          <w:szCs w:val="22"/>
        </w:rPr>
        <w:t>sections</w:t>
      </w:r>
      <w:r w:rsidRPr="00C05447">
        <w:rPr>
          <w:rFonts w:ascii="Calibri" w:hAnsi="Calibri" w:cs="Calibri"/>
          <w:bCs/>
          <w:sz w:val="22"/>
          <w:szCs w:val="22"/>
        </w:rPr>
        <w:t xml:space="preserve"> (per condition) were selected where the total regenerative region within the CTX injured TA muscle </w:t>
      </w:r>
      <w:r w:rsidRPr="003735DE">
        <w:rPr>
          <w:rFonts w:ascii="Calibri" w:hAnsi="Calibri" w:cs="Calibri"/>
          <w:bCs/>
          <w:sz w:val="22"/>
          <w:szCs w:val="22"/>
        </w:rPr>
        <w:t xml:space="preserve">was at least 70%. </w:t>
      </w:r>
      <w:r w:rsidRPr="003735DE">
        <w:rPr>
          <w:rFonts w:ascii="Calibri" w:hAnsi="Calibri" w:cs="Calibri"/>
          <w:bCs/>
          <w:sz w:val="22"/>
          <w:szCs w:val="22"/>
        </w:rPr>
        <w:lastRenderedPageBreak/>
        <w:t xml:space="preserve">For each TA, myofibers in the entire injured area were analyzed and quantified with the </w:t>
      </w:r>
      <w:r w:rsidRPr="003735DE">
        <w:rPr>
          <w:rFonts w:ascii="Calibri" w:hAnsi="Calibri" w:cs="Calibri"/>
          <w:bCs/>
          <w:i/>
          <w:iCs/>
          <w:sz w:val="22"/>
          <w:szCs w:val="22"/>
        </w:rPr>
        <w:t>Muscle Fiber</w:t>
      </w:r>
      <w:r w:rsidRPr="003735DE">
        <w:rPr>
          <w:rFonts w:ascii="Calibri" w:hAnsi="Calibri" w:cs="Calibri"/>
          <w:bCs/>
          <w:sz w:val="22"/>
          <w:szCs w:val="22"/>
        </w:rPr>
        <w:t xml:space="preserve"> 2.0 module</w:t>
      </w:r>
      <w:r>
        <w:rPr>
          <w:rFonts w:ascii="Calibri" w:hAnsi="Calibri" w:cs="Calibri"/>
          <w:bCs/>
          <w:sz w:val="22"/>
          <w:szCs w:val="22"/>
        </w:rPr>
        <w:t xml:space="preserve"> of the </w:t>
      </w:r>
      <w:r w:rsidRPr="00C05447">
        <w:rPr>
          <w:rFonts w:ascii="Calibri" w:hAnsi="Calibri" w:cs="Calibri"/>
          <w:bCs/>
          <w:sz w:val="22"/>
          <w:szCs w:val="22"/>
        </w:rPr>
        <w:t xml:space="preserve">HALO </w:t>
      </w:r>
      <w:r>
        <w:rPr>
          <w:rFonts w:ascii="Calibri" w:hAnsi="Calibri" w:cs="Calibri"/>
          <w:bCs/>
          <w:sz w:val="22"/>
          <w:szCs w:val="22"/>
        </w:rPr>
        <w:t xml:space="preserve">Digital Pathology </w:t>
      </w:r>
      <w:r w:rsidRPr="00C05447">
        <w:rPr>
          <w:rFonts w:ascii="Calibri" w:hAnsi="Calibri" w:cs="Calibri"/>
          <w:bCs/>
          <w:sz w:val="22"/>
          <w:szCs w:val="22"/>
        </w:rPr>
        <w:t xml:space="preserve">software (Indica Labs). The </w:t>
      </w:r>
      <w:r>
        <w:rPr>
          <w:rFonts w:ascii="Calibri" w:hAnsi="Calibri" w:cs="Calibri"/>
          <w:bCs/>
          <w:sz w:val="22"/>
          <w:szCs w:val="22"/>
        </w:rPr>
        <w:t>regeneration</w:t>
      </w:r>
      <w:r w:rsidRPr="00C05447">
        <w:rPr>
          <w:rFonts w:ascii="Calibri" w:hAnsi="Calibri" w:cs="Calibri"/>
          <w:bCs/>
          <w:sz w:val="22"/>
          <w:szCs w:val="22"/>
        </w:rPr>
        <w:t xml:space="preserve"> area</w:t>
      </w:r>
      <w:r>
        <w:rPr>
          <w:rFonts w:ascii="Calibri" w:hAnsi="Calibri" w:cs="Calibri"/>
          <w:bCs/>
          <w:sz w:val="22"/>
          <w:szCs w:val="22"/>
        </w:rPr>
        <w:t xml:space="preserve"> is </w:t>
      </w:r>
      <w:r w:rsidRPr="00C05447">
        <w:rPr>
          <w:rFonts w:ascii="Calibri" w:hAnsi="Calibri" w:cs="Calibri"/>
          <w:bCs/>
          <w:sz w:val="22"/>
          <w:szCs w:val="22"/>
        </w:rPr>
        <w:t>expressed as</w:t>
      </w:r>
      <w:r>
        <w:rPr>
          <w:rFonts w:ascii="Calibri" w:hAnsi="Calibri" w:cs="Calibri"/>
          <w:bCs/>
          <w:sz w:val="22"/>
          <w:szCs w:val="22"/>
        </w:rPr>
        <w:t xml:space="preserve"> the number of centrally nucleated fibers</w:t>
      </w:r>
      <w:r w:rsidRPr="00C05447">
        <w:rPr>
          <w:rFonts w:ascii="Calibri" w:hAnsi="Calibri" w:cs="Calibri"/>
          <w:bCs/>
          <w:sz w:val="22"/>
          <w:szCs w:val="22"/>
        </w:rPr>
        <w:t xml:space="preserve"> </w:t>
      </w:r>
      <w:r>
        <w:rPr>
          <w:rFonts w:ascii="Calibri" w:hAnsi="Calibri" w:cs="Calibri"/>
          <w:bCs/>
          <w:sz w:val="22"/>
          <w:szCs w:val="22"/>
        </w:rPr>
        <w:t>over the total area.</w:t>
      </w:r>
      <w:r w:rsidR="00126FA3">
        <w:rPr>
          <w:rFonts w:ascii="Calibri" w:hAnsi="Calibri" w:cs="Calibri"/>
          <w:bCs/>
          <w:sz w:val="22"/>
          <w:szCs w:val="22"/>
        </w:rPr>
        <w:t xml:space="preserve"> For the ST sample selection and histological </w:t>
      </w:r>
      <w:r w:rsidR="00126FA3" w:rsidRPr="00126FA3">
        <w:rPr>
          <w:rFonts w:ascii="Calibri" w:hAnsi="Calibri" w:cs="Calibri"/>
          <w:bCs/>
          <w:sz w:val="22"/>
          <w:szCs w:val="22"/>
        </w:rPr>
        <w:t>annotation</w:t>
      </w:r>
      <w:r w:rsidR="00126FA3">
        <w:rPr>
          <w:rFonts w:ascii="Calibri" w:hAnsi="Calibri" w:cs="Calibri"/>
          <w:bCs/>
          <w:sz w:val="22"/>
          <w:szCs w:val="22"/>
        </w:rPr>
        <w:t>s,</w:t>
      </w:r>
      <w:r w:rsidR="00126FA3" w:rsidRPr="00126FA3">
        <w:rPr>
          <w:rFonts w:ascii="Calibri" w:hAnsi="Calibri" w:cs="Calibri"/>
          <w:bCs/>
          <w:sz w:val="22"/>
          <w:szCs w:val="22"/>
        </w:rPr>
        <w:t xml:space="preserve"> two active/experienced clinical pathologists at the Johns Hopkins All Children’s Hospital specializing in muscle pathology</w:t>
      </w:r>
      <w:r w:rsidR="00126FA3">
        <w:rPr>
          <w:rFonts w:ascii="Calibri" w:hAnsi="Calibri" w:cs="Calibri"/>
          <w:bCs/>
          <w:sz w:val="22"/>
          <w:szCs w:val="22"/>
        </w:rPr>
        <w:t xml:space="preserve"> performed and guided the assessments</w:t>
      </w:r>
      <w:r w:rsidR="00126FA3" w:rsidRPr="00126FA3">
        <w:rPr>
          <w:rFonts w:ascii="Calibri" w:hAnsi="Calibri" w:cs="Calibri"/>
          <w:bCs/>
          <w:sz w:val="22"/>
          <w:szCs w:val="22"/>
        </w:rPr>
        <w:t>. Their evaluation of each injury/regeneration stage included a pool of 20 biological replicates per timepoint</w:t>
      </w:r>
      <w:r w:rsidR="00321E15">
        <w:rPr>
          <w:rFonts w:ascii="Calibri" w:hAnsi="Calibri" w:cs="Calibri"/>
          <w:bCs/>
          <w:sz w:val="22"/>
          <w:szCs w:val="22"/>
        </w:rPr>
        <w:t>,</w:t>
      </w:r>
      <w:r w:rsidR="00126FA3" w:rsidRPr="00126FA3">
        <w:rPr>
          <w:rFonts w:ascii="Calibri" w:hAnsi="Calibri" w:cs="Calibri"/>
          <w:bCs/>
          <w:sz w:val="22"/>
          <w:szCs w:val="22"/>
        </w:rPr>
        <w:t xml:space="preserve"> from which we </w:t>
      </w:r>
      <w:r w:rsidR="00321E15">
        <w:rPr>
          <w:rFonts w:ascii="Calibri" w:hAnsi="Calibri" w:cs="Calibri"/>
          <w:bCs/>
          <w:sz w:val="22"/>
          <w:szCs w:val="22"/>
        </w:rPr>
        <w:t>selected</w:t>
      </w:r>
      <w:r w:rsidR="00126FA3" w:rsidRPr="00126FA3">
        <w:rPr>
          <w:rFonts w:ascii="Calibri" w:hAnsi="Calibri" w:cs="Calibri"/>
          <w:bCs/>
          <w:sz w:val="22"/>
          <w:szCs w:val="22"/>
        </w:rPr>
        <w:t xml:space="preserve"> the samples</w:t>
      </w:r>
      <w:r w:rsidR="00126FA3">
        <w:rPr>
          <w:rFonts w:ascii="Calibri" w:hAnsi="Calibri" w:cs="Calibri"/>
          <w:bCs/>
          <w:sz w:val="22"/>
          <w:szCs w:val="22"/>
        </w:rPr>
        <w:t xml:space="preserve"> that collectively incorporated most of the features the pathologists had identified</w:t>
      </w:r>
      <w:r w:rsidR="00126FA3" w:rsidRPr="00126FA3">
        <w:rPr>
          <w:rFonts w:ascii="Calibri" w:hAnsi="Calibri" w:cs="Calibri"/>
          <w:bCs/>
          <w:sz w:val="22"/>
          <w:szCs w:val="22"/>
        </w:rPr>
        <w:t xml:space="preserve"> to place on the Visium ST slides</w:t>
      </w:r>
      <w:r w:rsidR="00126FA3">
        <w:rPr>
          <w:rFonts w:ascii="Calibri" w:hAnsi="Calibri" w:cs="Calibri"/>
          <w:bCs/>
          <w:sz w:val="22"/>
          <w:szCs w:val="22"/>
        </w:rPr>
        <w:t>.</w:t>
      </w:r>
    </w:p>
    <w:p w14:paraId="42288A70" w14:textId="77777777" w:rsidR="00126FA3" w:rsidRDefault="00126FA3" w:rsidP="00126FA3">
      <w:pPr>
        <w:spacing w:line="480" w:lineRule="auto"/>
        <w:ind w:firstLine="720"/>
        <w:jc w:val="both"/>
        <w:rPr>
          <w:rFonts w:ascii="Calibri" w:hAnsi="Calibri" w:cs="Calibri"/>
          <w:bCs/>
          <w:sz w:val="22"/>
          <w:szCs w:val="22"/>
        </w:rPr>
      </w:pPr>
    </w:p>
    <w:p w14:paraId="0B5D2740" w14:textId="77777777" w:rsidR="0016398C" w:rsidRPr="006D77B3" w:rsidRDefault="0016398C" w:rsidP="009D41CE">
      <w:pPr>
        <w:spacing w:line="480" w:lineRule="auto"/>
        <w:jc w:val="both"/>
        <w:rPr>
          <w:rFonts w:ascii="Calibri" w:hAnsi="Calibri" w:cs="Calibri"/>
          <w:b/>
          <w:sz w:val="22"/>
          <w:szCs w:val="22"/>
        </w:rPr>
      </w:pPr>
      <w:r w:rsidRPr="006D77B3">
        <w:rPr>
          <w:rFonts w:ascii="Calibri" w:hAnsi="Calibri" w:cs="Calibri"/>
          <w:b/>
          <w:sz w:val="22"/>
          <w:szCs w:val="22"/>
        </w:rPr>
        <w:t>Immunofluorescence</w:t>
      </w:r>
    </w:p>
    <w:p w14:paraId="0FB77AE7" w14:textId="24BBFCE4" w:rsidR="0016398C" w:rsidRPr="00132D70" w:rsidRDefault="0016398C" w:rsidP="00534B47">
      <w:pPr>
        <w:spacing w:line="480" w:lineRule="auto"/>
        <w:ind w:firstLine="720"/>
        <w:jc w:val="both"/>
        <w:rPr>
          <w:rFonts w:ascii="Calibri" w:hAnsi="Calibri" w:cs="Calibri"/>
          <w:bCs/>
          <w:sz w:val="22"/>
          <w:szCs w:val="22"/>
        </w:rPr>
      </w:pPr>
      <w:r>
        <w:rPr>
          <w:rFonts w:ascii="Calibri" w:hAnsi="Calibri" w:cs="Calibri"/>
          <w:bCs/>
          <w:sz w:val="22"/>
          <w:szCs w:val="22"/>
        </w:rPr>
        <w:t>Tibialis anterior and g</w:t>
      </w:r>
      <w:r w:rsidRPr="006D77B3">
        <w:rPr>
          <w:rFonts w:ascii="Calibri" w:hAnsi="Calibri" w:cs="Calibri"/>
          <w:bCs/>
          <w:sz w:val="22"/>
          <w:szCs w:val="22"/>
        </w:rPr>
        <w:t xml:space="preserve">astrocnemius muscles embedded in </w:t>
      </w:r>
      <w:r>
        <w:rPr>
          <w:rFonts w:ascii="Calibri" w:hAnsi="Calibri" w:cs="Calibri"/>
          <w:bCs/>
          <w:sz w:val="22"/>
          <w:szCs w:val="22"/>
        </w:rPr>
        <w:t>tragacanth gum</w:t>
      </w:r>
      <w:r w:rsidRPr="006D77B3">
        <w:rPr>
          <w:rFonts w:ascii="Calibri" w:hAnsi="Calibri" w:cs="Calibri"/>
          <w:bCs/>
          <w:sz w:val="22"/>
          <w:szCs w:val="22"/>
        </w:rPr>
        <w:t xml:space="preserve"> were cryosectioned at </w:t>
      </w:r>
      <w:r>
        <w:rPr>
          <w:rFonts w:ascii="Calibri" w:hAnsi="Calibri" w:cs="Calibri"/>
          <w:bCs/>
          <w:sz w:val="22"/>
          <w:szCs w:val="22"/>
        </w:rPr>
        <w:t>8</w:t>
      </w:r>
      <w:r w:rsidRPr="006D77B3">
        <w:rPr>
          <w:rFonts w:ascii="Calibri" w:hAnsi="Calibri" w:cs="Calibri"/>
          <w:bCs/>
          <w:sz w:val="22"/>
          <w:szCs w:val="22"/>
        </w:rPr>
        <w:t xml:space="preserve"> μm, fixed in ice-cold acetone</w:t>
      </w:r>
      <w:r>
        <w:rPr>
          <w:rFonts w:ascii="Calibri" w:hAnsi="Calibri" w:cs="Calibri"/>
          <w:bCs/>
          <w:sz w:val="22"/>
          <w:szCs w:val="22"/>
        </w:rPr>
        <w:t xml:space="preserve"> for 5 min</w:t>
      </w:r>
      <w:r w:rsidRPr="006D77B3">
        <w:rPr>
          <w:rFonts w:ascii="Calibri" w:hAnsi="Calibri" w:cs="Calibri"/>
          <w:bCs/>
          <w:sz w:val="22"/>
          <w:szCs w:val="22"/>
        </w:rPr>
        <w:t>,</w:t>
      </w:r>
      <w:r>
        <w:rPr>
          <w:rFonts w:ascii="Calibri" w:hAnsi="Calibri" w:cs="Calibri"/>
          <w:bCs/>
          <w:sz w:val="22"/>
          <w:szCs w:val="22"/>
        </w:rPr>
        <w:t xml:space="preserve"> </w:t>
      </w:r>
      <w:r w:rsidRPr="00C8569E">
        <w:rPr>
          <w:rFonts w:ascii="Calibri" w:hAnsi="Calibri" w:cs="Calibri"/>
          <w:bCs/>
          <w:sz w:val="22"/>
          <w:szCs w:val="22"/>
        </w:rPr>
        <w:t xml:space="preserve">blocked for </w:t>
      </w:r>
      <w:r>
        <w:rPr>
          <w:rFonts w:ascii="Calibri" w:hAnsi="Calibri" w:cs="Calibri"/>
          <w:bCs/>
          <w:sz w:val="22"/>
          <w:szCs w:val="22"/>
        </w:rPr>
        <w:t>1 hour</w:t>
      </w:r>
      <w:r w:rsidRPr="00C8569E">
        <w:rPr>
          <w:rFonts w:ascii="Calibri" w:hAnsi="Calibri" w:cs="Calibri"/>
          <w:bCs/>
          <w:sz w:val="22"/>
          <w:szCs w:val="22"/>
        </w:rPr>
        <w:t xml:space="preserve"> at room temperature in PBS containing 5% BSA</w:t>
      </w:r>
      <w:r>
        <w:rPr>
          <w:rFonts w:ascii="Calibri" w:hAnsi="Calibri" w:cs="Calibri"/>
          <w:bCs/>
          <w:sz w:val="22"/>
          <w:szCs w:val="22"/>
        </w:rPr>
        <w:t>,</w:t>
      </w:r>
      <w:r w:rsidRPr="006D77B3">
        <w:rPr>
          <w:rFonts w:ascii="Calibri" w:hAnsi="Calibri" w:cs="Calibri"/>
          <w:bCs/>
          <w:sz w:val="22"/>
          <w:szCs w:val="22"/>
        </w:rPr>
        <w:t xml:space="preserve"> and stained for immunofluorescent</w:t>
      </w:r>
      <w:r>
        <w:rPr>
          <w:rFonts w:ascii="Calibri" w:hAnsi="Calibri" w:cs="Calibri"/>
          <w:bCs/>
          <w:sz w:val="22"/>
          <w:szCs w:val="22"/>
        </w:rPr>
        <w:t xml:space="preserve"> (IF)</w:t>
      </w:r>
      <w:r w:rsidRPr="006D77B3">
        <w:rPr>
          <w:rFonts w:ascii="Calibri" w:hAnsi="Calibri" w:cs="Calibri"/>
          <w:bCs/>
          <w:sz w:val="22"/>
          <w:szCs w:val="22"/>
        </w:rPr>
        <w:t xml:space="preserve"> analysis using</w:t>
      </w:r>
      <w:r>
        <w:rPr>
          <w:rFonts w:ascii="Calibri" w:hAnsi="Calibri" w:cs="Calibri"/>
          <w:bCs/>
          <w:sz w:val="22"/>
          <w:szCs w:val="22"/>
        </w:rPr>
        <w:t xml:space="preserve"> a combination of</w:t>
      </w:r>
      <w:r w:rsidRPr="006D77B3">
        <w:rPr>
          <w:rFonts w:ascii="Calibri" w:hAnsi="Calibri" w:cs="Calibri"/>
          <w:bCs/>
          <w:sz w:val="22"/>
          <w:szCs w:val="22"/>
        </w:rPr>
        <w:t xml:space="preserve"> </w:t>
      </w:r>
      <w:r w:rsidR="0002258C" w:rsidRPr="0037564C">
        <w:rPr>
          <w:rFonts w:ascii="Calibri" w:hAnsi="Calibri" w:cs="Calibri"/>
          <w:bCs/>
          <w:sz w:val="22"/>
          <w:szCs w:val="22"/>
        </w:rPr>
        <w:t>Phalloidin</w:t>
      </w:r>
      <w:r w:rsidR="0002258C">
        <w:rPr>
          <w:rFonts w:ascii="Calibri" w:hAnsi="Calibri" w:cs="Calibri"/>
          <w:bCs/>
          <w:sz w:val="22"/>
          <w:szCs w:val="22"/>
        </w:rPr>
        <w:t xml:space="preserve">  (</w:t>
      </w:r>
      <w:r w:rsidR="0002258C" w:rsidRPr="0037564C">
        <w:rPr>
          <w:rFonts w:ascii="Calibri" w:hAnsi="Calibri" w:cs="Calibri"/>
          <w:bCs/>
          <w:sz w:val="22"/>
          <w:szCs w:val="22"/>
        </w:rPr>
        <w:t>CF</w:t>
      </w:r>
      <w:r w:rsidR="0002258C">
        <w:rPr>
          <w:rFonts w:ascii="Calibri" w:hAnsi="Calibri" w:cs="Calibri"/>
          <w:bCs/>
          <w:sz w:val="22"/>
          <w:szCs w:val="22"/>
        </w:rPr>
        <w:t xml:space="preserve">568-conjugated; </w:t>
      </w:r>
      <w:r w:rsidR="0002258C" w:rsidRPr="0002258C">
        <w:rPr>
          <w:rFonts w:ascii="Calibri" w:hAnsi="Calibri" w:cs="Calibri"/>
          <w:bCs/>
          <w:sz w:val="22"/>
          <w:szCs w:val="22"/>
        </w:rPr>
        <w:t>Biotium</w:t>
      </w:r>
      <w:r w:rsidR="0002258C">
        <w:rPr>
          <w:rFonts w:ascii="Calibri" w:hAnsi="Calibri" w:cs="Calibri"/>
          <w:bCs/>
          <w:sz w:val="22"/>
          <w:szCs w:val="22"/>
        </w:rPr>
        <w:t xml:space="preserve"> #</w:t>
      </w:r>
      <w:r w:rsidR="0002258C" w:rsidRPr="0002258C">
        <w:rPr>
          <w:rFonts w:ascii="Calibri" w:hAnsi="Calibri" w:cs="Calibri"/>
          <w:bCs/>
          <w:sz w:val="22"/>
          <w:szCs w:val="22"/>
        </w:rPr>
        <w:t>0004</w:t>
      </w:r>
      <w:r w:rsidR="0002258C">
        <w:rPr>
          <w:rFonts w:ascii="Calibri" w:hAnsi="Calibri" w:cs="Calibri"/>
          <w:bCs/>
          <w:sz w:val="22"/>
          <w:szCs w:val="22"/>
        </w:rPr>
        <w:t>4</w:t>
      </w:r>
      <w:r w:rsidR="002D687D">
        <w:rPr>
          <w:rFonts w:ascii="Calibri" w:hAnsi="Calibri" w:cs="Calibri"/>
          <w:bCs/>
          <w:sz w:val="22"/>
          <w:szCs w:val="22"/>
        </w:rPr>
        <w:t>; 1:100</w:t>
      </w:r>
      <w:r w:rsidR="0002258C">
        <w:rPr>
          <w:rFonts w:ascii="Calibri" w:hAnsi="Calibri" w:cs="Calibri"/>
          <w:bCs/>
          <w:sz w:val="22"/>
          <w:szCs w:val="22"/>
        </w:rPr>
        <w:t xml:space="preserve">), </w:t>
      </w:r>
      <w:r w:rsidR="0002258C" w:rsidRPr="0037564C">
        <w:rPr>
          <w:rFonts w:ascii="Calibri" w:hAnsi="Calibri" w:cs="Calibri"/>
          <w:bCs/>
          <w:sz w:val="22"/>
          <w:szCs w:val="22"/>
        </w:rPr>
        <w:t xml:space="preserve"> </w:t>
      </w:r>
      <w:r w:rsidRPr="00C8569E">
        <w:rPr>
          <w:rFonts w:ascii="Calibri" w:hAnsi="Calibri" w:cs="Calibri"/>
          <w:bCs/>
          <w:sz w:val="22"/>
          <w:szCs w:val="22"/>
        </w:rPr>
        <w:t>rabbit anti-laminin (Sigma-Aldrich L9393</w:t>
      </w:r>
      <w:r>
        <w:rPr>
          <w:rFonts w:ascii="Calibri" w:hAnsi="Calibri" w:cs="Calibri"/>
          <w:bCs/>
          <w:sz w:val="22"/>
          <w:szCs w:val="22"/>
        </w:rPr>
        <w:t>;</w:t>
      </w:r>
      <w:r w:rsidRPr="00C8569E">
        <w:rPr>
          <w:rFonts w:ascii="Calibri" w:hAnsi="Calibri" w:cs="Calibri"/>
          <w:bCs/>
          <w:sz w:val="22"/>
          <w:szCs w:val="22"/>
        </w:rPr>
        <w:t xml:space="preserve"> 1</w:t>
      </w:r>
      <w:r>
        <w:rPr>
          <w:rFonts w:ascii="Calibri" w:hAnsi="Calibri" w:cs="Calibri"/>
          <w:bCs/>
          <w:sz w:val="22"/>
          <w:szCs w:val="22"/>
        </w:rPr>
        <w:t>:</w:t>
      </w:r>
      <w:r w:rsidRPr="00C8569E">
        <w:rPr>
          <w:rFonts w:ascii="Calibri" w:hAnsi="Calibri" w:cs="Calibri"/>
          <w:bCs/>
          <w:sz w:val="22"/>
          <w:szCs w:val="22"/>
        </w:rPr>
        <w:t>200</w:t>
      </w:r>
      <w:r>
        <w:rPr>
          <w:rFonts w:ascii="Calibri" w:hAnsi="Calibri" w:cs="Calibri"/>
          <w:bCs/>
          <w:sz w:val="22"/>
          <w:szCs w:val="22"/>
        </w:rPr>
        <w:t>)</w:t>
      </w:r>
      <w:r w:rsidRPr="00C8569E">
        <w:rPr>
          <w:rFonts w:ascii="Calibri" w:hAnsi="Calibri" w:cs="Calibri"/>
          <w:bCs/>
          <w:sz w:val="22"/>
          <w:szCs w:val="22"/>
        </w:rPr>
        <w:t>, mouse anti-</w:t>
      </w:r>
      <w:r>
        <w:rPr>
          <w:rFonts w:ascii="Calibri" w:hAnsi="Calibri" w:cs="Calibri"/>
          <w:bCs/>
          <w:sz w:val="22"/>
          <w:szCs w:val="22"/>
        </w:rPr>
        <w:t>eMyHC</w:t>
      </w:r>
      <w:r w:rsidRPr="00C8569E">
        <w:rPr>
          <w:rFonts w:ascii="Calibri" w:hAnsi="Calibri" w:cs="Calibri"/>
          <w:bCs/>
          <w:sz w:val="22"/>
          <w:szCs w:val="22"/>
        </w:rPr>
        <w:t xml:space="preserve"> (DSHB</w:t>
      </w:r>
      <w:r>
        <w:rPr>
          <w:rFonts w:ascii="Calibri" w:hAnsi="Calibri" w:cs="Calibri"/>
          <w:bCs/>
          <w:sz w:val="22"/>
          <w:szCs w:val="22"/>
        </w:rPr>
        <w:t xml:space="preserve"> </w:t>
      </w:r>
      <w:r w:rsidRPr="00C8569E">
        <w:rPr>
          <w:rFonts w:ascii="Calibri" w:hAnsi="Calibri" w:cs="Calibri"/>
          <w:bCs/>
          <w:sz w:val="22"/>
          <w:szCs w:val="22"/>
        </w:rPr>
        <w:t>F1.652</w:t>
      </w:r>
      <w:r>
        <w:rPr>
          <w:rFonts w:ascii="Calibri" w:hAnsi="Calibri" w:cs="Calibri"/>
          <w:bCs/>
          <w:sz w:val="22"/>
          <w:szCs w:val="22"/>
        </w:rPr>
        <w:t xml:space="preserve">; </w:t>
      </w:r>
      <w:r w:rsidRPr="00C8569E">
        <w:rPr>
          <w:rFonts w:ascii="Calibri" w:hAnsi="Calibri" w:cs="Calibri"/>
          <w:bCs/>
          <w:sz w:val="22"/>
          <w:szCs w:val="22"/>
        </w:rPr>
        <w:t>1</w:t>
      </w:r>
      <w:r>
        <w:rPr>
          <w:rFonts w:ascii="Calibri" w:hAnsi="Calibri" w:cs="Calibri"/>
          <w:bCs/>
          <w:sz w:val="22"/>
          <w:szCs w:val="22"/>
        </w:rPr>
        <w:t>:</w:t>
      </w:r>
      <w:r w:rsidRPr="00C8569E">
        <w:rPr>
          <w:rFonts w:ascii="Calibri" w:hAnsi="Calibri" w:cs="Calibri"/>
          <w:bCs/>
          <w:sz w:val="22"/>
          <w:szCs w:val="22"/>
        </w:rPr>
        <w:t>20</w:t>
      </w:r>
      <w:r>
        <w:rPr>
          <w:rFonts w:ascii="Calibri" w:hAnsi="Calibri" w:cs="Calibri"/>
          <w:bCs/>
          <w:sz w:val="22"/>
          <w:szCs w:val="22"/>
        </w:rPr>
        <w:t>)</w:t>
      </w:r>
      <w:r w:rsidRPr="00C8569E">
        <w:rPr>
          <w:rFonts w:ascii="Calibri" w:hAnsi="Calibri" w:cs="Calibri"/>
          <w:bCs/>
          <w:sz w:val="22"/>
          <w:szCs w:val="22"/>
        </w:rPr>
        <w:t>,</w:t>
      </w:r>
      <w:r w:rsidR="00E2755F">
        <w:rPr>
          <w:rFonts w:ascii="Calibri" w:hAnsi="Calibri" w:cs="Calibri"/>
          <w:bCs/>
          <w:sz w:val="22"/>
          <w:szCs w:val="22"/>
        </w:rPr>
        <w:t xml:space="preserve"> rabbit anti-MYH3 (</w:t>
      </w:r>
      <w:r w:rsidR="00E2755F" w:rsidRPr="00E2755F">
        <w:rPr>
          <w:rFonts w:ascii="Calibri" w:hAnsi="Calibri" w:cs="Calibri"/>
          <w:bCs/>
          <w:sz w:val="22"/>
          <w:szCs w:val="22"/>
        </w:rPr>
        <w:t>Proteintech</w:t>
      </w:r>
      <w:r w:rsidR="00E2755F">
        <w:rPr>
          <w:rFonts w:ascii="Calibri" w:hAnsi="Calibri" w:cs="Calibri"/>
          <w:bCs/>
          <w:sz w:val="22"/>
          <w:szCs w:val="22"/>
        </w:rPr>
        <w:t xml:space="preserve"> </w:t>
      </w:r>
      <w:r w:rsidR="00E2755F" w:rsidRPr="00E2755F">
        <w:rPr>
          <w:rFonts w:ascii="Calibri" w:hAnsi="Calibri" w:cs="Calibri"/>
          <w:bCs/>
          <w:sz w:val="22"/>
          <w:szCs w:val="22"/>
        </w:rPr>
        <w:t>22287-1-AP</w:t>
      </w:r>
      <w:r w:rsidR="001217E3">
        <w:rPr>
          <w:rFonts w:ascii="Calibri" w:hAnsi="Calibri" w:cs="Calibri"/>
          <w:bCs/>
          <w:sz w:val="22"/>
          <w:szCs w:val="22"/>
        </w:rPr>
        <w:t xml:space="preserve">; </w:t>
      </w:r>
      <w:r w:rsidR="00E2755F">
        <w:rPr>
          <w:rFonts w:ascii="Calibri" w:hAnsi="Calibri" w:cs="Calibri"/>
          <w:bCs/>
          <w:sz w:val="22"/>
          <w:szCs w:val="22"/>
        </w:rPr>
        <w:t>1:250),</w:t>
      </w:r>
      <w:r w:rsidRPr="00C8569E">
        <w:rPr>
          <w:rFonts w:ascii="Calibri" w:hAnsi="Calibri" w:cs="Calibri"/>
          <w:bCs/>
          <w:sz w:val="22"/>
          <w:szCs w:val="22"/>
        </w:rPr>
        <w:t xml:space="preserve"> rabbit anti-Desmin (Abcam</w:t>
      </w:r>
      <w:r>
        <w:rPr>
          <w:rFonts w:ascii="Calibri" w:hAnsi="Calibri" w:cs="Calibri"/>
          <w:bCs/>
          <w:sz w:val="22"/>
          <w:szCs w:val="22"/>
        </w:rPr>
        <w:t xml:space="preserve"> </w:t>
      </w:r>
      <w:r w:rsidRPr="00C8569E">
        <w:rPr>
          <w:rFonts w:ascii="Calibri" w:hAnsi="Calibri" w:cs="Calibri"/>
          <w:bCs/>
          <w:sz w:val="22"/>
          <w:szCs w:val="22"/>
        </w:rPr>
        <w:t>32362</w:t>
      </w:r>
      <w:r>
        <w:rPr>
          <w:rFonts w:ascii="Calibri" w:hAnsi="Calibri" w:cs="Calibri"/>
          <w:bCs/>
          <w:sz w:val="22"/>
          <w:szCs w:val="22"/>
        </w:rPr>
        <w:t xml:space="preserve">; </w:t>
      </w:r>
      <w:r w:rsidRPr="00C8569E">
        <w:rPr>
          <w:rFonts w:ascii="Calibri" w:hAnsi="Calibri" w:cs="Calibri"/>
          <w:bCs/>
          <w:sz w:val="22"/>
          <w:szCs w:val="22"/>
        </w:rPr>
        <w:t>1</w:t>
      </w:r>
      <w:r>
        <w:rPr>
          <w:rFonts w:ascii="Calibri" w:hAnsi="Calibri" w:cs="Calibri"/>
          <w:bCs/>
          <w:sz w:val="22"/>
          <w:szCs w:val="22"/>
        </w:rPr>
        <w:t>:</w:t>
      </w:r>
      <w:r w:rsidRPr="00C8569E">
        <w:rPr>
          <w:rFonts w:ascii="Calibri" w:hAnsi="Calibri" w:cs="Calibri"/>
          <w:bCs/>
          <w:sz w:val="22"/>
          <w:szCs w:val="22"/>
        </w:rPr>
        <w:t>200</w:t>
      </w:r>
      <w:r>
        <w:rPr>
          <w:rFonts w:ascii="Calibri" w:hAnsi="Calibri" w:cs="Calibri"/>
          <w:bCs/>
          <w:sz w:val="22"/>
          <w:szCs w:val="22"/>
        </w:rPr>
        <w:t>)</w:t>
      </w:r>
      <w:r w:rsidRPr="00C8569E">
        <w:rPr>
          <w:rFonts w:ascii="Calibri" w:hAnsi="Calibri" w:cs="Calibri"/>
          <w:bCs/>
          <w:sz w:val="22"/>
          <w:szCs w:val="22"/>
        </w:rPr>
        <w:t>, rat anti-F4/80 (Abcam 6640</w:t>
      </w:r>
      <w:r>
        <w:rPr>
          <w:rFonts w:ascii="Calibri" w:hAnsi="Calibri" w:cs="Calibri"/>
          <w:bCs/>
          <w:sz w:val="22"/>
          <w:szCs w:val="22"/>
        </w:rPr>
        <w:t xml:space="preserve">; </w:t>
      </w:r>
      <w:r w:rsidRPr="00C8569E">
        <w:rPr>
          <w:rFonts w:ascii="Calibri" w:hAnsi="Calibri" w:cs="Calibri"/>
          <w:bCs/>
          <w:sz w:val="22"/>
          <w:szCs w:val="22"/>
        </w:rPr>
        <w:t>1</w:t>
      </w:r>
      <w:r>
        <w:rPr>
          <w:rFonts w:ascii="Calibri" w:hAnsi="Calibri" w:cs="Calibri"/>
          <w:bCs/>
          <w:sz w:val="22"/>
          <w:szCs w:val="22"/>
        </w:rPr>
        <w:t>:</w:t>
      </w:r>
      <w:r w:rsidRPr="00C8569E">
        <w:rPr>
          <w:rFonts w:ascii="Calibri" w:hAnsi="Calibri" w:cs="Calibri"/>
          <w:bCs/>
          <w:sz w:val="22"/>
          <w:szCs w:val="22"/>
        </w:rPr>
        <w:t>200</w:t>
      </w:r>
      <w:r>
        <w:rPr>
          <w:rFonts w:ascii="Calibri" w:hAnsi="Calibri" w:cs="Calibri"/>
          <w:bCs/>
          <w:sz w:val="22"/>
          <w:szCs w:val="22"/>
        </w:rPr>
        <w:t xml:space="preserve">), rat anti-CD68 (Bio-Rad </w:t>
      </w:r>
      <w:r w:rsidRPr="00A52B84">
        <w:rPr>
          <w:rFonts w:ascii="Calibri" w:hAnsi="Calibri" w:cs="Calibri"/>
          <w:bCs/>
          <w:sz w:val="22"/>
          <w:szCs w:val="22"/>
        </w:rPr>
        <w:t>MCA1957GA</w:t>
      </w:r>
      <w:r>
        <w:rPr>
          <w:rFonts w:ascii="Calibri" w:hAnsi="Calibri" w:cs="Calibri"/>
          <w:bCs/>
          <w:sz w:val="22"/>
          <w:szCs w:val="22"/>
        </w:rPr>
        <w:t>; 1:100), goat anti-GPNMB (</w:t>
      </w:r>
      <w:r w:rsidR="00B14C76">
        <w:rPr>
          <w:rFonts w:ascii="Calibri" w:hAnsi="Calibri" w:cs="Calibri"/>
          <w:bCs/>
          <w:sz w:val="22"/>
          <w:szCs w:val="22"/>
        </w:rPr>
        <w:t xml:space="preserve">R&amp;D Systems </w:t>
      </w:r>
      <w:r w:rsidRPr="00F576E8">
        <w:rPr>
          <w:rFonts w:ascii="Calibri" w:hAnsi="Calibri" w:cs="Calibri"/>
          <w:bCs/>
          <w:sz w:val="22"/>
          <w:szCs w:val="22"/>
        </w:rPr>
        <w:t>AF2330</w:t>
      </w:r>
      <w:r>
        <w:rPr>
          <w:rFonts w:ascii="Calibri" w:hAnsi="Calibri" w:cs="Calibri"/>
          <w:bCs/>
          <w:sz w:val="22"/>
          <w:szCs w:val="22"/>
        </w:rPr>
        <w:t>; 1:250), rat anti-CCL2 (</w:t>
      </w:r>
      <w:r w:rsidRPr="00F576E8">
        <w:rPr>
          <w:rFonts w:ascii="Calibri" w:hAnsi="Calibri" w:cs="Calibri"/>
          <w:bCs/>
          <w:sz w:val="22"/>
          <w:szCs w:val="22"/>
        </w:rPr>
        <w:t>Bio-Techne</w:t>
      </w:r>
      <w:r>
        <w:rPr>
          <w:rFonts w:ascii="Calibri" w:hAnsi="Calibri" w:cs="Calibri"/>
          <w:bCs/>
          <w:sz w:val="22"/>
          <w:szCs w:val="22"/>
        </w:rPr>
        <w:t xml:space="preserve"> </w:t>
      </w:r>
      <w:r w:rsidRPr="00F576E8">
        <w:rPr>
          <w:rFonts w:ascii="Calibri" w:hAnsi="Calibri" w:cs="Calibri"/>
          <w:bCs/>
          <w:sz w:val="22"/>
          <w:szCs w:val="22"/>
        </w:rPr>
        <w:t>MAB479-SP</w:t>
      </w:r>
      <w:r>
        <w:rPr>
          <w:rFonts w:ascii="Calibri" w:hAnsi="Calibri" w:cs="Calibri"/>
          <w:bCs/>
          <w:sz w:val="22"/>
          <w:szCs w:val="22"/>
        </w:rPr>
        <w:t>; 1:</w:t>
      </w:r>
      <w:r w:rsidR="002D687D">
        <w:rPr>
          <w:rFonts w:ascii="Calibri" w:hAnsi="Calibri" w:cs="Calibri"/>
          <w:bCs/>
          <w:sz w:val="22"/>
          <w:szCs w:val="22"/>
        </w:rPr>
        <w:t>10</w:t>
      </w:r>
      <w:r>
        <w:rPr>
          <w:rFonts w:ascii="Calibri" w:hAnsi="Calibri" w:cs="Calibri"/>
          <w:bCs/>
          <w:sz w:val="22"/>
          <w:szCs w:val="22"/>
        </w:rPr>
        <w:t xml:space="preserve">0), rabbit anti-MMP-12 (Proteintech </w:t>
      </w:r>
      <w:r w:rsidRPr="00F576E8">
        <w:rPr>
          <w:rFonts w:ascii="Calibri" w:hAnsi="Calibri" w:cs="Calibri"/>
          <w:bCs/>
          <w:sz w:val="22"/>
          <w:szCs w:val="22"/>
        </w:rPr>
        <w:t>22989-1-AP</w:t>
      </w:r>
      <w:r w:rsidR="001217E3">
        <w:rPr>
          <w:rFonts w:ascii="Calibri" w:hAnsi="Calibri" w:cs="Calibri"/>
          <w:bCs/>
          <w:sz w:val="22"/>
          <w:szCs w:val="22"/>
        </w:rPr>
        <w:t>;</w:t>
      </w:r>
      <w:r>
        <w:rPr>
          <w:rFonts w:ascii="Calibri" w:hAnsi="Calibri" w:cs="Calibri"/>
          <w:bCs/>
          <w:sz w:val="22"/>
          <w:szCs w:val="22"/>
        </w:rPr>
        <w:t xml:space="preserve"> 1:</w:t>
      </w:r>
      <w:r w:rsidR="002D687D">
        <w:rPr>
          <w:rFonts w:ascii="Calibri" w:hAnsi="Calibri" w:cs="Calibri"/>
          <w:bCs/>
          <w:sz w:val="22"/>
          <w:szCs w:val="22"/>
        </w:rPr>
        <w:t>4</w:t>
      </w:r>
      <w:r>
        <w:rPr>
          <w:rFonts w:ascii="Calibri" w:hAnsi="Calibri" w:cs="Calibri"/>
          <w:bCs/>
          <w:sz w:val="22"/>
          <w:szCs w:val="22"/>
        </w:rPr>
        <w:t>00)</w:t>
      </w:r>
      <w:r w:rsidR="00641958">
        <w:rPr>
          <w:rFonts w:ascii="Calibri" w:hAnsi="Calibri" w:cs="Calibri"/>
          <w:bCs/>
          <w:sz w:val="22"/>
          <w:szCs w:val="22"/>
        </w:rPr>
        <w:t xml:space="preserve">, </w:t>
      </w:r>
      <w:r w:rsidR="00641958" w:rsidRPr="002D687D">
        <w:rPr>
          <w:rFonts w:ascii="Calibri" w:hAnsi="Calibri" w:cs="Calibri"/>
          <w:bCs/>
          <w:sz w:val="22"/>
          <w:szCs w:val="22"/>
        </w:rPr>
        <w:t>rabbit anti-GDF15 (Abcam ab105738</w:t>
      </w:r>
      <w:r w:rsidR="001217E3">
        <w:rPr>
          <w:rFonts w:ascii="Calibri" w:hAnsi="Calibri" w:cs="Calibri"/>
          <w:bCs/>
          <w:sz w:val="22"/>
          <w:szCs w:val="22"/>
        </w:rPr>
        <w:t>;</w:t>
      </w:r>
      <w:r w:rsidR="00DD43C7" w:rsidRPr="002D687D">
        <w:rPr>
          <w:rFonts w:ascii="Calibri" w:hAnsi="Calibri" w:cs="Calibri"/>
          <w:bCs/>
          <w:sz w:val="22"/>
          <w:szCs w:val="22"/>
        </w:rPr>
        <w:t xml:space="preserve"> 1:</w:t>
      </w:r>
      <w:r w:rsidR="002D687D" w:rsidRPr="002D687D">
        <w:rPr>
          <w:rFonts w:ascii="Calibri" w:hAnsi="Calibri" w:cs="Calibri"/>
          <w:bCs/>
          <w:sz w:val="22"/>
          <w:szCs w:val="22"/>
        </w:rPr>
        <w:t>1</w:t>
      </w:r>
      <w:r w:rsidR="00DD43C7" w:rsidRPr="002D687D">
        <w:rPr>
          <w:rFonts w:ascii="Calibri" w:hAnsi="Calibri" w:cs="Calibri"/>
          <w:bCs/>
          <w:sz w:val="22"/>
          <w:szCs w:val="22"/>
        </w:rPr>
        <w:t>00</w:t>
      </w:r>
      <w:r w:rsidR="00641958" w:rsidRPr="002D687D">
        <w:rPr>
          <w:rFonts w:ascii="Calibri" w:hAnsi="Calibri" w:cs="Calibri"/>
          <w:bCs/>
          <w:sz w:val="22"/>
          <w:szCs w:val="22"/>
        </w:rPr>
        <w:t>),</w:t>
      </w:r>
      <w:r w:rsidR="00641958">
        <w:rPr>
          <w:rFonts w:ascii="Calibri" w:hAnsi="Calibri" w:cs="Calibri"/>
          <w:bCs/>
          <w:sz w:val="22"/>
          <w:szCs w:val="22"/>
        </w:rPr>
        <w:t xml:space="preserve"> </w:t>
      </w:r>
      <w:r w:rsidR="00AE2B0F">
        <w:rPr>
          <w:rFonts w:ascii="Calibri" w:hAnsi="Calibri" w:cs="Calibri"/>
          <w:bCs/>
          <w:sz w:val="22"/>
          <w:szCs w:val="22"/>
        </w:rPr>
        <w:t xml:space="preserve">rat </w:t>
      </w:r>
      <w:r w:rsidR="00641958">
        <w:rPr>
          <w:rFonts w:ascii="Calibri" w:hAnsi="Calibri" w:cs="Calibri"/>
          <w:bCs/>
          <w:sz w:val="22"/>
          <w:szCs w:val="22"/>
        </w:rPr>
        <w:t>anti-</w:t>
      </w:r>
      <w:r w:rsidR="00AE2B0F">
        <w:rPr>
          <w:rFonts w:ascii="Calibri" w:hAnsi="Calibri" w:cs="Calibri"/>
          <w:bCs/>
          <w:sz w:val="22"/>
          <w:szCs w:val="22"/>
        </w:rPr>
        <w:t>CD18</w:t>
      </w:r>
      <w:r w:rsidR="00DD43C7">
        <w:rPr>
          <w:rFonts w:ascii="Calibri" w:hAnsi="Calibri" w:cs="Calibri"/>
          <w:bCs/>
          <w:sz w:val="22"/>
          <w:szCs w:val="22"/>
        </w:rPr>
        <w:t>/ITGB2</w:t>
      </w:r>
      <w:r w:rsidR="00AE2B0F">
        <w:rPr>
          <w:rFonts w:ascii="Calibri" w:hAnsi="Calibri" w:cs="Calibri"/>
          <w:bCs/>
          <w:sz w:val="22"/>
          <w:szCs w:val="22"/>
        </w:rPr>
        <w:t xml:space="preserve"> (Thermo Scientific </w:t>
      </w:r>
      <w:r w:rsidR="00AE2B0F" w:rsidRPr="00B14C76">
        <w:rPr>
          <w:rFonts w:ascii="Calibri" w:hAnsi="Calibri" w:cs="Calibri"/>
          <w:bCs/>
          <w:sz w:val="22"/>
          <w:szCs w:val="22"/>
        </w:rPr>
        <w:t>14-0181-82</w:t>
      </w:r>
      <w:r w:rsidR="00AE2B0F" w:rsidRPr="009B7D6C">
        <w:rPr>
          <w:rFonts w:ascii="Calibri" w:hAnsi="Calibri" w:cs="Calibri"/>
          <w:bCs/>
          <w:sz w:val="22"/>
          <w:szCs w:val="22"/>
        </w:rPr>
        <w:t>, 1:200)</w:t>
      </w:r>
      <w:r w:rsidR="00641958" w:rsidRPr="009B7D6C">
        <w:rPr>
          <w:rFonts w:ascii="Calibri" w:hAnsi="Calibri" w:cs="Calibri"/>
          <w:bCs/>
          <w:sz w:val="22"/>
          <w:szCs w:val="22"/>
        </w:rPr>
        <w:t>,</w:t>
      </w:r>
      <w:r w:rsidR="00641958">
        <w:rPr>
          <w:rFonts w:ascii="Calibri" w:hAnsi="Calibri" w:cs="Calibri"/>
          <w:bCs/>
          <w:sz w:val="22"/>
          <w:szCs w:val="22"/>
        </w:rPr>
        <w:t xml:space="preserve"> </w:t>
      </w:r>
      <w:r w:rsidR="00534B47">
        <w:rPr>
          <w:rFonts w:ascii="Calibri" w:hAnsi="Calibri" w:cs="Calibri"/>
          <w:bCs/>
          <w:sz w:val="22"/>
          <w:szCs w:val="22"/>
        </w:rPr>
        <w:t xml:space="preserve">rat </w:t>
      </w:r>
      <w:r w:rsidR="00641958">
        <w:rPr>
          <w:rFonts w:ascii="Calibri" w:hAnsi="Calibri" w:cs="Calibri"/>
          <w:bCs/>
          <w:sz w:val="22"/>
          <w:szCs w:val="22"/>
        </w:rPr>
        <w:t>anti-CD44</w:t>
      </w:r>
      <w:r w:rsidR="00534B47">
        <w:rPr>
          <w:rFonts w:ascii="Calibri" w:hAnsi="Calibri" w:cs="Calibri"/>
          <w:bCs/>
          <w:sz w:val="22"/>
          <w:szCs w:val="22"/>
        </w:rPr>
        <w:t xml:space="preserve"> (</w:t>
      </w:r>
      <w:r w:rsidR="00534B47" w:rsidRPr="00534B47">
        <w:rPr>
          <w:rFonts w:ascii="Calibri" w:hAnsi="Calibri" w:cs="Calibri"/>
          <w:bCs/>
          <w:sz w:val="22"/>
          <w:szCs w:val="22"/>
        </w:rPr>
        <w:t>BD</w:t>
      </w:r>
      <w:r w:rsidR="00534B47">
        <w:rPr>
          <w:rFonts w:ascii="Calibri" w:hAnsi="Calibri" w:cs="Calibri"/>
          <w:bCs/>
          <w:sz w:val="22"/>
          <w:szCs w:val="22"/>
        </w:rPr>
        <w:t xml:space="preserve"> </w:t>
      </w:r>
      <w:r w:rsidR="00534B47" w:rsidRPr="009B7D6C">
        <w:rPr>
          <w:rFonts w:ascii="Calibri" w:hAnsi="Calibri" w:cs="Calibri"/>
          <w:bCs/>
          <w:sz w:val="22"/>
          <w:szCs w:val="22"/>
        </w:rPr>
        <w:t>550538</w:t>
      </w:r>
      <w:r w:rsidR="001217E3">
        <w:rPr>
          <w:rFonts w:ascii="Calibri" w:hAnsi="Calibri" w:cs="Calibri"/>
          <w:bCs/>
          <w:sz w:val="22"/>
          <w:szCs w:val="22"/>
        </w:rPr>
        <w:t>;</w:t>
      </w:r>
      <w:r w:rsidR="00534B47" w:rsidRPr="009B7D6C">
        <w:rPr>
          <w:rFonts w:ascii="Calibri" w:hAnsi="Calibri" w:cs="Calibri"/>
          <w:bCs/>
          <w:sz w:val="22"/>
          <w:szCs w:val="22"/>
        </w:rPr>
        <w:t xml:space="preserve"> 1:</w:t>
      </w:r>
      <w:r w:rsidR="009B7D6C" w:rsidRPr="009B7D6C">
        <w:rPr>
          <w:rFonts w:ascii="Calibri" w:hAnsi="Calibri" w:cs="Calibri"/>
          <w:bCs/>
          <w:sz w:val="22"/>
          <w:szCs w:val="22"/>
        </w:rPr>
        <w:t>1</w:t>
      </w:r>
      <w:r w:rsidR="00534B47" w:rsidRPr="009B7D6C">
        <w:rPr>
          <w:rFonts w:ascii="Calibri" w:hAnsi="Calibri" w:cs="Calibri"/>
          <w:bCs/>
          <w:sz w:val="22"/>
          <w:szCs w:val="22"/>
        </w:rPr>
        <w:t>00)</w:t>
      </w:r>
      <w:r w:rsidR="00641958" w:rsidRPr="009B7D6C">
        <w:rPr>
          <w:rFonts w:ascii="Calibri" w:hAnsi="Calibri" w:cs="Calibri"/>
          <w:bCs/>
          <w:sz w:val="22"/>
          <w:szCs w:val="22"/>
        </w:rPr>
        <w:t xml:space="preserve">, </w:t>
      </w:r>
      <w:r w:rsidR="00B14C76" w:rsidRPr="009B7D6C">
        <w:rPr>
          <w:rFonts w:ascii="Calibri" w:hAnsi="Calibri" w:cs="Calibri"/>
          <w:bCs/>
          <w:sz w:val="22"/>
          <w:szCs w:val="22"/>
        </w:rPr>
        <w:t>rat</w:t>
      </w:r>
      <w:r w:rsidR="00B14C76">
        <w:rPr>
          <w:rFonts w:ascii="Calibri" w:hAnsi="Calibri" w:cs="Calibri"/>
          <w:bCs/>
          <w:sz w:val="22"/>
          <w:szCs w:val="22"/>
        </w:rPr>
        <w:t xml:space="preserve"> </w:t>
      </w:r>
      <w:r w:rsidR="00641958">
        <w:rPr>
          <w:rFonts w:ascii="Calibri" w:hAnsi="Calibri" w:cs="Calibri"/>
          <w:bCs/>
          <w:sz w:val="22"/>
          <w:szCs w:val="22"/>
        </w:rPr>
        <w:t>anti-CD206-PE</w:t>
      </w:r>
      <w:r w:rsidR="00B14C76">
        <w:rPr>
          <w:rFonts w:ascii="Calibri" w:hAnsi="Calibri" w:cs="Calibri"/>
          <w:bCs/>
          <w:sz w:val="22"/>
          <w:szCs w:val="22"/>
        </w:rPr>
        <w:t xml:space="preserve"> (</w:t>
      </w:r>
      <w:r w:rsidR="00B14C76" w:rsidRPr="002D687D">
        <w:rPr>
          <w:rFonts w:ascii="Calibri" w:hAnsi="Calibri" w:cs="Calibri"/>
          <w:bCs/>
          <w:sz w:val="22"/>
          <w:szCs w:val="22"/>
        </w:rPr>
        <w:t>BioLegend #141705</w:t>
      </w:r>
      <w:r w:rsidR="001217E3">
        <w:rPr>
          <w:rFonts w:ascii="Calibri" w:hAnsi="Calibri" w:cs="Calibri"/>
          <w:bCs/>
          <w:sz w:val="22"/>
          <w:szCs w:val="22"/>
        </w:rPr>
        <w:t>;</w:t>
      </w:r>
      <w:r w:rsidR="00B14C76" w:rsidRPr="002D687D">
        <w:rPr>
          <w:rFonts w:ascii="Calibri" w:hAnsi="Calibri" w:cs="Calibri"/>
          <w:bCs/>
          <w:sz w:val="22"/>
          <w:szCs w:val="22"/>
        </w:rPr>
        <w:t xml:space="preserve"> 1:</w:t>
      </w:r>
      <w:r w:rsidR="002D687D" w:rsidRPr="002D687D">
        <w:rPr>
          <w:rFonts w:ascii="Calibri" w:hAnsi="Calibri" w:cs="Calibri"/>
          <w:bCs/>
          <w:sz w:val="22"/>
          <w:szCs w:val="22"/>
        </w:rPr>
        <w:t>5</w:t>
      </w:r>
      <w:r w:rsidR="00B14C76" w:rsidRPr="002D687D">
        <w:rPr>
          <w:rFonts w:ascii="Calibri" w:hAnsi="Calibri" w:cs="Calibri"/>
          <w:bCs/>
          <w:sz w:val="22"/>
          <w:szCs w:val="22"/>
        </w:rPr>
        <w:t>0)</w:t>
      </w:r>
      <w:r w:rsidR="00641958" w:rsidRPr="002D687D">
        <w:rPr>
          <w:rFonts w:ascii="Calibri" w:hAnsi="Calibri" w:cs="Calibri"/>
          <w:bCs/>
          <w:sz w:val="22"/>
          <w:szCs w:val="22"/>
        </w:rPr>
        <w:t>,</w:t>
      </w:r>
      <w:r w:rsidR="0037564C" w:rsidRPr="002D687D">
        <w:rPr>
          <w:rFonts w:ascii="Calibri" w:hAnsi="Calibri" w:cs="Calibri"/>
          <w:bCs/>
          <w:sz w:val="22"/>
          <w:szCs w:val="22"/>
        </w:rPr>
        <w:t xml:space="preserve"> rat anti-CD163-PE (BioLegend #155307</w:t>
      </w:r>
      <w:r w:rsidR="001217E3">
        <w:rPr>
          <w:rFonts w:ascii="Calibri" w:hAnsi="Calibri" w:cs="Calibri"/>
          <w:bCs/>
          <w:sz w:val="22"/>
          <w:szCs w:val="22"/>
        </w:rPr>
        <w:t>;</w:t>
      </w:r>
      <w:r w:rsidR="0037564C" w:rsidRPr="002D687D">
        <w:rPr>
          <w:rFonts w:ascii="Calibri" w:hAnsi="Calibri" w:cs="Calibri"/>
          <w:bCs/>
          <w:sz w:val="22"/>
          <w:szCs w:val="22"/>
        </w:rPr>
        <w:t xml:space="preserve"> 1:</w:t>
      </w:r>
      <w:r w:rsidR="002D687D" w:rsidRPr="002D687D">
        <w:rPr>
          <w:rFonts w:ascii="Calibri" w:hAnsi="Calibri" w:cs="Calibri"/>
          <w:bCs/>
          <w:sz w:val="22"/>
          <w:szCs w:val="22"/>
        </w:rPr>
        <w:t>5</w:t>
      </w:r>
      <w:r w:rsidR="0037564C" w:rsidRPr="002D687D">
        <w:rPr>
          <w:rFonts w:ascii="Calibri" w:hAnsi="Calibri" w:cs="Calibri"/>
          <w:bCs/>
          <w:sz w:val="22"/>
          <w:szCs w:val="22"/>
        </w:rPr>
        <w:t xml:space="preserve">0), </w:t>
      </w:r>
      <w:r w:rsidR="00641958" w:rsidRPr="002D687D">
        <w:rPr>
          <w:rFonts w:ascii="Calibri" w:hAnsi="Calibri" w:cs="Calibri"/>
          <w:bCs/>
          <w:sz w:val="22"/>
          <w:szCs w:val="22"/>
        </w:rPr>
        <w:t>rabbit anti-ATF3 (</w:t>
      </w:r>
      <w:r w:rsidR="00B14C76" w:rsidRPr="002D687D">
        <w:rPr>
          <w:rFonts w:ascii="Calibri" w:hAnsi="Calibri" w:cs="Calibri"/>
          <w:bCs/>
          <w:sz w:val="22"/>
          <w:szCs w:val="22"/>
        </w:rPr>
        <w:t>Novus Biolog</w:t>
      </w:r>
      <w:r w:rsidR="00B14C76" w:rsidRPr="00B14C76">
        <w:rPr>
          <w:rFonts w:ascii="Calibri" w:hAnsi="Calibri" w:cs="Calibri"/>
          <w:bCs/>
          <w:sz w:val="22"/>
          <w:szCs w:val="22"/>
        </w:rPr>
        <w:t>icals</w:t>
      </w:r>
      <w:r w:rsidR="00B14C76">
        <w:rPr>
          <w:rFonts w:ascii="Calibri" w:hAnsi="Calibri" w:cs="Calibri"/>
          <w:bCs/>
          <w:sz w:val="22"/>
          <w:szCs w:val="22"/>
        </w:rPr>
        <w:t xml:space="preserve"> </w:t>
      </w:r>
      <w:r w:rsidR="00641958" w:rsidRPr="00641958">
        <w:rPr>
          <w:rFonts w:ascii="Calibri" w:hAnsi="Calibri" w:cs="Calibri"/>
          <w:bCs/>
          <w:sz w:val="22"/>
          <w:szCs w:val="22"/>
        </w:rPr>
        <w:t>NBP1-85816</w:t>
      </w:r>
      <w:r w:rsidR="001217E3">
        <w:rPr>
          <w:rFonts w:ascii="Calibri" w:hAnsi="Calibri" w:cs="Calibri"/>
          <w:bCs/>
          <w:sz w:val="22"/>
          <w:szCs w:val="22"/>
        </w:rPr>
        <w:t>;</w:t>
      </w:r>
      <w:r w:rsidR="00641958">
        <w:rPr>
          <w:rFonts w:ascii="Calibri" w:hAnsi="Calibri" w:cs="Calibri"/>
          <w:bCs/>
          <w:sz w:val="22"/>
          <w:szCs w:val="22"/>
        </w:rPr>
        <w:t xml:space="preserve"> 1:250)</w:t>
      </w:r>
      <w:r w:rsidR="0037564C">
        <w:rPr>
          <w:rFonts w:ascii="Calibri" w:hAnsi="Calibri" w:cs="Calibri"/>
          <w:bCs/>
          <w:sz w:val="22"/>
          <w:szCs w:val="22"/>
        </w:rPr>
        <w:t xml:space="preserve">, </w:t>
      </w:r>
      <w:r w:rsidRPr="005031CE">
        <w:rPr>
          <w:rFonts w:ascii="Calibri" w:hAnsi="Calibri" w:cs="Calibri"/>
          <w:bCs/>
          <w:sz w:val="22"/>
          <w:szCs w:val="22"/>
        </w:rPr>
        <w:t xml:space="preserve"> </w:t>
      </w:r>
      <w:r>
        <w:rPr>
          <w:rFonts w:ascii="Calibri" w:hAnsi="Calibri" w:cs="Calibri"/>
          <w:bCs/>
          <w:sz w:val="22"/>
          <w:szCs w:val="22"/>
        </w:rPr>
        <w:t xml:space="preserve">and mouse </w:t>
      </w:r>
      <w:r w:rsidRPr="005031CE">
        <w:rPr>
          <w:rFonts w:ascii="Calibri" w:hAnsi="Calibri" w:cs="Calibri"/>
          <w:bCs/>
          <w:sz w:val="22"/>
          <w:szCs w:val="22"/>
        </w:rPr>
        <w:t>anti-Ki67 (</w:t>
      </w:r>
      <w:r w:rsidRPr="00A52B84">
        <w:rPr>
          <w:rFonts w:ascii="Calibri" w:hAnsi="Calibri" w:cs="Calibri"/>
          <w:bCs/>
          <w:sz w:val="22"/>
          <w:szCs w:val="22"/>
        </w:rPr>
        <w:t>BD Pharmingen</w:t>
      </w:r>
      <w:r>
        <w:rPr>
          <w:rFonts w:ascii="Calibri" w:hAnsi="Calibri" w:cs="Calibri"/>
          <w:bCs/>
          <w:sz w:val="22"/>
          <w:szCs w:val="22"/>
        </w:rPr>
        <w:t xml:space="preserve"> </w:t>
      </w:r>
      <w:r w:rsidRPr="00A52B84">
        <w:rPr>
          <w:rFonts w:ascii="Calibri" w:hAnsi="Calibri" w:cs="Calibri"/>
          <w:bCs/>
          <w:sz w:val="22"/>
          <w:szCs w:val="22"/>
        </w:rPr>
        <w:t>550609</w:t>
      </w:r>
      <w:r>
        <w:rPr>
          <w:rFonts w:ascii="Calibri" w:hAnsi="Calibri" w:cs="Calibri"/>
          <w:bCs/>
          <w:sz w:val="22"/>
          <w:szCs w:val="22"/>
        </w:rPr>
        <w:t>; 1:20</w:t>
      </w:r>
      <w:r w:rsidRPr="005031CE">
        <w:rPr>
          <w:rFonts w:ascii="Calibri" w:hAnsi="Calibri" w:cs="Calibri"/>
          <w:bCs/>
          <w:sz w:val="22"/>
          <w:szCs w:val="22"/>
        </w:rPr>
        <w:t>)</w:t>
      </w:r>
      <w:r>
        <w:rPr>
          <w:rFonts w:ascii="Calibri" w:hAnsi="Calibri" w:cs="Calibri"/>
          <w:bCs/>
          <w:sz w:val="22"/>
          <w:szCs w:val="22"/>
        </w:rPr>
        <w:t xml:space="preserve"> </w:t>
      </w:r>
      <w:r w:rsidRPr="006D77B3">
        <w:rPr>
          <w:rFonts w:ascii="Calibri" w:hAnsi="Calibri" w:cs="Calibri"/>
          <w:bCs/>
          <w:sz w:val="22"/>
          <w:szCs w:val="22"/>
        </w:rPr>
        <w:t>primary antibodies</w:t>
      </w:r>
      <w:r>
        <w:rPr>
          <w:rFonts w:ascii="Calibri" w:hAnsi="Calibri" w:cs="Calibri"/>
          <w:bCs/>
          <w:sz w:val="22"/>
          <w:szCs w:val="22"/>
        </w:rPr>
        <w:t xml:space="preserve"> for 1 hour at RT.</w:t>
      </w:r>
      <w:r w:rsidRPr="006D77B3">
        <w:rPr>
          <w:rFonts w:ascii="Calibri" w:hAnsi="Calibri" w:cs="Calibri"/>
          <w:bCs/>
          <w:sz w:val="22"/>
          <w:szCs w:val="22"/>
        </w:rPr>
        <w:t xml:space="preserve"> </w:t>
      </w:r>
      <w:r w:rsidR="00641958">
        <w:rPr>
          <w:rFonts w:ascii="Calibri" w:hAnsi="Calibri" w:cs="Calibri"/>
          <w:bCs/>
          <w:sz w:val="22"/>
          <w:szCs w:val="22"/>
        </w:rPr>
        <w:t>Unconjugated p</w:t>
      </w:r>
      <w:r>
        <w:rPr>
          <w:rFonts w:ascii="Calibri" w:hAnsi="Calibri" w:cs="Calibri"/>
          <w:bCs/>
          <w:sz w:val="22"/>
          <w:szCs w:val="22"/>
        </w:rPr>
        <w:t>rimary antibody staining was followed by three</w:t>
      </w:r>
      <w:r w:rsidR="00C7712D">
        <w:rPr>
          <w:rFonts w:ascii="Calibri" w:hAnsi="Calibri" w:cs="Calibri"/>
          <w:bCs/>
          <w:sz w:val="22"/>
          <w:szCs w:val="22"/>
        </w:rPr>
        <w:t xml:space="preserve"> 5-minute </w:t>
      </w:r>
      <w:r>
        <w:rPr>
          <w:rFonts w:ascii="Calibri" w:hAnsi="Calibri" w:cs="Calibri"/>
          <w:bCs/>
          <w:sz w:val="22"/>
          <w:szCs w:val="22"/>
        </w:rPr>
        <w:t>PBST washes and stained with</w:t>
      </w:r>
      <w:r w:rsidRPr="006D77B3">
        <w:rPr>
          <w:rFonts w:ascii="Calibri" w:hAnsi="Calibri" w:cs="Calibri"/>
          <w:bCs/>
          <w:sz w:val="22"/>
          <w:szCs w:val="22"/>
        </w:rPr>
        <w:t xml:space="preserve"> donkey </w:t>
      </w:r>
      <w:r>
        <w:rPr>
          <w:rFonts w:ascii="Calibri" w:hAnsi="Calibri" w:cs="Calibri"/>
          <w:bCs/>
          <w:sz w:val="22"/>
          <w:szCs w:val="22"/>
        </w:rPr>
        <w:t>anti</w:t>
      </w:r>
      <w:r w:rsidR="005651EE">
        <w:rPr>
          <w:rFonts w:ascii="Calibri" w:hAnsi="Calibri" w:cs="Calibri"/>
          <w:bCs/>
          <w:sz w:val="22"/>
          <w:szCs w:val="22"/>
        </w:rPr>
        <w:t>-</w:t>
      </w:r>
      <w:r>
        <w:rPr>
          <w:rFonts w:ascii="Calibri" w:hAnsi="Calibri" w:cs="Calibri"/>
          <w:bCs/>
          <w:sz w:val="22"/>
          <w:szCs w:val="22"/>
        </w:rPr>
        <w:t>rabbit</w:t>
      </w:r>
      <w:r w:rsidRPr="006D77B3">
        <w:rPr>
          <w:rFonts w:ascii="Calibri" w:hAnsi="Calibri" w:cs="Calibri"/>
          <w:bCs/>
          <w:sz w:val="22"/>
          <w:szCs w:val="22"/>
        </w:rPr>
        <w:t xml:space="preserve"> </w:t>
      </w:r>
      <w:r>
        <w:rPr>
          <w:rFonts w:ascii="Calibri" w:hAnsi="Calibri" w:cs="Calibri"/>
          <w:bCs/>
          <w:sz w:val="22"/>
          <w:szCs w:val="22"/>
        </w:rPr>
        <w:t>Cy3</w:t>
      </w:r>
      <w:r w:rsidRPr="006D77B3">
        <w:rPr>
          <w:rFonts w:ascii="Calibri" w:hAnsi="Calibri" w:cs="Calibri"/>
          <w:bCs/>
          <w:sz w:val="22"/>
          <w:szCs w:val="22"/>
        </w:rPr>
        <w:t xml:space="preserve"> (</w:t>
      </w:r>
      <w:r>
        <w:rPr>
          <w:rFonts w:ascii="Calibri" w:hAnsi="Calibri" w:cs="Calibri"/>
          <w:bCs/>
          <w:sz w:val="22"/>
          <w:szCs w:val="22"/>
        </w:rPr>
        <w:t>JIR 711-165-152</w:t>
      </w:r>
      <w:r w:rsidRPr="006D77B3">
        <w:rPr>
          <w:rFonts w:ascii="Calibri" w:hAnsi="Calibri" w:cs="Calibri"/>
          <w:bCs/>
          <w:sz w:val="22"/>
          <w:szCs w:val="22"/>
        </w:rPr>
        <w:t>; 1:</w:t>
      </w:r>
      <w:r>
        <w:rPr>
          <w:rFonts w:ascii="Calibri" w:hAnsi="Calibri" w:cs="Calibri"/>
          <w:bCs/>
          <w:sz w:val="22"/>
          <w:szCs w:val="22"/>
        </w:rPr>
        <w:t>2</w:t>
      </w:r>
      <w:r w:rsidRPr="006D77B3">
        <w:rPr>
          <w:rFonts w:ascii="Calibri" w:hAnsi="Calibri" w:cs="Calibri"/>
          <w:bCs/>
          <w:sz w:val="22"/>
          <w:szCs w:val="22"/>
        </w:rPr>
        <w:t>00)</w:t>
      </w:r>
      <w:r>
        <w:rPr>
          <w:rFonts w:ascii="Calibri" w:hAnsi="Calibri" w:cs="Calibri"/>
          <w:bCs/>
          <w:sz w:val="22"/>
          <w:szCs w:val="22"/>
        </w:rPr>
        <w:t>,</w:t>
      </w:r>
      <w:r w:rsidRPr="006D77B3">
        <w:rPr>
          <w:rFonts w:ascii="Calibri" w:hAnsi="Calibri" w:cs="Calibri"/>
          <w:bCs/>
          <w:sz w:val="22"/>
          <w:szCs w:val="22"/>
        </w:rPr>
        <w:t xml:space="preserve"> </w:t>
      </w:r>
      <w:r>
        <w:rPr>
          <w:rFonts w:ascii="Calibri" w:hAnsi="Calibri" w:cs="Calibri"/>
          <w:bCs/>
          <w:sz w:val="22"/>
          <w:szCs w:val="22"/>
        </w:rPr>
        <w:t>donkey anti-rat FITC (JIR 712-095-</w:t>
      </w:r>
      <w:r>
        <w:rPr>
          <w:rFonts w:ascii="Calibri" w:hAnsi="Calibri" w:cs="Calibri"/>
          <w:bCs/>
          <w:sz w:val="22"/>
          <w:szCs w:val="22"/>
        </w:rPr>
        <w:lastRenderedPageBreak/>
        <w:t>153</w:t>
      </w:r>
      <w:r w:rsidR="001217E3">
        <w:rPr>
          <w:rFonts w:ascii="Calibri" w:hAnsi="Calibri" w:cs="Calibri"/>
          <w:bCs/>
          <w:sz w:val="22"/>
          <w:szCs w:val="22"/>
        </w:rPr>
        <w:t>; 1:200</w:t>
      </w:r>
      <w:r>
        <w:rPr>
          <w:rFonts w:ascii="Calibri" w:hAnsi="Calibri" w:cs="Calibri"/>
          <w:bCs/>
          <w:sz w:val="22"/>
          <w:szCs w:val="22"/>
        </w:rPr>
        <w:t>), goat</w:t>
      </w:r>
      <w:r w:rsidRPr="006D77B3">
        <w:rPr>
          <w:rFonts w:ascii="Calibri" w:hAnsi="Calibri" w:cs="Calibri"/>
          <w:bCs/>
          <w:sz w:val="22"/>
          <w:szCs w:val="22"/>
        </w:rPr>
        <w:t xml:space="preserve"> </w:t>
      </w:r>
      <w:r w:rsidR="005651EE">
        <w:rPr>
          <w:rFonts w:ascii="Calibri" w:hAnsi="Calibri" w:cs="Calibri"/>
          <w:bCs/>
          <w:sz w:val="22"/>
          <w:szCs w:val="22"/>
        </w:rPr>
        <w:t>anti-rat</w:t>
      </w:r>
      <w:r w:rsidRPr="006D77B3">
        <w:rPr>
          <w:rFonts w:ascii="Calibri" w:hAnsi="Calibri" w:cs="Calibri"/>
          <w:bCs/>
          <w:sz w:val="22"/>
          <w:szCs w:val="22"/>
        </w:rPr>
        <w:t xml:space="preserve"> Alexa </w:t>
      </w:r>
      <w:r w:rsidR="004B6550">
        <w:rPr>
          <w:rFonts w:ascii="Calibri" w:hAnsi="Calibri" w:cs="Calibri"/>
          <w:bCs/>
          <w:sz w:val="22"/>
          <w:szCs w:val="22"/>
        </w:rPr>
        <w:t xml:space="preserve">Fluor </w:t>
      </w:r>
      <w:r>
        <w:rPr>
          <w:rFonts w:ascii="Calibri" w:hAnsi="Calibri" w:cs="Calibri"/>
          <w:bCs/>
          <w:sz w:val="22"/>
          <w:szCs w:val="22"/>
        </w:rPr>
        <w:t>647</w:t>
      </w:r>
      <w:r w:rsidRPr="006D77B3">
        <w:rPr>
          <w:rFonts w:ascii="Calibri" w:hAnsi="Calibri" w:cs="Calibri"/>
          <w:bCs/>
          <w:sz w:val="22"/>
          <w:szCs w:val="22"/>
        </w:rPr>
        <w:t xml:space="preserve"> (</w:t>
      </w:r>
      <w:r>
        <w:rPr>
          <w:rFonts w:ascii="Calibri" w:hAnsi="Calibri" w:cs="Calibri"/>
          <w:bCs/>
          <w:sz w:val="22"/>
          <w:szCs w:val="22"/>
        </w:rPr>
        <w:t>Invitrogen A-21247</w:t>
      </w:r>
      <w:r w:rsidRPr="006D77B3">
        <w:rPr>
          <w:rFonts w:ascii="Calibri" w:hAnsi="Calibri" w:cs="Calibri"/>
          <w:bCs/>
          <w:sz w:val="22"/>
          <w:szCs w:val="22"/>
        </w:rPr>
        <w:t>; 1:</w:t>
      </w:r>
      <w:r>
        <w:rPr>
          <w:rFonts w:ascii="Calibri" w:hAnsi="Calibri" w:cs="Calibri"/>
          <w:bCs/>
          <w:sz w:val="22"/>
          <w:szCs w:val="22"/>
        </w:rPr>
        <w:t>2</w:t>
      </w:r>
      <w:r w:rsidRPr="006D77B3">
        <w:rPr>
          <w:rFonts w:ascii="Calibri" w:hAnsi="Calibri" w:cs="Calibri"/>
          <w:bCs/>
          <w:sz w:val="22"/>
          <w:szCs w:val="22"/>
        </w:rPr>
        <w:t>00)</w:t>
      </w:r>
      <w:r>
        <w:rPr>
          <w:rFonts w:ascii="Calibri" w:hAnsi="Calibri" w:cs="Calibri"/>
          <w:bCs/>
          <w:sz w:val="22"/>
          <w:szCs w:val="22"/>
        </w:rPr>
        <w:t xml:space="preserve">, </w:t>
      </w:r>
      <w:r w:rsidR="00BE3375">
        <w:rPr>
          <w:rFonts w:ascii="Calibri" w:hAnsi="Calibri" w:cs="Calibri"/>
          <w:bCs/>
          <w:sz w:val="22"/>
          <w:szCs w:val="22"/>
        </w:rPr>
        <w:t xml:space="preserve"> </w:t>
      </w:r>
      <w:r w:rsidR="00BE3375" w:rsidRPr="000A28A9">
        <w:rPr>
          <w:rFonts w:ascii="Calibri" w:hAnsi="Calibri" w:cs="Calibri"/>
          <w:bCs/>
          <w:sz w:val="22"/>
          <w:szCs w:val="22"/>
        </w:rPr>
        <w:t>donkey anti-goat Alexa</w:t>
      </w:r>
      <w:r w:rsidR="004B6550">
        <w:rPr>
          <w:rFonts w:ascii="Calibri" w:hAnsi="Calibri" w:cs="Calibri"/>
          <w:bCs/>
          <w:sz w:val="22"/>
          <w:szCs w:val="22"/>
        </w:rPr>
        <w:t xml:space="preserve"> Fluor</w:t>
      </w:r>
      <w:r w:rsidR="00BE3375" w:rsidRPr="000A28A9">
        <w:rPr>
          <w:rFonts w:ascii="Calibri" w:hAnsi="Calibri" w:cs="Calibri"/>
          <w:bCs/>
          <w:sz w:val="22"/>
          <w:szCs w:val="22"/>
        </w:rPr>
        <w:t xml:space="preserve"> </w:t>
      </w:r>
      <w:r w:rsidR="00BE3375" w:rsidRPr="002D687D">
        <w:rPr>
          <w:rFonts w:ascii="Calibri" w:hAnsi="Calibri" w:cs="Calibri"/>
          <w:bCs/>
          <w:sz w:val="22"/>
          <w:szCs w:val="22"/>
        </w:rPr>
        <w:t>647 (Invitrogen A-21</w:t>
      </w:r>
      <w:r w:rsidR="002D687D" w:rsidRPr="002D687D">
        <w:rPr>
          <w:rFonts w:ascii="Calibri" w:hAnsi="Calibri" w:cs="Calibri"/>
          <w:bCs/>
          <w:sz w:val="22"/>
          <w:szCs w:val="22"/>
        </w:rPr>
        <w:t>4</w:t>
      </w:r>
      <w:r w:rsidR="00BE3375" w:rsidRPr="002D687D">
        <w:rPr>
          <w:rFonts w:ascii="Calibri" w:hAnsi="Calibri" w:cs="Calibri"/>
          <w:bCs/>
          <w:sz w:val="22"/>
          <w:szCs w:val="22"/>
        </w:rPr>
        <w:t>47</w:t>
      </w:r>
      <w:r w:rsidR="00BE3375" w:rsidRPr="006D77B3">
        <w:rPr>
          <w:rFonts w:ascii="Calibri" w:hAnsi="Calibri" w:cs="Calibri"/>
          <w:bCs/>
          <w:sz w:val="22"/>
          <w:szCs w:val="22"/>
        </w:rPr>
        <w:t>; 1:</w:t>
      </w:r>
      <w:r w:rsidR="00BE3375">
        <w:rPr>
          <w:rFonts w:ascii="Calibri" w:hAnsi="Calibri" w:cs="Calibri"/>
          <w:bCs/>
          <w:sz w:val="22"/>
          <w:szCs w:val="22"/>
        </w:rPr>
        <w:t>2</w:t>
      </w:r>
      <w:r w:rsidR="00BE3375" w:rsidRPr="006D77B3">
        <w:rPr>
          <w:rFonts w:ascii="Calibri" w:hAnsi="Calibri" w:cs="Calibri"/>
          <w:bCs/>
          <w:sz w:val="22"/>
          <w:szCs w:val="22"/>
        </w:rPr>
        <w:t>00)</w:t>
      </w:r>
      <w:r w:rsidR="00BE3375">
        <w:rPr>
          <w:rFonts w:ascii="Calibri" w:hAnsi="Calibri" w:cs="Calibri"/>
          <w:bCs/>
          <w:sz w:val="22"/>
          <w:szCs w:val="22"/>
        </w:rPr>
        <w:t>,</w:t>
      </w:r>
      <w:r w:rsidR="00445B42">
        <w:rPr>
          <w:rFonts w:ascii="Calibri" w:hAnsi="Calibri" w:cs="Calibri"/>
          <w:bCs/>
          <w:sz w:val="22"/>
          <w:szCs w:val="22"/>
        </w:rPr>
        <w:t xml:space="preserve"> donkey anti-mouse Alexa Fluor 488 (JIR </w:t>
      </w:r>
      <w:r w:rsidR="00445B42" w:rsidRPr="00445B42">
        <w:rPr>
          <w:rFonts w:ascii="Calibri" w:hAnsi="Calibri" w:cs="Calibri"/>
          <w:bCs/>
          <w:sz w:val="22"/>
          <w:szCs w:val="22"/>
        </w:rPr>
        <w:t>715-545-151</w:t>
      </w:r>
      <w:r w:rsidR="00666750">
        <w:rPr>
          <w:rFonts w:ascii="Calibri" w:hAnsi="Calibri" w:cs="Calibri"/>
          <w:bCs/>
          <w:sz w:val="22"/>
          <w:szCs w:val="22"/>
        </w:rPr>
        <w:t>; 1:200</w:t>
      </w:r>
      <w:r w:rsidR="00445B42">
        <w:rPr>
          <w:rFonts w:ascii="Calibri" w:hAnsi="Calibri" w:cs="Calibri"/>
          <w:bCs/>
          <w:sz w:val="22"/>
          <w:szCs w:val="22"/>
        </w:rPr>
        <w:t>),</w:t>
      </w:r>
      <w:r w:rsidR="00BE3375">
        <w:rPr>
          <w:rFonts w:ascii="Calibri" w:hAnsi="Calibri" w:cs="Calibri"/>
          <w:bCs/>
          <w:sz w:val="22"/>
          <w:szCs w:val="22"/>
        </w:rPr>
        <w:t xml:space="preserve"> </w:t>
      </w:r>
      <w:r>
        <w:rPr>
          <w:rFonts w:ascii="Calibri" w:hAnsi="Calibri" w:cs="Calibri"/>
          <w:bCs/>
          <w:sz w:val="22"/>
          <w:szCs w:val="22"/>
        </w:rPr>
        <w:t xml:space="preserve">and goat anti-mouse Alexa </w:t>
      </w:r>
      <w:r w:rsidR="004B6550">
        <w:rPr>
          <w:rFonts w:ascii="Calibri" w:hAnsi="Calibri" w:cs="Calibri"/>
          <w:bCs/>
          <w:sz w:val="22"/>
          <w:szCs w:val="22"/>
        </w:rPr>
        <w:t xml:space="preserve">Fluor </w:t>
      </w:r>
      <w:r>
        <w:rPr>
          <w:rFonts w:ascii="Calibri" w:hAnsi="Calibri" w:cs="Calibri"/>
          <w:bCs/>
          <w:sz w:val="22"/>
          <w:szCs w:val="22"/>
        </w:rPr>
        <w:t>488 (Invitrogen A-21121; 1:200)</w:t>
      </w:r>
      <w:r w:rsidRPr="006D77B3">
        <w:rPr>
          <w:rFonts w:ascii="Calibri" w:hAnsi="Calibri" w:cs="Calibri"/>
          <w:bCs/>
          <w:sz w:val="22"/>
          <w:szCs w:val="22"/>
        </w:rPr>
        <w:t xml:space="preserve"> secondary antibodies</w:t>
      </w:r>
      <w:r>
        <w:rPr>
          <w:rFonts w:ascii="Calibri" w:hAnsi="Calibri" w:cs="Calibri"/>
          <w:bCs/>
          <w:sz w:val="22"/>
          <w:szCs w:val="22"/>
        </w:rPr>
        <w:t xml:space="preserve"> for 45 min at RT</w:t>
      </w:r>
      <w:r w:rsidRPr="006D77B3">
        <w:rPr>
          <w:rFonts w:ascii="Calibri" w:hAnsi="Calibri" w:cs="Calibri"/>
          <w:bCs/>
          <w:sz w:val="22"/>
          <w:szCs w:val="22"/>
        </w:rPr>
        <w:t xml:space="preserve">. </w:t>
      </w:r>
      <w:r w:rsidR="00EB4C03">
        <w:rPr>
          <w:rFonts w:ascii="Calibri" w:hAnsi="Calibri" w:cs="Calibri"/>
          <w:bCs/>
          <w:sz w:val="22"/>
          <w:szCs w:val="22"/>
        </w:rPr>
        <w:t>Following three PBST washes, t</w:t>
      </w:r>
      <w:r w:rsidRPr="00C8569E">
        <w:rPr>
          <w:rFonts w:ascii="Calibri" w:hAnsi="Calibri" w:cs="Calibri"/>
          <w:bCs/>
          <w:sz w:val="22"/>
          <w:szCs w:val="22"/>
        </w:rPr>
        <w:t xml:space="preserve">he nuclei were counterstained with 1 µg/ml </w:t>
      </w:r>
      <w:r w:rsidR="003B5BD7" w:rsidRPr="003B5BD7">
        <w:rPr>
          <w:rFonts w:ascii="Calibri" w:hAnsi="Calibri" w:cs="Calibri"/>
          <w:bCs/>
          <w:sz w:val="22"/>
          <w:szCs w:val="22"/>
        </w:rPr>
        <w:t xml:space="preserve">Hoechst 33342 </w:t>
      </w:r>
      <w:r w:rsidR="00C7712D">
        <w:rPr>
          <w:rFonts w:ascii="Calibri" w:hAnsi="Calibri" w:cs="Calibri"/>
          <w:bCs/>
          <w:sz w:val="22"/>
          <w:szCs w:val="22"/>
        </w:rPr>
        <w:t>for 1 minute</w:t>
      </w:r>
      <w:r w:rsidR="005651EE">
        <w:rPr>
          <w:rFonts w:ascii="Calibri" w:hAnsi="Calibri" w:cs="Calibri"/>
          <w:bCs/>
          <w:sz w:val="22"/>
          <w:szCs w:val="22"/>
        </w:rPr>
        <w:t>,</w:t>
      </w:r>
      <w:r w:rsidR="00EB4C03">
        <w:rPr>
          <w:rFonts w:ascii="Calibri" w:hAnsi="Calibri" w:cs="Calibri"/>
          <w:bCs/>
          <w:sz w:val="22"/>
          <w:szCs w:val="22"/>
        </w:rPr>
        <w:t xml:space="preserve"> washed twice in PBS,</w:t>
      </w:r>
      <w:r>
        <w:rPr>
          <w:rFonts w:ascii="Calibri" w:hAnsi="Calibri" w:cs="Calibri"/>
          <w:bCs/>
          <w:sz w:val="22"/>
          <w:szCs w:val="22"/>
        </w:rPr>
        <w:t xml:space="preserve"> and samples were </w:t>
      </w:r>
      <w:r w:rsidRPr="00BA762F">
        <w:rPr>
          <w:rFonts w:ascii="Calibri" w:hAnsi="Calibri" w:cs="Calibri"/>
          <w:bCs/>
          <w:sz w:val="22"/>
          <w:szCs w:val="22"/>
        </w:rPr>
        <w:t>mounted with Fluoromount (</w:t>
      </w:r>
      <w:r>
        <w:rPr>
          <w:rFonts w:ascii="Calibri" w:hAnsi="Calibri" w:cs="Calibri"/>
          <w:bCs/>
          <w:sz w:val="22"/>
          <w:szCs w:val="22"/>
        </w:rPr>
        <w:t>Sigma F4680</w:t>
      </w:r>
      <w:r w:rsidRPr="00BA762F">
        <w:rPr>
          <w:rFonts w:ascii="Calibri" w:hAnsi="Calibri" w:cs="Calibri"/>
          <w:bCs/>
          <w:sz w:val="22"/>
          <w:szCs w:val="22"/>
        </w:rPr>
        <w:t>)</w:t>
      </w:r>
      <w:r w:rsidRPr="00C8569E">
        <w:rPr>
          <w:rFonts w:ascii="Calibri" w:hAnsi="Calibri" w:cs="Calibri"/>
          <w:bCs/>
          <w:sz w:val="22"/>
          <w:szCs w:val="22"/>
        </w:rPr>
        <w:t xml:space="preserve">. </w:t>
      </w:r>
      <w:r>
        <w:rPr>
          <w:rFonts w:ascii="Calibri" w:hAnsi="Calibri" w:cs="Calibri"/>
          <w:bCs/>
          <w:sz w:val="22"/>
          <w:szCs w:val="22"/>
        </w:rPr>
        <w:t>The IF s</w:t>
      </w:r>
      <w:r w:rsidRPr="006D77B3">
        <w:rPr>
          <w:rFonts w:ascii="Calibri" w:hAnsi="Calibri" w:cs="Calibri"/>
          <w:bCs/>
          <w:sz w:val="22"/>
          <w:szCs w:val="22"/>
        </w:rPr>
        <w:t xml:space="preserve">lides were </w:t>
      </w:r>
      <w:r>
        <w:rPr>
          <w:rFonts w:ascii="Calibri" w:hAnsi="Calibri" w:cs="Calibri"/>
          <w:bCs/>
          <w:sz w:val="22"/>
          <w:szCs w:val="22"/>
        </w:rPr>
        <w:t xml:space="preserve">scanned at </w:t>
      </w:r>
      <w:r w:rsidR="003A5292">
        <w:rPr>
          <w:rFonts w:ascii="Calibri" w:hAnsi="Calibri" w:cs="Calibri"/>
          <w:bCs/>
          <w:sz w:val="22"/>
          <w:szCs w:val="22"/>
        </w:rPr>
        <w:t>2</w:t>
      </w:r>
      <w:r>
        <w:rPr>
          <w:rFonts w:ascii="Calibri" w:hAnsi="Calibri" w:cs="Calibri"/>
          <w:bCs/>
          <w:sz w:val="22"/>
          <w:szCs w:val="22"/>
        </w:rPr>
        <w:t xml:space="preserve">0x and </w:t>
      </w:r>
      <w:r w:rsidRPr="006D77B3">
        <w:rPr>
          <w:rFonts w:ascii="Calibri" w:hAnsi="Calibri" w:cs="Calibri"/>
          <w:bCs/>
          <w:sz w:val="22"/>
          <w:szCs w:val="22"/>
        </w:rPr>
        <w:t xml:space="preserve">visualized </w:t>
      </w:r>
      <w:r>
        <w:rPr>
          <w:rFonts w:ascii="Calibri" w:hAnsi="Calibri" w:cs="Calibri"/>
          <w:bCs/>
          <w:sz w:val="22"/>
          <w:szCs w:val="22"/>
        </w:rPr>
        <w:t xml:space="preserve">with the </w:t>
      </w:r>
      <w:r w:rsidRPr="008D3366">
        <w:rPr>
          <w:rFonts w:ascii="Calibri" w:hAnsi="Calibri" w:cs="Calibri"/>
          <w:bCs/>
          <w:sz w:val="22"/>
          <w:szCs w:val="22"/>
        </w:rPr>
        <w:t xml:space="preserve">dedicated fluorescent cameras </w:t>
      </w:r>
      <w:r>
        <w:rPr>
          <w:rFonts w:ascii="Calibri" w:hAnsi="Calibri" w:cs="Calibri"/>
          <w:bCs/>
          <w:sz w:val="22"/>
          <w:szCs w:val="22"/>
        </w:rPr>
        <w:t>of a</w:t>
      </w:r>
      <w:r w:rsidRPr="00C05447">
        <w:rPr>
          <w:rFonts w:ascii="Calibri" w:hAnsi="Calibri" w:cs="Calibri"/>
          <w:bCs/>
          <w:sz w:val="22"/>
          <w:szCs w:val="22"/>
        </w:rPr>
        <w:t xml:space="preserve"> Leica Aperio</w:t>
      </w:r>
      <w:r>
        <w:rPr>
          <w:rFonts w:ascii="Calibri" w:hAnsi="Calibri" w:cs="Calibri"/>
          <w:bCs/>
          <w:sz w:val="22"/>
          <w:szCs w:val="22"/>
        </w:rPr>
        <w:t xml:space="preserve"> Versa</w:t>
      </w:r>
      <w:r w:rsidRPr="00C05447">
        <w:rPr>
          <w:rFonts w:ascii="Calibri" w:hAnsi="Calibri" w:cs="Calibri"/>
          <w:bCs/>
          <w:sz w:val="22"/>
          <w:szCs w:val="22"/>
        </w:rPr>
        <w:t xml:space="preserve"> digital slide scanner</w:t>
      </w:r>
      <w:r w:rsidRPr="006D77B3">
        <w:rPr>
          <w:rFonts w:ascii="Calibri" w:hAnsi="Calibri" w:cs="Calibri"/>
          <w:bCs/>
          <w:sz w:val="22"/>
          <w:szCs w:val="22"/>
        </w:rPr>
        <w:t xml:space="preserve">. </w:t>
      </w:r>
      <w:r>
        <w:rPr>
          <w:rFonts w:ascii="Calibri" w:hAnsi="Calibri" w:cs="Calibri"/>
          <w:bCs/>
          <w:sz w:val="22"/>
          <w:szCs w:val="22"/>
        </w:rPr>
        <w:t>Whole slide IF</w:t>
      </w:r>
      <w:r w:rsidRPr="006D77B3">
        <w:rPr>
          <w:rFonts w:ascii="Calibri" w:hAnsi="Calibri" w:cs="Calibri"/>
          <w:bCs/>
          <w:sz w:val="22"/>
          <w:szCs w:val="22"/>
        </w:rPr>
        <w:t xml:space="preserve"> images were processed and analyzed for </w:t>
      </w:r>
      <w:r>
        <w:rPr>
          <w:rFonts w:ascii="Calibri" w:hAnsi="Calibri" w:cs="Calibri"/>
          <w:bCs/>
          <w:sz w:val="22"/>
          <w:szCs w:val="22"/>
        </w:rPr>
        <w:t>detection and co-localization of CD68</w:t>
      </w:r>
      <w:r w:rsidRPr="00BF7138">
        <w:rPr>
          <w:rFonts w:ascii="Calibri" w:hAnsi="Calibri" w:cs="Calibri"/>
          <w:bCs/>
          <w:sz w:val="22"/>
          <w:szCs w:val="22"/>
          <w:vertAlign w:val="superscript"/>
        </w:rPr>
        <w:t>+</w:t>
      </w:r>
      <w:r>
        <w:rPr>
          <w:rFonts w:ascii="Calibri" w:hAnsi="Calibri" w:cs="Calibri"/>
          <w:bCs/>
          <w:sz w:val="22"/>
          <w:szCs w:val="22"/>
        </w:rPr>
        <w:t>/Ki67</w:t>
      </w:r>
      <w:r w:rsidRPr="00BF7138">
        <w:rPr>
          <w:rFonts w:ascii="Calibri" w:hAnsi="Calibri" w:cs="Calibri"/>
          <w:bCs/>
          <w:sz w:val="22"/>
          <w:szCs w:val="22"/>
          <w:vertAlign w:val="superscript"/>
        </w:rPr>
        <w:t>+</w:t>
      </w:r>
      <w:r>
        <w:rPr>
          <w:rFonts w:ascii="Calibri" w:hAnsi="Calibri" w:cs="Calibri"/>
          <w:bCs/>
          <w:sz w:val="22"/>
          <w:szCs w:val="22"/>
        </w:rPr>
        <w:t xml:space="preserve"> cycling </w:t>
      </w:r>
      <w:r w:rsidR="00317EB1">
        <w:rPr>
          <w:rFonts w:ascii="Calibri" w:hAnsi="Calibri" w:cs="Calibri"/>
          <w:bCs/>
          <w:sz w:val="22"/>
          <w:szCs w:val="22"/>
        </w:rPr>
        <w:t>MF</w:t>
      </w:r>
      <w:r>
        <w:rPr>
          <w:rFonts w:ascii="Calibri" w:hAnsi="Calibri" w:cs="Calibri"/>
          <w:bCs/>
          <w:sz w:val="22"/>
          <w:szCs w:val="22"/>
        </w:rPr>
        <w:t>s, inflammation index (CD68</w:t>
      </w:r>
      <w:r w:rsidRPr="00BF7138">
        <w:rPr>
          <w:rFonts w:ascii="Calibri" w:hAnsi="Calibri" w:cs="Calibri"/>
          <w:bCs/>
          <w:sz w:val="22"/>
          <w:szCs w:val="22"/>
          <w:vertAlign w:val="superscript"/>
        </w:rPr>
        <w:t>+</w:t>
      </w:r>
      <w:r>
        <w:rPr>
          <w:rFonts w:ascii="Calibri" w:hAnsi="Calibri" w:cs="Calibri"/>
          <w:bCs/>
          <w:sz w:val="22"/>
          <w:szCs w:val="22"/>
        </w:rPr>
        <w:t xml:space="preserve"> or F4/80</w:t>
      </w:r>
      <w:r w:rsidRPr="00BF7138">
        <w:rPr>
          <w:rFonts w:ascii="Calibri" w:hAnsi="Calibri" w:cs="Calibri"/>
          <w:bCs/>
          <w:sz w:val="22"/>
          <w:szCs w:val="22"/>
          <w:vertAlign w:val="superscript"/>
        </w:rPr>
        <w:t>+</w:t>
      </w:r>
      <w:r>
        <w:rPr>
          <w:rFonts w:ascii="Calibri" w:hAnsi="Calibri" w:cs="Calibri"/>
          <w:bCs/>
          <w:sz w:val="22"/>
          <w:szCs w:val="22"/>
        </w:rPr>
        <w:t xml:space="preserve"> areas), as well as regenerating </w:t>
      </w:r>
      <w:r w:rsidRPr="006D77B3">
        <w:rPr>
          <w:rFonts w:ascii="Calibri" w:hAnsi="Calibri" w:cs="Calibri"/>
          <w:bCs/>
          <w:sz w:val="22"/>
          <w:szCs w:val="22"/>
        </w:rPr>
        <w:t>muscle fiber distribution</w:t>
      </w:r>
      <w:r>
        <w:rPr>
          <w:rFonts w:ascii="Calibri" w:hAnsi="Calibri" w:cs="Calibri"/>
          <w:bCs/>
          <w:sz w:val="22"/>
          <w:szCs w:val="22"/>
        </w:rPr>
        <w:t xml:space="preserve"> (eMyHC</w:t>
      </w:r>
      <w:r w:rsidRPr="00BF7138">
        <w:rPr>
          <w:rFonts w:ascii="Calibri" w:hAnsi="Calibri" w:cs="Calibri"/>
          <w:bCs/>
          <w:sz w:val="22"/>
          <w:szCs w:val="22"/>
          <w:vertAlign w:val="superscript"/>
        </w:rPr>
        <w:t>+</w:t>
      </w:r>
      <w:r>
        <w:rPr>
          <w:rFonts w:ascii="Calibri" w:hAnsi="Calibri" w:cs="Calibri"/>
          <w:bCs/>
          <w:sz w:val="22"/>
          <w:szCs w:val="22"/>
        </w:rPr>
        <w:t xml:space="preserve"> fibers)</w:t>
      </w:r>
      <w:r w:rsidRPr="006D77B3">
        <w:rPr>
          <w:rFonts w:ascii="Calibri" w:hAnsi="Calibri" w:cs="Calibri"/>
          <w:bCs/>
          <w:sz w:val="22"/>
          <w:szCs w:val="22"/>
        </w:rPr>
        <w:t xml:space="preserve"> by a blinded investigator using </w:t>
      </w:r>
      <w:r>
        <w:rPr>
          <w:rFonts w:ascii="Calibri" w:hAnsi="Calibri" w:cs="Calibri"/>
          <w:bCs/>
          <w:sz w:val="22"/>
          <w:szCs w:val="22"/>
        </w:rPr>
        <w:t xml:space="preserve">the </w:t>
      </w:r>
      <w:r>
        <w:rPr>
          <w:rFonts w:ascii="Calibri" w:hAnsi="Calibri" w:cs="Calibri"/>
          <w:bCs/>
          <w:i/>
          <w:iCs/>
          <w:sz w:val="22"/>
          <w:szCs w:val="22"/>
        </w:rPr>
        <w:t xml:space="preserve">Object </w:t>
      </w:r>
      <w:r w:rsidRPr="003735DE">
        <w:rPr>
          <w:rFonts w:ascii="Calibri" w:hAnsi="Calibri" w:cs="Calibri"/>
          <w:bCs/>
          <w:i/>
          <w:iCs/>
          <w:sz w:val="22"/>
          <w:szCs w:val="22"/>
        </w:rPr>
        <w:t>Colocalization</w:t>
      </w:r>
      <w:r>
        <w:rPr>
          <w:rFonts w:ascii="Calibri" w:hAnsi="Calibri" w:cs="Calibri"/>
          <w:bCs/>
          <w:i/>
          <w:iCs/>
          <w:sz w:val="22"/>
          <w:szCs w:val="22"/>
        </w:rPr>
        <w:t xml:space="preserve"> FL </w:t>
      </w:r>
      <w:r w:rsidRPr="003735DE">
        <w:rPr>
          <w:rFonts w:ascii="Calibri" w:hAnsi="Calibri" w:cs="Calibri"/>
          <w:bCs/>
          <w:sz w:val="22"/>
          <w:szCs w:val="22"/>
        </w:rPr>
        <w:t>1.0</w:t>
      </w:r>
      <w:r w:rsidRPr="003735DE">
        <w:rPr>
          <w:rFonts w:ascii="Calibri" w:hAnsi="Calibri" w:cs="Calibri"/>
          <w:bCs/>
          <w:i/>
          <w:iCs/>
          <w:sz w:val="22"/>
          <w:szCs w:val="22"/>
        </w:rPr>
        <w:t xml:space="preserve"> </w:t>
      </w:r>
      <w:r w:rsidRPr="003735DE">
        <w:rPr>
          <w:rFonts w:ascii="Calibri" w:hAnsi="Calibri" w:cs="Calibri"/>
          <w:bCs/>
          <w:sz w:val="22"/>
          <w:szCs w:val="22"/>
        </w:rPr>
        <w:t xml:space="preserve">and </w:t>
      </w:r>
      <w:r w:rsidRPr="003735DE">
        <w:rPr>
          <w:rFonts w:ascii="Calibri" w:hAnsi="Calibri" w:cs="Calibri"/>
          <w:bCs/>
          <w:i/>
          <w:iCs/>
          <w:sz w:val="22"/>
          <w:szCs w:val="22"/>
        </w:rPr>
        <w:t>Area</w:t>
      </w:r>
      <w:r>
        <w:rPr>
          <w:rFonts w:ascii="Calibri" w:hAnsi="Calibri" w:cs="Calibri"/>
          <w:bCs/>
          <w:sz w:val="22"/>
          <w:szCs w:val="22"/>
        </w:rPr>
        <w:t xml:space="preserve"> Quantification</w:t>
      </w:r>
      <w:r w:rsidRPr="007902F4">
        <w:rPr>
          <w:rFonts w:ascii="Calibri" w:hAnsi="Calibri" w:cs="Calibri"/>
          <w:bCs/>
          <w:i/>
          <w:iCs/>
          <w:sz w:val="22"/>
          <w:szCs w:val="22"/>
        </w:rPr>
        <w:t xml:space="preserve"> FL</w:t>
      </w:r>
      <w:r>
        <w:rPr>
          <w:rFonts w:ascii="Calibri" w:hAnsi="Calibri" w:cs="Calibri"/>
          <w:bCs/>
          <w:sz w:val="22"/>
          <w:szCs w:val="22"/>
        </w:rPr>
        <w:t xml:space="preserve"> 1.0 </w:t>
      </w:r>
      <w:r w:rsidRPr="000F0366">
        <w:rPr>
          <w:rFonts w:ascii="Calibri" w:hAnsi="Calibri" w:cs="Calibri"/>
          <w:bCs/>
          <w:sz w:val="22"/>
          <w:szCs w:val="22"/>
        </w:rPr>
        <w:t xml:space="preserve">modules of the HALO software (Indica Labs). For </w:t>
      </w:r>
      <w:r>
        <w:rPr>
          <w:rFonts w:ascii="Calibri" w:hAnsi="Calibri" w:cs="Calibri"/>
          <w:bCs/>
          <w:sz w:val="22"/>
          <w:szCs w:val="22"/>
        </w:rPr>
        <w:t xml:space="preserve">quantifying the distance </w:t>
      </w:r>
      <w:r w:rsidRPr="000F0366">
        <w:rPr>
          <w:rFonts w:ascii="Calibri" w:hAnsi="Calibri" w:cs="Calibri"/>
          <w:bCs/>
          <w:sz w:val="22"/>
          <w:szCs w:val="22"/>
        </w:rPr>
        <w:t>of the GFEMs (CD68</w:t>
      </w:r>
      <w:r w:rsidRPr="00A92BE2">
        <w:rPr>
          <w:rFonts w:ascii="Calibri" w:hAnsi="Calibri" w:cs="Calibri"/>
          <w:bCs/>
          <w:sz w:val="22"/>
          <w:szCs w:val="22"/>
          <w:vertAlign w:val="superscript"/>
        </w:rPr>
        <w:t>+</w:t>
      </w:r>
      <w:r w:rsidRPr="000F0366">
        <w:rPr>
          <w:rFonts w:ascii="Calibri" w:hAnsi="Calibri" w:cs="Calibri"/>
          <w:bCs/>
          <w:sz w:val="22"/>
          <w:szCs w:val="22"/>
        </w:rPr>
        <w:t>GPNMB</w:t>
      </w:r>
      <w:r w:rsidRPr="00A92BE2">
        <w:rPr>
          <w:rFonts w:ascii="Calibri" w:hAnsi="Calibri" w:cs="Calibri"/>
          <w:bCs/>
          <w:sz w:val="22"/>
          <w:szCs w:val="22"/>
          <w:vertAlign w:val="superscript"/>
        </w:rPr>
        <w:t>+</w:t>
      </w:r>
      <w:r w:rsidRPr="000F0366">
        <w:rPr>
          <w:rFonts w:ascii="Calibri" w:hAnsi="Calibri" w:cs="Calibri"/>
          <w:bCs/>
          <w:sz w:val="22"/>
          <w:szCs w:val="22"/>
        </w:rPr>
        <w:t>) and other MF subtypes (CD68</w:t>
      </w:r>
      <w:r w:rsidRPr="00A92BE2">
        <w:rPr>
          <w:rFonts w:ascii="Calibri" w:hAnsi="Calibri" w:cs="Calibri"/>
          <w:bCs/>
          <w:sz w:val="22"/>
          <w:szCs w:val="22"/>
          <w:vertAlign w:val="superscript"/>
        </w:rPr>
        <w:t>+</w:t>
      </w:r>
      <w:r w:rsidRPr="000F0366">
        <w:rPr>
          <w:rFonts w:ascii="Calibri" w:hAnsi="Calibri" w:cs="Calibri"/>
          <w:bCs/>
          <w:sz w:val="22"/>
          <w:szCs w:val="22"/>
        </w:rPr>
        <w:t>GPNMB</w:t>
      </w:r>
      <w:r w:rsidRPr="00A92BE2">
        <w:rPr>
          <w:rFonts w:ascii="Calibri" w:hAnsi="Calibri" w:cs="Calibri"/>
          <w:bCs/>
          <w:sz w:val="22"/>
          <w:szCs w:val="22"/>
          <w:vertAlign w:val="superscript"/>
        </w:rPr>
        <w:t>-</w:t>
      </w:r>
      <w:r w:rsidRPr="000F0366">
        <w:rPr>
          <w:rFonts w:ascii="Calibri" w:hAnsi="Calibri" w:cs="Calibri"/>
          <w:bCs/>
          <w:sz w:val="22"/>
          <w:szCs w:val="22"/>
        </w:rPr>
        <w:t xml:space="preserve">) to the regenerating </w:t>
      </w:r>
      <w:r w:rsidR="004A1D52">
        <w:rPr>
          <w:rFonts w:ascii="Calibri" w:hAnsi="Calibri" w:cs="Calibri"/>
          <w:bCs/>
          <w:sz w:val="22"/>
          <w:szCs w:val="22"/>
        </w:rPr>
        <w:t>fibers</w:t>
      </w:r>
      <w:r w:rsidRPr="000F0366">
        <w:rPr>
          <w:rFonts w:ascii="Calibri" w:hAnsi="Calibri" w:cs="Calibri"/>
          <w:bCs/>
          <w:sz w:val="22"/>
          <w:szCs w:val="22"/>
        </w:rPr>
        <w:t xml:space="preserve"> (eMyHC</w:t>
      </w:r>
      <w:r w:rsidRPr="00A92BE2">
        <w:rPr>
          <w:rFonts w:ascii="Calibri" w:hAnsi="Calibri" w:cs="Calibri"/>
          <w:bCs/>
          <w:sz w:val="22"/>
          <w:szCs w:val="22"/>
          <w:vertAlign w:val="superscript"/>
        </w:rPr>
        <w:t>+</w:t>
      </w:r>
      <w:r w:rsidRPr="000F0366">
        <w:rPr>
          <w:rFonts w:ascii="Calibri" w:hAnsi="Calibri" w:cs="Calibri"/>
          <w:bCs/>
          <w:sz w:val="22"/>
          <w:szCs w:val="22"/>
        </w:rPr>
        <w:t xml:space="preserve">), the </w:t>
      </w:r>
      <w:r w:rsidRPr="000F0366">
        <w:rPr>
          <w:rFonts w:ascii="Calibri" w:hAnsi="Calibri" w:cs="Calibri"/>
          <w:bCs/>
          <w:i/>
          <w:iCs/>
          <w:sz w:val="22"/>
          <w:szCs w:val="22"/>
        </w:rPr>
        <w:t xml:space="preserve">Cytonuclear FL </w:t>
      </w:r>
      <w:r w:rsidRPr="000F0366">
        <w:rPr>
          <w:rFonts w:ascii="Calibri" w:hAnsi="Calibri" w:cs="Calibri"/>
          <w:bCs/>
          <w:sz w:val="22"/>
          <w:szCs w:val="22"/>
        </w:rPr>
        <w:t>1.0</w:t>
      </w:r>
      <w:r w:rsidRPr="000F0366">
        <w:rPr>
          <w:rFonts w:ascii="Calibri" w:hAnsi="Calibri" w:cs="Calibri"/>
          <w:bCs/>
          <w:i/>
          <w:iCs/>
          <w:sz w:val="22"/>
          <w:szCs w:val="22"/>
        </w:rPr>
        <w:t xml:space="preserve"> </w:t>
      </w:r>
      <w:r w:rsidRPr="000F0366">
        <w:rPr>
          <w:rFonts w:ascii="Calibri" w:hAnsi="Calibri" w:cs="Calibri"/>
          <w:bCs/>
          <w:sz w:val="22"/>
          <w:szCs w:val="22"/>
        </w:rPr>
        <w:t>and</w:t>
      </w:r>
      <w:r>
        <w:rPr>
          <w:rFonts w:ascii="Calibri" w:hAnsi="Calibri" w:cs="Calibri"/>
          <w:bCs/>
          <w:sz w:val="22"/>
          <w:szCs w:val="22"/>
        </w:rPr>
        <w:t xml:space="preserve"> </w:t>
      </w:r>
      <w:r w:rsidRPr="000F0366">
        <w:rPr>
          <w:rFonts w:ascii="Calibri" w:hAnsi="Calibri" w:cs="Calibri"/>
          <w:bCs/>
          <w:i/>
          <w:iCs/>
          <w:sz w:val="22"/>
          <w:szCs w:val="22"/>
        </w:rPr>
        <w:t>Spatial Analysis FL</w:t>
      </w:r>
      <w:r w:rsidRPr="000F0366">
        <w:rPr>
          <w:rFonts w:ascii="Calibri" w:hAnsi="Calibri" w:cs="Calibri"/>
          <w:bCs/>
          <w:sz w:val="22"/>
          <w:szCs w:val="22"/>
        </w:rPr>
        <w:t xml:space="preserve"> 1.0</w:t>
      </w:r>
      <w:r>
        <w:rPr>
          <w:rFonts w:ascii="Calibri" w:hAnsi="Calibri" w:cs="Calibri"/>
          <w:bCs/>
          <w:sz w:val="22"/>
          <w:szCs w:val="22"/>
        </w:rPr>
        <w:t xml:space="preserve"> (N</w:t>
      </w:r>
      <w:r w:rsidRPr="000F0366">
        <w:rPr>
          <w:rFonts w:ascii="Calibri" w:hAnsi="Calibri" w:cs="Calibri"/>
          <w:bCs/>
          <w:sz w:val="22"/>
          <w:szCs w:val="22"/>
        </w:rPr>
        <w:t xml:space="preserve">earest </w:t>
      </w:r>
      <w:r>
        <w:rPr>
          <w:rFonts w:ascii="Calibri" w:hAnsi="Calibri" w:cs="Calibri"/>
          <w:bCs/>
          <w:sz w:val="22"/>
          <w:szCs w:val="22"/>
        </w:rPr>
        <w:t>N</w:t>
      </w:r>
      <w:r w:rsidRPr="000F0366">
        <w:rPr>
          <w:rFonts w:ascii="Calibri" w:hAnsi="Calibri" w:cs="Calibri"/>
          <w:bCs/>
          <w:sz w:val="22"/>
          <w:szCs w:val="22"/>
        </w:rPr>
        <w:t xml:space="preserve">eighbor </w:t>
      </w:r>
      <w:r>
        <w:rPr>
          <w:rFonts w:ascii="Calibri" w:hAnsi="Calibri" w:cs="Calibri"/>
          <w:bCs/>
          <w:sz w:val="22"/>
          <w:szCs w:val="22"/>
        </w:rPr>
        <w:t>A</w:t>
      </w:r>
      <w:r w:rsidRPr="000F0366">
        <w:rPr>
          <w:rFonts w:ascii="Calibri" w:hAnsi="Calibri" w:cs="Calibri"/>
          <w:bCs/>
          <w:sz w:val="22"/>
          <w:szCs w:val="22"/>
        </w:rPr>
        <w:t xml:space="preserve">nalysis </w:t>
      </w:r>
      <w:r>
        <w:rPr>
          <w:rFonts w:ascii="Calibri" w:hAnsi="Calibri" w:cs="Calibri"/>
          <w:bCs/>
          <w:sz w:val="22"/>
          <w:szCs w:val="22"/>
        </w:rPr>
        <w:t>workflow)</w:t>
      </w:r>
      <w:r w:rsidRPr="000F0366">
        <w:rPr>
          <w:rFonts w:ascii="Calibri" w:hAnsi="Calibri" w:cs="Calibri"/>
          <w:bCs/>
          <w:sz w:val="22"/>
          <w:szCs w:val="22"/>
        </w:rPr>
        <w:t xml:space="preserve"> modules </w:t>
      </w:r>
      <w:r>
        <w:rPr>
          <w:rFonts w:ascii="Calibri" w:hAnsi="Calibri" w:cs="Calibri"/>
          <w:bCs/>
          <w:sz w:val="22"/>
          <w:szCs w:val="22"/>
        </w:rPr>
        <w:t>(</w:t>
      </w:r>
      <w:r w:rsidRPr="000F0366">
        <w:rPr>
          <w:rFonts w:ascii="Calibri" w:hAnsi="Calibri" w:cs="Calibri"/>
          <w:bCs/>
          <w:sz w:val="22"/>
          <w:szCs w:val="22"/>
        </w:rPr>
        <w:t>HALO software</w:t>
      </w:r>
      <w:r>
        <w:rPr>
          <w:rFonts w:ascii="Calibri" w:hAnsi="Calibri" w:cs="Calibri"/>
          <w:bCs/>
          <w:sz w:val="22"/>
          <w:szCs w:val="22"/>
        </w:rPr>
        <w:t xml:space="preserve">; </w:t>
      </w:r>
      <w:r w:rsidRPr="000F0366">
        <w:rPr>
          <w:rFonts w:ascii="Calibri" w:hAnsi="Calibri" w:cs="Calibri"/>
          <w:bCs/>
          <w:sz w:val="22"/>
          <w:szCs w:val="22"/>
        </w:rPr>
        <w:t>Indica Labs) were used.</w:t>
      </w:r>
      <w:r>
        <w:rPr>
          <w:rFonts w:ascii="Calibri" w:hAnsi="Calibri" w:cs="Calibri"/>
          <w:bCs/>
          <w:sz w:val="22"/>
          <w:szCs w:val="22"/>
        </w:rPr>
        <w:t xml:space="preserve"> For calculating cell densities within and outside an interface layer (i.e., necrotic lesion), </w:t>
      </w:r>
      <w:r w:rsidRPr="006E66C9">
        <w:rPr>
          <w:rFonts w:ascii="Calibri" w:hAnsi="Calibri" w:cs="Calibri"/>
          <w:bCs/>
          <w:sz w:val="22"/>
          <w:szCs w:val="22"/>
        </w:rPr>
        <w:t xml:space="preserve">the </w:t>
      </w:r>
      <w:r w:rsidRPr="006E66C9">
        <w:rPr>
          <w:rFonts w:ascii="Calibri" w:hAnsi="Calibri" w:cs="Calibri"/>
          <w:bCs/>
          <w:i/>
          <w:iCs/>
          <w:sz w:val="22"/>
          <w:szCs w:val="22"/>
        </w:rPr>
        <w:t>Cytonuclear FL 1.0</w:t>
      </w:r>
      <w:r w:rsidRPr="006E66C9">
        <w:rPr>
          <w:rFonts w:ascii="Calibri" w:hAnsi="Calibri" w:cs="Calibri"/>
          <w:bCs/>
          <w:sz w:val="22"/>
          <w:szCs w:val="22"/>
        </w:rPr>
        <w:t xml:space="preserve"> and </w:t>
      </w:r>
      <w:r w:rsidRPr="006E66C9">
        <w:rPr>
          <w:rFonts w:ascii="Calibri" w:hAnsi="Calibri" w:cs="Calibri"/>
          <w:bCs/>
          <w:i/>
          <w:iCs/>
          <w:sz w:val="22"/>
          <w:szCs w:val="22"/>
        </w:rPr>
        <w:t>Infiltration Analysis</w:t>
      </w:r>
      <w:r w:rsidRPr="006E66C9">
        <w:rPr>
          <w:rFonts w:ascii="Calibri" w:hAnsi="Calibri" w:cs="Calibri"/>
          <w:bCs/>
          <w:sz w:val="22"/>
          <w:szCs w:val="22"/>
        </w:rPr>
        <w:t xml:space="preserve"> </w:t>
      </w:r>
      <w:r>
        <w:rPr>
          <w:rFonts w:ascii="Calibri" w:hAnsi="Calibri" w:cs="Calibri"/>
          <w:bCs/>
          <w:sz w:val="22"/>
          <w:szCs w:val="22"/>
        </w:rPr>
        <w:t>workflow</w:t>
      </w:r>
      <w:r w:rsidRPr="006E66C9">
        <w:rPr>
          <w:rFonts w:ascii="Calibri" w:hAnsi="Calibri" w:cs="Calibri"/>
          <w:bCs/>
          <w:sz w:val="22"/>
          <w:szCs w:val="22"/>
        </w:rPr>
        <w:t xml:space="preserve"> </w:t>
      </w:r>
      <w:r>
        <w:rPr>
          <w:rFonts w:ascii="Calibri" w:hAnsi="Calibri" w:cs="Calibri"/>
          <w:bCs/>
          <w:sz w:val="22"/>
          <w:szCs w:val="22"/>
        </w:rPr>
        <w:t>(</w:t>
      </w:r>
      <w:r w:rsidRPr="006E66C9">
        <w:rPr>
          <w:rFonts w:ascii="Calibri" w:hAnsi="Calibri" w:cs="Calibri"/>
          <w:bCs/>
          <w:sz w:val="22"/>
          <w:szCs w:val="22"/>
        </w:rPr>
        <w:t>HALO software</w:t>
      </w:r>
      <w:r>
        <w:rPr>
          <w:rFonts w:ascii="Calibri" w:hAnsi="Calibri" w:cs="Calibri"/>
          <w:bCs/>
          <w:sz w:val="22"/>
          <w:szCs w:val="22"/>
        </w:rPr>
        <w:t xml:space="preserve">; </w:t>
      </w:r>
      <w:r w:rsidRPr="006E66C9">
        <w:rPr>
          <w:rFonts w:ascii="Calibri" w:hAnsi="Calibri" w:cs="Calibri"/>
          <w:bCs/>
          <w:sz w:val="22"/>
          <w:szCs w:val="22"/>
        </w:rPr>
        <w:t>Indica Labs) were used.</w:t>
      </w:r>
      <w:r>
        <w:rPr>
          <w:rFonts w:ascii="Calibri" w:hAnsi="Calibri" w:cs="Calibri"/>
          <w:bCs/>
          <w:sz w:val="22"/>
          <w:szCs w:val="22"/>
        </w:rPr>
        <w:t xml:space="preserve"> </w:t>
      </w:r>
      <w:r w:rsidRPr="000F0366">
        <w:rPr>
          <w:rFonts w:ascii="Calibri" w:hAnsi="Calibri" w:cs="Calibri"/>
          <w:bCs/>
          <w:sz w:val="22"/>
          <w:szCs w:val="22"/>
        </w:rPr>
        <w:t>Min-max normalization</w:t>
      </w:r>
      <w:r>
        <w:rPr>
          <w:rFonts w:ascii="Calibri" w:hAnsi="Calibri" w:cs="Calibri"/>
          <w:bCs/>
          <w:sz w:val="22"/>
          <w:szCs w:val="22"/>
        </w:rPr>
        <w:t xml:space="preserve"> was then applied to scale the cell densities in each interface distance bin and plotted with </w:t>
      </w:r>
      <w:r w:rsidRPr="000F0366">
        <w:rPr>
          <w:rFonts w:ascii="Calibri" w:hAnsi="Calibri" w:cs="Calibri"/>
          <w:bCs/>
          <w:i/>
          <w:iCs/>
          <w:sz w:val="22"/>
          <w:szCs w:val="22"/>
        </w:rPr>
        <w:t>ggplot</w:t>
      </w:r>
      <w:r>
        <w:rPr>
          <w:rFonts w:ascii="Calibri" w:hAnsi="Calibri" w:cs="Calibri"/>
          <w:bCs/>
          <w:sz w:val="22"/>
          <w:szCs w:val="22"/>
        </w:rPr>
        <w:t xml:space="preserve"> as a 100 percent stacked bar</w:t>
      </w:r>
      <w:r w:rsidRPr="000F0366">
        <w:rPr>
          <w:rFonts w:ascii="Calibri" w:hAnsi="Calibri" w:cs="Calibri"/>
          <w:bCs/>
          <w:sz w:val="22"/>
          <w:szCs w:val="22"/>
        </w:rPr>
        <w:t>.</w:t>
      </w:r>
      <w:r>
        <w:rPr>
          <w:rFonts w:ascii="Calibri" w:hAnsi="Calibri" w:cs="Calibri"/>
          <w:bCs/>
          <w:sz w:val="22"/>
          <w:szCs w:val="22"/>
        </w:rPr>
        <w:t xml:space="preserve"> Representative high-resolution IF images were obtained </w:t>
      </w:r>
      <w:r w:rsidRPr="00BA762F">
        <w:rPr>
          <w:rFonts w:ascii="Calibri" w:hAnsi="Calibri" w:cs="Calibri"/>
          <w:bCs/>
          <w:sz w:val="22"/>
          <w:szCs w:val="22"/>
        </w:rPr>
        <w:t>under a confocal microscope with a resonant scanning disk (Nikon A1R, Nikon Instruments) with Z-sectioning (0.5 μm)</w:t>
      </w:r>
      <w:r>
        <w:rPr>
          <w:rFonts w:ascii="Calibri" w:hAnsi="Calibri" w:cs="Calibri"/>
          <w:bCs/>
          <w:sz w:val="22"/>
          <w:szCs w:val="22"/>
        </w:rPr>
        <w:t>.</w:t>
      </w:r>
      <w:r w:rsidRPr="00BA762F">
        <w:rPr>
          <w:rFonts w:ascii="Calibri" w:hAnsi="Calibri" w:cs="Calibri"/>
          <w:bCs/>
          <w:sz w:val="22"/>
          <w:szCs w:val="22"/>
        </w:rPr>
        <w:t xml:space="preserve"> </w:t>
      </w:r>
      <w:r>
        <w:rPr>
          <w:rFonts w:ascii="Calibri" w:hAnsi="Calibri" w:cs="Calibri"/>
          <w:bCs/>
          <w:sz w:val="22"/>
          <w:szCs w:val="22"/>
        </w:rPr>
        <w:t xml:space="preserve">The </w:t>
      </w:r>
      <w:r w:rsidRPr="00BA762F">
        <w:rPr>
          <w:rFonts w:ascii="Calibri" w:hAnsi="Calibri" w:cs="Calibri"/>
          <w:bCs/>
          <w:sz w:val="22"/>
          <w:szCs w:val="22"/>
        </w:rPr>
        <w:t>Nikon NIS-Elements AR Analysis 4.40 software</w:t>
      </w:r>
      <w:r>
        <w:rPr>
          <w:rFonts w:ascii="Calibri" w:hAnsi="Calibri" w:cs="Calibri"/>
          <w:bCs/>
          <w:sz w:val="22"/>
          <w:szCs w:val="22"/>
        </w:rPr>
        <w:t xml:space="preserve"> was used to </w:t>
      </w:r>
      <w:r w:rsidRPr="004B47FF">
        <w:rPr>
          <w:rFonts w:ascii="Calibri" w:hAnsi="Calibri" w:cs="Calibri"/>
          <w:bCs/>
          <w:sz w:val="22"/>
          <w:szCs w:val="22"/>
        </w:rPr>
        <w:t>create the volume projection image</w:t>
      </w:r>
      <w:r>
        <w:rPr>
          <w:rFonts w:ascii="Calibri" w:hAnsi="Calibri" w:cs="Calibri"/>
          <w:bCs/>
          <w:sz w:val="22"/>
          <w:szCs w:val="22"/>
        </w:rPr>
        <w:t xml:space="preserve"> (3-D reconstruction)</w:t>
      </w:r>
      <w:r w:rsidRPr="004B47FF">
        <w:rPr>
          <w:rFonts w:ascii="Calibri" w:hAnsi="Calibri" w:cs="Calibri"/>
          <w:bCs/>
          <w:sz w:val="22"/>
          <w:szCs w:val="22"/>
        </w:rPr>
        <w:t>,</w:t>
      </w:r>
      <w:r>
        <w:rPr>
          <w:rFonts w:ascii="Calibri" w:hAnsi="Calibri" w:cs="Calibri"/>
          <w:bCs/>
          <w:sz w:val="22"/>
          <w:szCs w:val="22"/>
        </w:rPr>
        <w:t xml:space="preserve"> and the final figures</w:t>
      </w:r>
      <w:r w:rsidRPr="00C8569E">
        <w:rPr>
          <w:rFonts w:ascii="Calibri" w:hAnsi="Calibri" w:cs="Calibri"/>
          <w:bCs/>
          <w:sz w:val="22"/>
          <w:szCs w:val="22"/>
        </w:rPr>
        <w:t xml:space="preserve"> were assembled </w:t>
      </w:r>
      <w:r>
        <w:rPr>
          <w:rFonts w:ascii="Calibri" w:hAnsi="Calibri" w:cs="Calibri"/>
          <w:bCs/>
          <w:sz w:val="22"/>
          <w:szCs w:val="22"/>
        </w:rPr>
        <w:t>in</w:t>
      </w:r>
      <w:r w:rsidRPr="00C8569E">
        <w:rPr>
          <w:rFonts w:ascii="Calibri" w:hAnsi="Calibri" w:cs="Calibri"/>
          <w:bCs/>
          <w:sz w:val="22"/>
          <w:szCs w:val="22"/>
        </w:rPr>
        <w:t xml:space="preserve"> Illustrator </w:t>
      </w:r>
      <w:r>
        <w:rPr>
          <w:rFonts w:ascii="Calibri" w:hAnsi="Calibri" w:cs="Calibri"/>
          <w:bCs/>
          <w:sz w:val="22"/>
          <w:szCs w:val="22"/>
        </w:rPr>
        <w:t xml:space="preserve">v27.2 </w:t>
      </w:r>
      <w:r w:rsidRPr="00C8569E">
        <w:rPr>
          <w:rFonts w:ascii="Calibri" w:hAnsi="Calibri" w:cs="Calibri"/>
          <w:bCs/>
          <w:sz w:val="22"/>
          <w:szCs w:val="22"/>
        </w:rPr>
        <w:t>(Adobe).</w:t>
      </w:r>
      <w:r>
        <w:rPr>
          <w:rFonts w:ascii="Calibri" w:hAnsi="Calibri" w:cs="Calibri"/>
          <w:bCs/>
          <w:sz w:val="22"/>
          <w:szCs w:val="22"/>
        </w:rPr>
        <w:t xml:space="preserve"> </w:t>
      </w:r>
    </w:p>
    <w:p w14:paraId="0CF2A051" w14:textId="77777777" w:rsidR="0016398C" w:rsidRDefault="0016398C" w:rsidP="009D41CE">
      <w:pPr>
        <w:spacing w:line="480" w:lineRule="auto"/>
        <w:jc w:val="both"/>
        <w:rPr>
          <w:rFonts w:ascii="Calibri" w:hAnsi="Calibri" w:cs="Calibri"/>
          <w:bCs/>
          <w:sz w:val="22"/>
          <w:szCs w:val="22"/>
        </w:rPr>
      </w:pPr>
    </w:p>
    <w:p w14:paraId="52FCF4B1" w14:textId="35757394" w:rsidR="0016398C" w:rsidRDefault="0016398C" w:rsidP="009D41CE">
      <w:pPr>
        <w:spacing w:line="480" w:lineRule="auto"/>
        <w:jc w:val="both"/>
        <w:rPr>
          <w:rFonts w:ascii="Calibri" w:hAnsi="Calibri" w:cs="Calibri"/>
          <w:b/>
          <w:bCs/>
          <w:sz w:val="22"/>
          <w:szCs w:val="22"/>
        </w:rPr>
      </w:pPr>
      <w:r w:rsidRPr="00C05447">
        <w:rPr>
          <w:rFonts w:ascii="Calibri" w:hAnsi="Calibri" w:cs="Calibri"/>
          <w:b/>
          <w:bCs/>
          <w:i/>
          <w:sz w:val="22"/>
          <w:szCs w:val="22"/>
        </w:rPr>
        <w:t>In vivo</w:t>
      </w:r>
      <w:r w:rsidRPr="00C05447">
        <w:rPr>
          <w:rFonts w:ascii="Calibri" w:hAnsi="Calibri" w:cs="Calibri"/>
          <w:b/>
          <w:bCs/>
          <w:sz w:val="22"/>
          <w:szCs w:val="22"/>
        </w:rPr>
        <w:t xml:space="preserve"> isolation of </w:t>
      </w:r>
      <w:r w:rsidR="00317EB1">
        <w:rPr>
          <w:rFonts w:ascii="Calibri" w:hAnsi="Calibri" w:cs="Calibri"/>
          <w:b/>
          <w:bCs/>
          <w:sz w:val="22"/>
          <w:szCs w:val="22"/>
        </w:rPr>
        <w:t>MF</w:t>
      </w:r>
      <w:r w:rsidRPr="00C05447">
        <w:rPr>
          <w:rFonts w:ascii="Calibri" w:hAnsi="Calibri" w:cs="Calibri"/>
          <w:b/>
          <w:bCs/>
          <w:sz w:val="22"/>
          <w:szCs w:val="22"/>
        </w:rPr>
        <w:t>s from muscle</w:t>
      </w:r>
    </w:p>
    <w:p w14:paraId="4D440168" w14:textId="16187903" w:rsidR="0016398C" w:rsidRDefault="0016398C" w:rsidP="009D41CE">
      <w:pPr>
        <w:spacing w:line="480" w:lineRule="auto"/>
        <w:ind w:firstLine="720"/>
        <w:jc w:val="both"/>
        <w:rPr>
          <w:rFonts w:ascii="Calibri" w:hAnsi="Calibri" w:cs="Calibri"/>
          <w:bCs/>
          <w:sz w:val="22"/>
          <w:szCs w:val="22"/>
        </w:rPr>
      </w:pPr>
      <w:r>
        <w:rPr>
          <w:rFonts w:ascii="Calibri" w:hAnsi="Calibri" w:cs="Calibri"/>
          <w:bCs/>
          <w:sz w:val="22"/>
          <w:szCs w:val="22"/>
        </w:rPr>
        <w:lastRenderedPageBreak/>
        <w:t xml:space="preserve">Isolation of muscle-infiltrating </w:t>
      </w:r>
      <w:r w:rsidR="00317EB1">
        <w:rPr>
          <w:rFonts w:ascii="Calibri" w:hAnsi="Calibri" w:cs="Calibri"/>
          <w:bCs/>
          <w:sz w:val="22"/>
          <w:szCs w:val="22"/>
        </w:rPr>
        <w:t>MF</w:t>
      </w:r>
      <w:r>
        <w:rPr>
          <w:rFonts w:ascii="Calibri" w:hAnsi="Calibri" w:cs="Calibri"/>
          <w:bCs/>
          <w:sz w:val="22"/>
          <w:szCs w:val="22"/>
        </w:rPr>
        <w:t xml:space="preserve">s was performed as described previously </w:t>
      </w:r>
      <w:r>
        <w:rPr>
          <w:rFonts w:ascii="Calibri" w:hAnsi="Calibri" w:cs="Calibri"/>
          <w:bCs/>
          <w:sz w:val="22"/>
          <w:szCs w:val="22"/>
        </w:rPr>
        <w:fldChar w:fldCharType="begin">
          <w:fldData xml:space="preserve">PEVuZE5vdGU+PENpdGU+PEF1dGhvcj5HaWFubmFraXM8L0F1dGhvcj48WWVhcj4yMDE5PC9ZZWFy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</w:fldData>
        </w:fldChar>
      </w:r>
      <w:r w:rsidR="003B089D">
        <w:rPr>
          <w:rFonts w:ascii="Calibri" w:hAnsi="Calibri" w:cs="Calibri"/>
          <w:bCs/>
          <w:sz w:val="22"/>
          <w:szCs w:val="22"/>
        </w:rPr>
        <w:instrText xml:space="preserve"> ADDIN EN.CITE </w:instrText>
      </w:r>
      <w:r w:rsidR="003B089D">
        <w:rPr>
          <w:rFonts w:ascii="Calibri" w:hAnsi="Calibri" w:cs="Calibri"/>
          <w:bCs/>
          <w:sz w:val="22"/>
          <w:szCs w:val="22"/>
        </w:rPr>
        <w:fldChar w:fldCharType="begin">
          <w:fldData xml:space="preserve">PEVuZE5vdGU+PENpdGU+PEF1dGhvcj5HaWFubmFraXM8L0F1dGhvcj48WWVhcj4yMDE5PC9ZZWFy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</w:fldData>
        </w:fldChar>
      </w:r>
      <w:r w:rsidR="003B089D">
        <w:rPr>
          <w:rFonts w:ascii="Calibri" w:hAnsi="Calibri" w:cs="Calibri"/>
          <w:bCs/>
          <w:sz w:val="22"/>
          <w:szCs w:val="22"/>
        </w:rPr>
        <w:instrText xml:space="preserve"> ADDIN EN.CITE.DATA </w:instrText>
      </w:r>
      <w:r w:rsidR="003B089D">
        <w:rPr>
          <w:rFonts w:ascii="Calibri" w:hAnsi="Calibri" w:cs="Calibri"/>
          <w:bCs/>
          <w:sz w:val="22"/>
          <w:szCs w:val="22"/>
        </w:rPr>
      </w:r>
      <w:r w:rsidR="003B089D">
        <w:rPr>
          <w:rFonts w:ascii="Calibri" w:hAnsi="Calibri" w:cs="Calibri"/>
          <w:bCs/>
          <w:sz w:val="22"/>
          <w:szCs w:val="22"/>
        </w:rPr>
        <w:fldChar w:fldCharType="end"/>
      </w:r>
      <w:r>
        <w:rPr>
          <w:rFonts w:ascii="Calibri" w:hAnsi="Calibri" w:cs="Calibri"/>
          <w:bCs/>
          <w:sz w:val="22"/>
          <w:szCs w:val="22"/>
        </w:rPr>
        <w:fldChar w:fldCharType="separate"/>
      </w:r>
      <w:r w:rsidR="003B089D">
        <w:rPr>
          <w:rFonts w:ascii="Calibri" w:hAnsi="Calibri" w:cs="Calibri"/>
          <w:bCs/>
          <w:noProof/>
          <w:sz w:val="22"/>
          <w:szCs w:val="22"/>
        </w:rPr>
        <w:t>(3, 4)</w:t>
      </w:r>
      <w:r>
        <w:rPr>
          <w:rFonts w:ascii="Calibri" w:hAnsi="Calibri" w:cs="Calibri"/>
          <w:bCs/>
          <w:sz w:val="22"/>
          <w:szCs w:val="22"/>
        </w:rPr>
        <w:fldChar w:fldCharType="end"/>
      </w:r>
      <w:r>
        <w:rPr>
          <w:rFonts w:ascii="Calibri" w:hAnsi="Calibri" w:cs="Calibri"/>
          <w:bCs/>
          <w:sz w:val="22"/>
          <w:szCs w:val="22"/>
        </w:rPr>
        <w:t>. Briefly, the f</w:t>
      </w:r>
      <w:r w:rsidRPr="00C05447">
        <w:rPr>
          <w:rFonts w:ascii="Calibri" w:hAnsi="Calibri" w:cs="Calibri"/>
          <w:bCs/>
          <w:sz w:val="22"/>
          <w:szCs w:val="22"/>
        </w:rPr>
        <w:t>ascia of the TA was removed,</w:t>
      </w:r>
      <w:r>
        <w:rPr>
          <w:rFonts w:ascii="Calibri" w:hAnsi="Calibri" w:cs="Calibri"/>
          <w:bCs/>
          <w:sz w:val="22"/>
          <w:szCs w:val="22"/>
        </w:rPr>
        <w:t xml:space="preserve"> and m</w:t>
      </w:r>
      <w:r w:rsidRPr="00C05447">
        <w:rPr>
          <w:rFonts w:ascii="Calibri" w:hAnsi="Calibri" w:cs="Calibri"/>
          <w:bCs/>
          <w:sz w:val="22"/>
          <w:szCs w:val="22"/>
        </w:rPr>
        <w:t xml:space="preserve">uscles were dissociated in </w:t>
      </w:r>
      <w:r>
        <w:rPr>
          <w:rFonts w:ascii="Calibri" w:hAnsi="Calibri" w:cs="Calibri"/>
          <w:bCs/>
          <w:sz w:val="22"/>
          <w:szCs w:val="22"/>
        </w:rPr>
        <w:t xml:space="preserve">either </w:t>
      </w:r>
      <w:r w:rsidRPr="00C05447">
        <w:rPr>
          <w:rFonts w:ascii="Calibri" w:hAnsi="Calibri" w:cs="Calibri"/>
          <w:bCs/>
          <w:sz w:val="22"/>
          <w:szCs w:val="22"/>
        </w:rPr>
        <w:t xml:space="preserve">RPMI containing 0.2% collagenase B (Roche Diagnostics GmbH) at 37°C for 1 hour </w:t>
      </w:r>
      <w:r>
        <w:rPr>
          <w:rFonts w:ascii="Calibri" w:hAnsi="Calibri" w:cs="Calibri"/>
          <w:bCs/>
          <w:sz w:val="22"/>
          <w:szCs w:val="22"/>
        </w:rPr>
        <w:t xml:space="preserve">or by </w:t>
      </w:r>
      <w:r w:rsidRPr="00C05447">
        <w:rPr>
          <w:rFonts w:ascii="Calibri" w:hAnsi="Calibri" w:cs="Calibri"/>
          <w:bCs/>
          <w:sz w:val="22"/>
          <w:szCs w:val="22"/>
        </w:rPr>
        <w:t xml:space="preserve">using the MACS Skeletal Muscle Dissociation Kit (Miltenyi, 130-098-305) </w:t>
      </w:r>
      <w:r>
        <w:rPr>
          <w:rFonts w:ascii="Calibri" w:hAnsi="Calibri" w:cs="Calibri"/>
          <w:bCs/>
          <w:sz w:val="22"/>
          <w:szCs w:val="22"/>
        </w:rPr>
        <w:t>or</w:t>
      </w:r>
      <w:r w:rsidRPr="00C05447">
        <w:rPr>
          <w:rFonts w:ascii="Calibri" w:hAnsi="Calibri" w:cs="Calibri"/>
          <w:bCs/>
          <w:sz w:val="22"/>
          <w:szCs w:val="22"/>
        </w:rPr>
        <w:t xml:space="preserve"> gentleMACS Octo Dissociator, per kit instructions</w:t>
      </w:r>
      <w:r>
        <w:rPr>
          <w:rFonts w:ascii="Calibri" w:hAnsi="Calibri" w:cs="Calibri"/>
          <w:bCs/>
          <w:sz w:val="22"/>
          <w:szCs w:val="22"/>
        </w:rPr>
        <w:t>. Cell homogenate was</w:t>
      </w:r>
      <w:r w:rsidRPr="00C05447">
        <w:rPr>
          <w:rFonts w:ascii="Calibri" w:hAnsi="Calibri" w:cs="Calibri"/>
          <w:bCs/>
          <w:sz w:val="22"/>
          <w:szCs w:val="22"/>
        </w:rPr>
        <w:t xml:space="preserve"> filtered through a 100 µm</w:t>
      </w:r>
      <w:r>
        <w:rPr>
          <w:rFonts w:ascii="Calibri" w:hAnsi="Calibri" w:cs="Calibri"/>
          <w:bCs/>
          <w:sz w:val="22"/>
          <w:szCs w:val="22"/>
        </w:rPr>
        <w:t xml:space="preserve"> </w:t>
      </w:r>
      <w:r w:rsidRPr="00C05447">
        <w:rPr>
          <w:rFonts w:ascii="Calibri" w:hAnsi="Calibri" w:cs="Calibri"/>
          <w:bCs/>
          <w:sz w:val="22"/>
          <w:szCs w:val="22"/>
        </w:rPr>
        <w:t>and a 40 µm filter</w:t>
      </w:r>
      <w:r>
        <w:rPr>
          <w:rFonts w:ascii="Calibri" w:hAnsi="Calibri" w:cs="Calibri"/>
          <w:bCs/>
          <w:sz w:val="22"/>
          <w:szCs w:val="22"/>
        </w:rPr>
        <w:t xml:space="preserve">, and </w:t>
      </w:r>
      <w:r w:rsidRPr="00C05447">
        <w:rPr>
          <w:rFonts w:ascii="Calibri" w:hAnsi="Calibri" w:cs="Calibri"/>
          <w:bCs/>
          <w:sz w:val="22"/>
          <w:szCs w:val="22"/>
        </w:rPr>
        <w:t>CD45</w:t>
      </w:r>
      <w:r w:rsidRPr="00C05447">
        <w:rPr>
          <w:rFonts w:ascii="Calibri" w:hAnsi="Calibri" w:cs="Calibri"/>
          <w:bCs/>
          <w:sz w:val="22"/>
          <w:szCs w:val="22"/>
          <w:vertAlign w:val="superscript"/>
        </w:rPr>
        <w:t>+</w:t>
      </w:r>
      <w:r w:rsidRPr="00C05447">
        <w:rPr>
          <w:rFonts w:ascii="Calibri" w:hAnsi="Calibri" w:cs="Calibri"/>
          <w:bCs/>
          <w:sz w:val="22"/>
          <w:szCs w:val="22"/>
        </w:rPr>
        <w:t xml:space="preserve"> cells were isolated using magnetic sorting (Miltenyi Biotec</w:t>
      </w:r>
      <w:r w:rsidRPr="00F963CA">
        <w:rPr>
          <w:rFonts w:ascii="Calibri" w:hAnsi="Calibri" w:cs="Calibri"/>
          <w:bCs/>
          <w:sz w:val="22"/>
          <w:szCs w:val="22"/>
        </w:rPr>
        <w:t xml:space="preserve">). For FACS, </w:t>
      </w:r>
      <w:r>
        <w:rPr>
          <w:rFonts w:ascii="Calibri" w:hAnsi="Calibri" w:cs="Calibri"/>
          <w:bCs/>
          <w:sz w:val="22"/>
          <w:szCs w:val="22"/>
        </w:rPr>
        <w:t>myeloid cells</w:t>
      </w:r>
      <w:r w:rsidRPr="00F963CA">
        <w:rPr>
          <w:rFonts w:ascii="Calibri" w:hAnsi="Calibri" w:cs="Calibri"/>
          <w:bCs/>
          <w:sz w:val="22"/>
          <w:szCs w:val="22"/>
        </w:rPr>
        <w:t xml:space="preserve"> were treated with Fcγ receptor blocking antibodies and with 10% normal rat serum: normal mouse serum 1:1 mix, then stained with a combination of PE-conjugated anti-Ly6C antibody (HK1.4, eBioscience), APC-conjugated or FITC-conjugated F4/80 antibody (BM8, eBioscience), FITC-conjugated Ly6G antibody (1A8, Biolegend), Pacific Blue-conjugated MHCII antibody (M5/114.15.2, Biolegend) and eFluor660-conjugated GPNMB antibody (CTSREVL, eBioscience). Ly6C</w:t>
      </w:r>
      <w:r w:rsidRPr="00F963CA">
        <w:rPr>
          <w:rFonts w:ascii="Calibri" w:hAnsi="Calibri" w:cs="Calibri"/>
          <w:bCs/>
          <w:sz w:val="22"/>
          <w:szCs w:val="22"/>
          <w:vertAlign w:val="superscript"/>
        </w:rPr>
        <w:t>low</w:t>
      </w:r>
      <w:r w:rsidRPr="00F963CA">
        <w:rPr>
          <w:rFonts w:ascii="Calibri" w:hAnsi="Calibri" w:cs="Calibri"/>
          <w:bCs/>
          <w:sz w:val="22"/>
          <w:szCs w:val="22"/>
        </w:rPr>
        <w:t xml:space="preserve"> F4/80</w:t>
      </w:r>
      <w:r w:rsidRPr="00F963CA">
        <w:rPr>
          <w:rFonts w:ascii="Calibri" w:hAnsi="Calibri" w:cs="Calibri"/>
          <w:bCs/>
          <w:sz w:val="22"/>
          <w:szCs w:val="22"/>
          <w:vertAlign w:val="superscript"/>
        </w:rPr>
        <w:t>high</w:t>
      </w:r>
      <w:r w:rsidRPr="00F963CA">
        <w:rPr>
          <w:rFonts w:ascii="Calibri" w:hAnsi="Calibri" w:cs="Calibri"/>
          <w:bCs/>
          <w:sz w:val="22"/>
          <w:szCs w:val="22"/>
        </w:rPr>
        <w:t xml:space="preserve"> Gpnmb</w:t>
      </w:r>
      <w:r w:rsidRPr="00F963CA">
        <w:rPr>
          <w:rFonts w:ascii="Calibri" w:hAnsi="Calibri" w:cs="Calibri"/>
          <w:bCs/>
          <w:sz w:val="22"/>
          <w:szCs w:val="22"/>
          <w:vertAlign w:val="superscript"/>
        </w:rPr>
        <w:t>-</w:t>
      </w:r>
      <w:r w:rsidRPr="00F963CA">
        <w:rPr>
          <w:rFonts w:ascii="Calibri" w:hAnsi="Calibri" w:cs="Calibri"/>
          <w:bCs/>
          <w:sz w:val="22"/>
          <w:szCs w:val="22"/>
        </w:rPr>
        <w:t xml:space="preserve"> MFs,</w:t>
      </w:r>
      <w:r>
        <w:rPr>
          <w:rFonts w:ascii="Calibri" w:hAnsi="Calibri" w:cs="Calibri"/>
          <w:bCs/>
          <w:sz w:val="22"/>
          <w:szCs w:val="22"/>
        </w:rPr>
        <w:t xml:space="preserve"> </w:t>
      </w:r>
      <w:r w:rsidRPr="00F963CA">
        <w:rPr>
          <w:rFonts w:ascii="Calibri" w:hAnsi="Calibri" w:cs="Calibri"/>
          <w:bCs/>
          <w:sz w:val="22"/>
          <w:szCs w:val="22"/>
        </w:rPr>
        <w:t>Ly6C</w:t>
      </w:r>
      <w:r w:rsidRPr="00F963CA">
        <w:rPr>
          <w:rFonts w:ascii="Calibri" w:hAnsi="Calibri" w:cs="Calibri"/>
          <w:bCs/>
          <w:sz w:val="22"/>
          <w:szCs w:val="22"/>
          <w:vertAlign w:val="superscript"/>
        </w:rPr>
        <w:t>low</w:t>
      </w:r>
      <w:r w:rsidRPr="00F963CA">
        <w:rPr>
          <w:rFonts w:ascii="Calibri" w:hAnsi="Calibri" w:cs="Calibri"/>
          <w:bCs/>
          <w:sz w:val="22"/>
          <w:szCs w:val="22"/>
        </w:rPr>
        <w:t xml:space="preserve"> F4/80</w:t>
      </w:r>
      <w:r w:rsidRPr="00F963CA">
        <w:rPr>
          <w:rFonts w:ascii="Calibri" w:hAnsi="Calibri" w:cs="Calibri"/>
          <w:bCs/>
          <w:sz w:val="22"/>
          <w:szCs w:val="22"/>
          <w:vertAlign w:val="superscript"/>
        </w:rPr>
        <w:t>high</w:t>
      </w:r>
      <w:r w:rsidRPr="00F963CA">
        <w:rPr>
          <w:rFonts w:ascii="Calibri" w:hAnsi="Calibri" w:cs="Calibri"/>
          <w:bCs/>
          <w:sz w:val="22"/>
          <w:szCs w:val="22"/>
        </w:rPr>
        <w:t xml:space="preserve"> Gpnmb</w:t>
      </w:r>
      <w:r w:rsidRPr="00F963CA">
        <w:rPr>
          <w:rFonts w:ascii="Calibri" w:hAnsi="Calibri" w:cs="Calibri"/>
          <w:bCs/>
          <w:sz w:val="22"/>
          <w:szCs w:val="22"/>
          <w:vertAlign w:val="superscript"/>
        </w:rPr>
        <w:t>+</w:t>
      </w:r>
      <w:r w:rsidRPr="00F963CA">
        <w:rPr>
          <w:rFonts w:ascii="Calibri" w:hAnsi="Calibri" w:cs="Calibri"/>
          <w:bCs/>
          <w:sz w:val="22"/>
          <w:szCs w:val="22"/>
        </w:rPr>
        <w:t xml:space="preserve"> MFs</w:t>
      </w:r>
      <w:r>
        <w:rPr>
          <w:rFonts w:ascii="Calibri" w:hAnsi="Calibri" w:cs="Calibri"/>
          <w:bCs/>
          <w:sz w:val="22"/>
          <w:szCs w:val="22"/>
        </w:rPr>
        <w:t xml:space="preserve">, and </w:t>
      </w:r>
      <w:r w:rsidRPr="00F963CA">
        <w:rPr>
          <w:rFonts w:ascii="Calibri" w:hAnsi="Calibri" w:cs="Calibri"/>
          <w:bCs/>
          <w:sz w:val="22"/>
          <w:szCs w:val="22"/>
        </w:rPr>
        <w:t>Ly6C</w:t>
      </w:r>
      <w:r w:rsidRPr="00F963CA">
        <w:rPr>
          <w:rFonts w:ascii="Calibri" w:hAnsi="Calibri" w:cs="Calibri"/>
          <w:bCs/>
          <w:sz w:val="22"/>
          <w:szCs w:val="22"/>
          <w:vertAlign w:val="superscript"/>
        </w:rPr>
        <w:t>low</w:t>
      </w:r>
      <w:r w:rsidRPr="00F963CA">
        <w:rPr>
          <w:rFonts w:ascii="Calibri" w:hAnsi="Calibri" w:cs="Calibri"/>
          <w:bCs/>
          <w:sz w:val="22"/>
          <w:szCs w:val="22"/>
        </w:rPr>
        <w:t xml:space="preserve"> F4/80</w:t>
      </w:r>
      <w:r w:rsidRPr="00F963CA">
        <w:rPr>
          <w:rFonts w:ascii="Calibri" w:hAnsi="Calibri" w:cs="Calibri"/>
          <w:bCs/>
          <w:sz w:val="22"/>
          <w:szCs w:val="22"/>
          <w:vertAlign w:val="superscript"/>
        </w:rPr>
        <w:t>high</w:t>
      </w:r>
      <w:r w:rsidRPr="00F963CA">
        <w:rPr>
          <w:rFonts w:ascii="Calibri" w:hAnsi="Calibri" w:cs="Calibri"/>
          <w:bCs/>
          <w:sz w:val="22"/>
          <w:szCs w:val="22"/>
        </w:rPr>
        <w:t xml:space="preserve"> </w:t>
      </w:r>
      <w:r>
        <w:rPr>
          <w:rFonts w:ascii="Calibri" w:hAnsi="Calibri" w:cs="Calibri"/>
          <w:bCs/>
          <w:sz w:val="22"/>
          <w:szCs w:val="22"/>
        </w:rPr>
        <w:t>MHCII</w:t>
      </w:r>
      <w:r>
        <w:rPr>
          <w:rFonts w:ascii="Calibri" w:hAnsi="Calibri" w:cs="Calibri"/>
          <w:bCs/>
          <w:sz w:val="22"/>
          <w:szCs w:val="22"/>
          <w:vertAlign w:val="superscript"/>
        </w:rPr>
        <w:t>+</w:t>
      </w:r>
      <w:r w:rsidRPr="00F963CA">
        <w:rPr>
          <w:rFonts w:ascii="Calibri" w:hAnsi="Calibri" w:cs="Calibri"/>
          <w:bCs/>
          <w:sz w:val="22"/>
          <w:szCs w:val="22"/>
        </w:rPr>
        <w:t xml:space="preserve"> MFs were quantified (gating strategy is shown in </w:t>
      </w:r>
      <w:r w:rsidRPr="00F963CA">
        <w:rPr>
          <w:rFonts w:ascii="Calibri" w:hAnsi="Calibri" w:cs="Calibri"/>
          <w:b/>
          <w:sz w:val="22"/>
          <w:szCs w:val="22"/>
        </w:rPr>
        <w:t>Figs. S4A</w:t>
      </w:r>
      <w:r>
        <w:rPr>
          <w:rFonts w:ascii="Calibri" w:hAnsi="Calibri" w:cs="Calibri"/>
          <w:b/>
          <w:sz w:val="22"/>
          <w:szCs w:val="22"/>
        </w:rPr>
        <w:t xml:space="preserve"> </w:t>
      </w:r>
      <w:r w:rsidRPr="00803C7E">
        <w:rPr>
          <w:rFonts w:ascii="Calibri" w:hAnsi="Calibri" w:cs="Calibri"/>
          <w:bCs/>
          <w:sz w:val="22"/>
          <w:szCs w:val="22"/>
        </w:rPr>
        <w:t>and</w:t>
      </w:r>
      <w:r>
        <w:rPr>
          <w:rFonts w:ascii="Calibri" w:hAnsi="Calibri" w:cs="Calibri"/>
          <w:b/>
          <w:sz w:val="22"/>
          <w:szCs w:val="22"/>
        </w:rPr>
        <w:t xml:space="preserve"> S4</w:t>
      </w:r>
      <w:r w:rsidR="0040133F">
        <w:rPr>
          <w:rFonts w:ascii="Calibri" w:hAnsi="Calibri" w:cs="Calibri"/>
          <w:b/>
          <w:sz w:val="22"/>
          <w:szCs w:val="22"/>
        </w:rPr>
        <w:t>G</w:t>
      </w:r>
      <w:r w:rsidRPr="00F963CA">
        <w:rPr>
          <w:rFonts w:ascii="Calibri" w:hAnsi="Calibri" w:cs="Calibri"/>
          <w:bCs/>
          <w:sz w:val="22"/>
          <w:szCs w:val="22"/>
        </w:rPr>
        <w:t>). In each experiment, compared samples were processed in parallel to minimize experimental variation. Cells were analyzed on either a Cytoflex LX (Beckman Coulter), or MoFlo Astrios EQ (Beckman Coulter) sorter, and data analysis was performed using FlowJo V10 software.</w:t>
      </w:r>
      <w:r>
        <w:rPr>
          <w:rFonts w:ascii="Calibri" w:hAnsi="Calibri" w:cs="Calibri"/>
          <w:bCs/>
          <w:sz w:val="22"/>
          <w:szCs w:val="22"/>
        </w:rPr>
        <w:t xml:space="preserve"> </w:t>
      </w:r>
    </w:p>
    <w:p w14:paraId="44F6BF82" w14:textId="77777777" w:rsidR="0016398C" w:rsidRDefault="0016398C" w:rsidP="009D41CE">
      <w:pPr>
        <w:spacing w:line="480" w:lineRule="auto"/>
        <w:jc w:val="both"/>
        <w:rPr>
          <w:rFonts w:ascii="Calibri" w:hAnsi="Calibri" w:cs="Calibri"/>
          <w:bCs/>
          <w:sz w:val="22"/>
          <w:szCs w:val="22"/>
        </w:rPr>
      </w:pPr>
    </w:p>
    <w:p w14:paraId="491DB811" w14:textId="77777777" w:rsidR="0016398C" w:rsidRPr="00F963CA" w:rsidRDefault="0016398C" w:rsidP="009D41CE">
      <w:pPr>
        <w:spacing w:line="480" w:lineRule="auto"/>
        <w:jc w:val="both"/>
        <w:rPr>
          <w:rFonts w:ascii="Calibri" w:hAnsi="Calibri" w:cs="Calibri"/>
          <w:b/>
          <w:sz w:val="22"/>
          <w:szCs w:val="22"/>
        </w:rPr>
      </w:pPr>
      <w:r>
        <w:rPr>
          <w:rFonts w:ascii="Calibri" w:hAnsi="Calibri" w:cs="Calibri"/>
          <w:b/>
          <w:sz w:val="22"/>
          <w:szCs w:val="22"/>
        </w:rPr>
        <w:t xml:space="preserve">Muscle-infiltrating </w:t>
      </w:r>
      <w:r w:rsidRPr="00F963CA">
        <w:rPr>
          <w:rFonts w:ascii="Calibri" w:hAnsi="Calibri" w:cs="Calibri"/>
          <w:b/>
          <w:sz w:val="22"/>
          <w:szCs w:val="22"/>
        </w:rPr>
        <w:t>MF cell culture for conditioned medium generation</w:t>
      </w:r>
      <w:r>
        <w:rPr>
          <w:rFonts w:ascii="Calibri" w:hAnsi="Calibri" w:cs="Calibri"/>
          <w:b/>
          <w:sz w:val="22"/>
          <w:szCs w:val="22"/>
        </w:rPr>
        <w:t xml:space="preserve"> and apoptosis assay</w:t>
      </w:r>
    </w:p>
    <w:p w14:paraId="142B35DA" w14:textId="032009C4" w:rsidR="0016398C" w:rsidRDefault="0016398C" w:rsidP="009D41CE">
      <w:pPr>
        <w:spacing w:line="480" w:lineRule="auto"/>
        <w:ind w:firstLine="720"/>
        <w:jc w:val="both"/>
        <w:rPr>
          <w:rFonts w:ascii="Calibri" w:hAnsi="Calibri" w:cs="Calibri"/>
          <w:bCs/>
          <w:sz w:val="22"/>
          <w:szCs w:val="22"/>
        </w:rPr>
      </w:pPr>
      <w:r>
        <w:rPr>
          <w:rFonts w:ascii="Calibri" w:hAnsi="Calibri" w:cs="Calibri"/>
          <w:bCs/>
          <w:sz w:val="22"/>
          <w:szCs w:val="22"/>
        </w:rPr>
        <w:t>Wild-type (</w:t>
      </w:r>
      <w:r w:rsidRPr="00C05447">
        <w:rPr>
          <w:rFonts w:ascii="Calibri" w:hAnsi="Calibri" w:cs="Calibri"/>
          <w:bCs/>
          <w:sz w:val="22"/>
          <w:szCs w:val="22"/>
        </w:rPr>
        <w:t>C57BL/6J</w:t>
      </w:r>
      <w:r>
        <w:rPr>
          <w:rFonts w:ascii="Calibri" w:hAnsi="Calibri" w:cs="Calibri"/>
          <w:bCs/>
          <w:sz w:val="22"/>
          <w:szCs w:val="22"/>
        </w:rPr>
        <w:t xml:space="preserve">) </w:t>
      </w:r>
      <w:r w:rsidRPr="00F963CA">
        <w:rPr>
          <w:rFonts w:ascii="Calibri" w:hAnsi="Calibri" w:cs="Calibri"/>
          <w:bCs/>
          <w:sz w:val="22"/>
          <w:szCs w:val="22"/>
        </w:rPr>
        <w:t>Ly6C</w:t>
      </w:r>
      <w:r w:rsidRPr="00F963CA">
        <w:rPr>
          <w:rFonts w:ascii="Calibri" w:hAnsi="Calibri" w:cs="Calibri"/>
          <w:bCs/>
          <w:sz w:val="22"/>
          <w:szCs w:val="22"/>
          <w:vertAlign w:val="superscript"/>
        </w:rPr>
        <w:t>low</w:t>
      </w:r>
      <w:r w:rsidRPr="00F963CA">
        <w:rPr>
          <w:rFonts w:ascii="Calibri" w:hAnsi="Calibri" w:cs="Calibri"/>
          <w:bCs/>
          <w:sz w:val="22"/>
          <w:szCs w:val="22"/>
        </w:rPr>
        <w:t xml:space="preserve"> F4/80</w:t>
      </w:r>
      <w:r w:rsidRPr="00F963CA">
        <w:rPr>
          <w:rFonts w:ascii="Calibri" w:hAnsi="Calibri" w:cs="Calibri"/>
          <w:bCs/>
          <w:sz w:val="22"/>
          <w:szCs w:val="22"/>
          <w:vertAlign w:val="superscript"/>
        </w:rPr>
        <w:t>high</w:t>
      </w:r>
      <w:r w:rsidRPr="00F963CA">
        <w:rPr>
          <w:rFonts w:ascii="Calibri" w:hAnsi="Calibri" w:cs="Calibri"/>
          <w:bCs/>
          <w:sz w:val="22"/>
          <w:szCs w:val="22"/>
        </w:rPr>
        <w:t xml:space="preserve"> Gpnmb</w:t>
      </w:r>
      <w:r w:rsidRPr="00F963CA">
        <w:rPr>
          <w:rFonts w:ascii="Calibri" w:hAnsi="Calibri" w:cs="Calibri"/>
          <w:bCs/>
          <w:sz w:val="22"/>
          <w:szCs w:val="22"/>
          <w:vertAlign w:val="superscript"/>
        </w:rPr>
        <w:t>-</w:t>
      </w:r>
      <w:r w:rsidRPr="00F963CA">
        <w:rPr>
          <w:rFonts w:ascii="Calibri" w:hAnsi="Calibri" w:cs="Calibri"/>
          <w:bCs/>
          <w:sz w:val="22"/>
          <w:szCs w:val="22"/>
        </w:rPr>
        <w:t xml:space="preserve"> MFs,</w:t>
      </w:r>
      <w:r>
        <w:rPr>
          <w:rFonts w:ascii="Calibri" w:hAnsi="Calibri" w:cs="Calibri"/>
          <w:bCs/>
          <w:sz w:val="22"/>
          <w:szCs w:val="22"/>
        </w:rPr>
        <w:t xml:space="preserve"> and</w:t>
      </w:r>
      <w:r w:rsidRPr="00F963CA">
        <w:rPr>
          <w:rFonts w:ascii="Calibri" w:hAnsi="Calibri" w:cs="Calibri"/>
          <w:bCs/>
          <w:sz w:val="22"/>
          <w:szCs w:val="22"/>
        </w:rPr>
        <w:t xml:space="preserve"> Ly6C</w:t>
      </w:r>
      <w:r w:rsidRPr="00F963CA">
        <w:rPr>
          <w:rFonts w:ascii="Calibri" w:hAnsi="Calibri" w:cs="Calibri"/>
          <w:bCs/>
          <w:sz w:val="22"/>
          <w:szCs w:val="22"/>
          <w:vertAlign w:val="superscript"/>
        </w:rPr>
        <w:t>low</w:t>
      </w:r>
      <w:r w:rsidRPr="00F963CA">
        <w:rPr>
          <w:rFonts w:ascii="Calibri" w:hAnsi="Calibri" w:cs="Calibri"/>
          <w:bCs/>
          <w:sz w:val="22"/>
          <w:szCs w:val="22"/>
        </w:rPr>
        <w:t xml:space="preserve"> F4/80</w:t>
      </w:r>
      <w:r w:rsidRPr="00F963CA">
        <w:rPr>
          <w:rFonts w:ascii="Calibri" w:hAnsi="Calibri" w:cs="Calibri"/>
          <w:bCs/>
          <w:sz w:val="22"/>
          <w:szCs w:val="22"/>
          <w:vertAlign w:val="superscript"/>
        </w:rPr>
        <w:t>high</w:t>
      </w:r>
      <w:r w:rsidRPr="00F963CA">
        <w:rPr>
          <w:rFonts w:ascii="Calibri" w:hAnsi="Calibri" w:cs="Calibri"/>
          <w:bCs/>
          <w:sz w:val="22"/>
          <w:szCs w:val="22"/>
        </w:rPr>
        <w:t xml:space="preserve"> Gpnmb</w:t>
      </w:r>
      <w:r w:rsidRPr="00F963CA">
        <w:rPr>
          <w:rFonts w:ascii="Calibri" w:hAnsi="Calibri" w:cs="Calibri"/>
          <w:bCs/>
          <w:sz w:val="22"/>
          <w:szCs w:val="22"/>
          <w:vertAlign w:val="superscript"/>
        </w:rPr>
        <w:t>+</w:t>
      </w:r>
      <w:r w:rsidRPr="00F963CA">
        <w:rPr>
          <w:rFonts w:ascii="Calibri" w:hAnsi="Calibri" w:cs="Calibri"/>
          <w:bCs/>
          <w:sz w:val="22"/>
          <w:szCs w:val="22"/>
        </w:rPr>
        <w:t xml:space="preserve"> MFs were sorted</w:t>
      </w:r>
      <w:r>
        <w:rPr>
          <w:rFonts w:ascii="Calibri" w:hAnsi="Calibri" w:cs="Calibri"/>
          <w:bCs/>
          <w:sz w:val="22"/>
          <w:szCs w:val="22"/>
        </w:rPr>
        <w:t xml:space="preserve"> from CTX-injured muscle at day 4</w:t>
      </w:r>
      <w:r w:rsidRPr="00F963CA">
        <w:rPr>
          <w:rFonts w:ascii="Calibri" w:hAnsi="Calibri" w:cs="Calibri"/>
          <w:bCs/>
          <w:sz w:val="22"/>
          <w:szCs w:val="22"/>
        </w:rPr>
        <w:t xml:space="preserve">. </w:t>
      </w:r>
      <w:r>
        <w:rPr>
          <w:rFonts w:ascii="Calibri" w:hAnsi="Calibri" w:cs="Calibri"/>
          <w:bCs/>
          <w:sz w:val="22"/>
          <w:szCs w:val="22"/>
        </w:rPr>
        <w:t>An equal number of sorted cells per population were seeded (1x10</w:t>
      </w:r>
      <w:r w:rsidRPr="007B383C">
        <w:rPr>
          <w:rFonts w:ascii="Calibri" w:hAnsi="Calibri" w:cs="Calibri"/>
          <w:bCs/>
          <w:sz w:val="22"/>
          <w:szCs w:val="22"/>
          <w:vertAlign w:val="superscript"/>
        </w:rPr>
        <w:t>6</w:t>
      </w:r>
      <w:r>
        <w:rPr>
          <w:rFonts w:ascii="Calibri" w:hAnsi="Calibri" w:cs="Calibri"/>
          <w:bCs/>
          <w:sz w:val="22"/>
          <w:szCs w:val="22"/>
        </w:rPr>
        <w:t xml:space="preserve"> cells per well) and </w:t>
      </w:r>
      <w:r w:rsidRPr="00F963CA">
        <w:rPr>
          <w:rFonts w:ascii="Calibri" w:hAnsi="Calibri" w:cs="Calibri"/>
          <w:bCs/>
          <w:sz w:val="22"/>
          <w:szCs w:val="22"/>
        </w:rPr>
        <w:t xml:space="preserve">cultured </w:t>
      </w:r>
      <w:r>
        <w:rPr>
          <w:rFonts w:ascii="Calibri" w:hAnsi="Calibri" w:cs="Calibri"/>
          <w:bCs/>
          <w:sz w:val="22"/>
          <w:szCs w:val="22"/>
        </w:rPr>
        <w:t>with</w:t>
      </w:r>
      <w:r w:rsidRPr="00F963CA">
        <w:rPr>
          <w:rFonts w:ascii="Calibri" w:hAnsi="Calibri" w:cs="Calibri"/>
          <w:bCs/>
          <w:sz w:val="22"/>
          <w:szCs w:val="22"/>
        </w:rPr>
        <w:t xml:space="preserve"> DMEM containing 20% </w:t>
      </w:r>
      <w:r w:rsidR="00CC0665" w:rsidRPr="00CC0665">
        <w:rPr>
          <w:rFonts w:ascii="Calibri" w:hAnsi="Calibri" w:cs="Calibri"/>
          <w:bCs/>
          <w:sz w:val="22"/>
          <w:szCs w:val="22"/>
        </w:rPr>
        <w:t>endotoxin-reduced</w:t>
      </w:r>
      <w:r w:rsidR="00CC0665">
        <w:rPr>
          <w:rFonts w:ascii="Calibri" w:hAnsi="Calibri" w:cs="Calibri"/>
          <w:bCs/>
          <w:sz w:val="22"/>
          <w:szCs w:val="22"/>
        </w:rPr>
        <w:t xml:space="preserve"> </w:t>
      </w:r>
      <w:r w:rsidR="00CC0665" w:rsidRPr="00CC0665">
        <w:rPr>
          <w:rFonts w:ascii="Calibri" w:hAnsi="Calibri" w:cs="Calibri"/>
          <w:bCs/>
          <w:sz w:val="22"/>
          <w:szCs w:val="22"/>
        </w:rPr>
        <w:t xml:space="preserve">fetal bovine serum </w:t>
      </w:r>
      <w:r w:rsidR="00CC0665">
        <w:rPr>
          <w:rFonts w:ascii="Calibri" w:hAnsi="Calibri" w:cs="Calibri"/>
          <w:bCs/>
          <w:sz w:val="22"/>
          <w:szCs w:val="22"/>
        </w:rPr>
        <w:t>(</w:t>
      </w:r>
      <w:r w:rsidRPr="00F963CA">
        <w:rPr>
          <w:rFonts w:ascii="Calibri" w:hAnsi="Calibri" w:cs="Calibri"/>
          <w:bCs/>
          <w:sz w:val="22"/>
          <w:szCs w:val="22"/>
        </w:rPr>
        <w:t>FBS</w:t>
      </w:r>
      <w:r w:rsidR="00CC0665">
        <w:rPr>
          <w:rFonts w:ascii="Calibri" w:hAnsi="Calibri" w:cs="Calibri"/>
          <w:bCs/>
          <w:sz w:val="22"/>
          <w:szCs w:val="22"/>
        </w:rPr>
        <w:t>)</w:t>
      </w:r>
      <w:r w:rsidRPr="00F963CA">
        <w:rPr>
          <w:rFonts w:ascii="Calibri" w:hAnsi="Calibri" w:cs="Calibri"/>
          <w:bCs/>
          <w:sz w:val="22"/>
          <w:szCs w:val="22"/>
        </w:rPr>
        <w:t xml:space="preserve"> and </w:t>
      </w:r>
      <w:r w:rsidR="0004529F">
        <w:rPr>
          <w:rFonts w:ascii="Calibri" w:hAnsi="Calibri" w:cs="Calibri"/>
          <w:bCs/>
          <w:sz w:val="22"/>
          <w:szCs w:val="22"/>
        </w:rPr>
        <w:t>2</w:t>
      </w:r>
      <w:r w:rsidRPr="00F963CA">
        <w:rPr>
          <w:rFonts w:ascii="Calibri" w:hAnsi="Calibri" w:cs="Calibri"/>
          <w:bCs/>
          <w:sz w:val="22"/>
          <w:szCs w:val="22"/>
        </w:rPr>
        <w:t xml:space="preserve">0% conditioned medium of L929 cell </w:t>
      </w:r>
      <w:r w:rsidRPr="00622891">
        <w:rPr>
          <w:rFonts w:ascii="Calibri" w:hAnsi="Calibri" w:cs="Calibri"/>
          <w:bCs/>
          <w:sz w:val="22"/>
          <w:szCs w:val="22"/>
        </w:rPr>
        <w:t xml:space="preserve">line (enriched in </w:t>
      </w:r>
      <w:r w:rsidR="00CC0665" w:rsidRPr="00622891">
        <w:rPr>
          <w:rFonts w:ascii="Calibri" w:hAnsi="Calibri" w:cs="Calibri"/>
          <w:bCs/>
          <w:sz w:val="22"/>
          <w:szCs w:val="22"/>
        </w:rPr>
        <w:t xml:space="preserve">saturating levels of </w:t>
      </w:r>
      <w:r w:rsidRPr="00622891">
        <w:rPr>
          <w:rFonts w:ascii="Calibri" w:hAnsi="Calibri" w:cs="Calibri"/>
          <w:bCs/>
          <w:sz w:val="22"/>
          <w:szCs w:val="22"/>
        </w:rPr>
        <w:t>CSF-1</w:t>
      </w:r>
      <w:r w:rsidR="00CC0665" w:rsidRPr="00622891">
        <w:rPr>
          <w:rFonts w:ascii="Calibri" w:hAnsi="Calibri" w:cs="Calibri"/>
          <w:bCs/>
          <w:sz w:val="22"/>
          <w:szCs w:val="22"/>
        </w:rPr>
        <w:t>; tested in a 5-day BMDM differentiation assay</w:t>
      </w:r>
      <w:r w:rsidRPr="00622891">
        <w:rPr>
          <w:rFonts w:ascii="Calibri" w:hAnsi="Calibri" w:cs="Calibri"/>
          <w:bCs/>
          <w:sz w:val="22"/>
          <w:szCs w:val="22"/>
        </w:rPr>
        <w:t>) for 12 hours</w:t>
      </w:r>
      <w:r w:rsidR="00622891" w:rsidRPr="00622891">
        <w:rPr>
          <w:rFonts w:ascii="Calibri" w:hAnsi="Calibri" w:cs="Calibri"/>
          <w:bCs/>
          <w:sz w:val="22"/>
          <w:szCs w:val="22"/>
        </w:rPr>
        <w:t xml:space="preserve"> </w:t>
      </w:r>
      <w:r w:rsidR="00622891" w:rsidRPr="00622891">
        <w:rPr>
          <w:rFonts w:ascii="Calibri" w:hAnsi="Calibri" w:cs="Calibri"/>
          <w:color w:val="000000"/>
          <w:sz w:val="22"/>
          <w:szCs w:val="22"/>
        </w:rPr>
        <w:fldChar w:fldCharType="begin">
          <w:fldData xml:space="preserve">PEVuZE5vdGU+PENpdGU+PEF1dGhvcj5CYXJpc2g8L0F1dGhvcj48WWVhcj4yMDA1PC9ZZWFyPjxS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=
</w:fldData>
        </w:fldChar>
      </w:r>
      <w:r w:rsidR="003B089D">
        <w:rPr>
          <w:rFonts w:ascii="Calibri" w:hAnsi="Calibri" w:cs="Calibri"/>
          <w:color w:val="000000"/>
          <w:sz w:val="22"/>
          <w:szCs w:val="22"/>
        </w:rPr>
        <w:instrText xml:space="preserve"> ADDIN EN.CITE </w:instrText>
      </w:r>
      <w:r w:rsidR="003B089D">
        <w:rPr>
          <w:rFonts w:ascii="Calibri" w:hAnsi="Calibri" w:cs="Calibri"/>
          <w:color w:val="000000"/>
          <w:sz w:val="22"/>
          <w:szCs w:val="22"/>
        </w:rPr>
        <w:fldChar w:fldCharType="begin">
          <w:fldData xml:space="preserve">PEVuZE5vdGU+PENpdGU+PEF1dGhvcj5CYXJpc2g8L0F1dGhvcj48WWVhcj4yMDA1PC9ZZWFyPjxS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=
</w:fldData>
        </w:fldChar>
      </w:r>
      <w:r w:rsidR="003B089D">
        <w:rPr>
          <w:rFonts w:ascii="Calibri" w:hAnsi="Calibri" w:cs="Calibri"/>
          <w:color w:val="000000"/>
          <w:sz w:val="22"/>
          <w:szCs w:val="22"/>
        </w:rPr>
        <w:instrText xml:space="preserve"> ADDIN EN.CITE.DATA </w:instrText>
      </w:r>
      <w:r w:rsidR="003B089D">
        <w:rPr>
          <w:rFonts w:ascii="Calibri" w:hAnsi="Calibri" w:cs="Calibri"/>
          <w:color w:val="000000"/>
          <w:sz w:val="22"/>
          <w:szCs w:val="22"/>
        </w:rPr>
      </w:r>
      <w:r w:rsidR="003B089D">
        <w:rPr>
          <w:rFonts w:ascii="Calibri" w:hAnsi="Calibri" w:cs="Calibri"/>
          <w:color w:val="000000"/>
          <w:sz w:val="22"/>
          <w:szCs w:val="22"/>
        </w:rPr>
        <w:fldChar w:fldCharType="end"/>
      </w:r>
      <w:r w:rsidR="00622891" w:rsidRPr="00622891">
        <w:rPr>
          <w:rFonts w:ascii="Calibri" w:hAnsi="Calibri" w:cs="Calibri"/>
          <w:color w:val="000000"/>
          <w:sz w:val="22"/>
          <w:szCs w:val="22"/>
        </w:rPr>
        <w:fldChar w:fldCharType="separate"/>
      </w:r>
      <w:r w:rsidR="003B089D">
        <w:rPr>
          <w:rFonts w:ascii="Calibri" w:hAnsi="Calibri" w:cs="Calibri"/>
          <w:noProof/>
          <w:color w:val="000000"/>
          <w:sz w:val="22"/>
          <w:szCs w:val="22"/>
        </w:rPr>
        <w:t>(5, 6)</w:t>
      </w:r>
      <w:r w:rsidR="00622891" w:rsidRPr="00622891">
        <w:rPr>
          <w:rFonts w:ascii="Calibri" w:hAnsi="Calibri" w:cs="Calibri"/>
          <w:color w:val="000000"/>
          <w:sz w:val="22"/>
          <w:szCs w:val="22"/>
        </w:rPr>
        <w:fldChar w:fldCharType="end"/>
      </w:r>
      <w:r w:rsidRPr="00622891">
        <w:rPr>
          <w:rFonts w:ascii="Calibri" w:hAnsi="Calibri" w:cs="Calibri"/>
          <w:bCs/>
          <w:sz w:val="22"/>
          <w:szCs w:val="22"/>
        </w:rPr>
        <w:t>. The</w:t>
      </w:r>
      <w:r>
        <w:rPr>
          <w:rFonts w:ascii="Calibri" w:hAnsi="Calibri" w:cs="Calibri"/>
          <w:bCs/>
          <w:sz w:val="22"/>
          <w:szCs w:val="22"/>
        </w:rPr>
        <w:t xml:space="preserve"> supernatant was then collected</w:t>
      </w:r>
      <w:r w:rsidRPr="00F963CA">
        <w:rPr>
          <w:rFonts w:ascii="Calibri" w:hAnsi="Calibri" w:cs="Calibri"/>
          <w:bCs/>
          <w:sz w:val="22"/>
          <w:szCs w:val="22"/>
        </w:rPr>
        <w:t xml:space="preserve"> and centrifugated to obtain </w:t>
      </w:r>
      <w:r>
        <w:rPr>
          <w:rFonts w:ascii="Calibri" w:hAnsi="Calibri" w:cs="Calibri"/>
          <w:bCs/>
          <w:sz w:val="22"/>
          <w:szCs w:val="22"/>
        </w:rPr>
        <w:t xml:space="preserve">the </w:t>
      </w:r>
      <w:r w:rsidRPr="00F963CA">
        <w:rPr>
          <w:rFonts w:ascii="Calibri" w:hAnsi="Calibri" w:cs="Calibri"/>
          <w:bCs/>
          <w:sz w:val="22"/>
          <w:szCs w:val="22"/>
        </w:rPr>
        <w:t>MF-conditioned medium</w:t>
      </w:r>
      <w:r>
        <w:rPr>
          <w:rFonts w:ascii="Calibri" w:hAnsi="Calibri" w:cs="Calibri"/>
          <w:bCs/>
          <w:sz w:val="22"/>
          <w:szCs w:val="22"/>
        </w:rPr>
        <w:t xml:space="preserve"> used in myoblast </w:t>
      </w:r>
      <w:r>
        <w:rPr>
          <w:rFonts w:ascii="Calibri" w:hAnsi="Calibri" w:cs="Calibri"/>
          <w:bCs/>
          <w:sz w:val="22"/>
          <w:szCs w:val="22"/>
        </w:rPr>
        <w:lastRenderedPageBreak/>
        <w:t>proliferation and differentiation assays (see below)</w:t>
      </w:r>
      <w:r w:rsidRPr="00F963CA">
        <w:rPr>
          <w:rFonts w:ascii="Calibri" w:hAnsi="Calibri" w:cs="Calibri"/>
          <w:bCs/>
          <w:sz w:val="22"/>
          <w:szCs w:val="22"/>
        </w:rPr>
        <w:t>.</w:t>
      </w:r>
      <w:r>
        <w:rPr>
          <w:rFonts w:ascii="Calibri" w:hAnsi="Calibri" w:cs="Calibri"/>
          <w:bCs/>
          <w:sz w:val="22"/>
          <w:szCs w:val="22"/>
        </w:rPr>
        <w:t xml:space="preserve"> For the apoptosis assay, sorted MFs were</w:t>
      </w:r>
      <w:r w:rsidRPr="00F963CA">
        <w:rPr>
          <w:rFonts w:ascii="Calibri" w:hAnsi="Calibri" w:cs="Calibri"/>
          <w:bCs/>
          <w:sz w:val="22"/>
          <w:szCs w:val="22"/>
        </w:rPr>
        <w:t xml:space="preserve"> </w:t>
      </w:r>
      <w:r>
        <w:rPr>
          <w:rFonts w:ascii="Calibri" w:hAnsi="Calibri" w:cs="Calibri"/>
          <w:bCs/>
          <w:sz w:val="22"/>
          <w:szCs w:val="22"/>
        </w:rPr>
        <w:t xml:space="preserve">seeded in coverslips, fixed with 4% PFA, and immunostained with Cleaved Caspase 3 (Cell Signaling #9661; 1:200) for 1 hour at RT. </w:t>
      </w:r>
      <w:r w:rsidRPr="00132D70">
        <w:rPr>
          <w:rFonts w:ascii="Calibri" w:hAnsi="Calibri" w:cs="Calibri"/>
          <w:bCs/>
          <w:sz w:val="22"/>
          <w:szCs w:val="22"/>
        </w:rPr>
        <w:t xml:space="preserve">Immunofluorescent </w:t>
      </w:r>
      <w:r>
        <w:rPr>
          <w:rFonts w:ascii="Calibri" w:hAnsi="Calibri" w:cs="Calibri"/>
          <w:bCs/>
          <w:sz w:val="22"/>
          <w:szCs w:val="22"/>
        </w:rPr>
        <w:t xml:space="preserve">and brightfield </w:t>
      </w:r>
      <w:r w:rsidRPr="00132D70">
        <w:rPr>
          <w:rFonts w:ascii="Calibri" w:hAnsi="Calibri" w:cs="Calibri"/>
          <w:bCs/>
          <w:sz w:val="22"/>
          <w:szCs w:val="22"/>
        </w:rPr>
        <w:t>images were</w:t>
      </w:r>
      <w:r>
        <w:rPr>
          <w:rFonts w:ascii="Calibri" w:hAnsi="Calibri" w:cs="Calibri"/>
          <w:bCs/>
          <w:sz w:val="22"/>
          <w:szCs w:val="22"/>
        </w:rPr>
        <w:t xml:space="preserve"> obtained using a </w:t>
      </w:r>
      <w:r w:rsidRPr="00F963CA">
        <w:rPr>
          <w:rFonts w:ascii="Calibri" w:hAnsi="Calibri" w:cs="Calibri"/>
          <w:bCs/>
          <w:sz w:val="22"/>
          <w:szCs w:val="22"/>
        </w:rPr>
        <w:t>Carl Zeiss Axio Imager Z2 microscope</w:t>
      </w:r>
      <w:r w:rsidRPr="00132D70">
        <w:rPr>
          <w:rFonts w:ascii="Calibri" w:hAnsi="Calibri" w:cs="Calibri"/>
          <w:bCs/>
          <w:sz w:val="22"/>
          <w:szCs w:val="22"/>
        </w:rPr>
        <w:t xml:space="preserve"> and analyzed for detection of </w:t>
      </w:r>
      <w:r>
        <w:rPr>
          <w:rFonts w:ascii="Calibri" w:hAnsi="Calibri" w:cs="Calibri"/>
          <w:bCs/>
          <w:sz w:val="22"/>
          <w:szCs w:val="22"/>
        </w:rPr>
        <w:t>Cleaved Caspase 3</w:t>
      </w:r>
      <w:r w:rsidRPr="00BF7138">
        <w:rPr>
          <w:rFonts w:ascii="Calibri" w:hAnsi="Calibri" w:cs="Calibri"/>
          <w:bCs/>
          <w:sz w:val="22"/>
          <w:szCs w:val="22"/>
          <w:vertAlign w:val="superscript"/>
        </w:rPr>
        <w:t xml:space="preserve">+ </w:t>
      </w:r>
      <w:r>
        <w:rPr>
          <w:rFonts w:ascii="Calibri" w:hAnsi="Calibri" w:cs="Calibri"/>
          <w:bCs/>
          <w:sz w:val="22"/>
          <w:szCs w:val="22"/>
        </w:rPr>
        <w:t xml:space="preserve">MFs </w:t>
      </w:r>
      <w:r w:rsidRPr="00132D70">
        <w:rPr>
          <w:rFonts w:ascii="Calibri" w:hAnsi="Calibri" w:cs="Calibri"/>
          <w:bCs/>
          <w:sz w:val="22"/>
          <w:szCs w:val="22"/>
        </w:rPr>
        <w:t xml:space="preserve">by a blinded investigator </w:t>
      </w:r>
      <w:r w:rsidRPr="00F963CA">
        <w:rPr>
          <w:rFonts w:ascii="Calibri" w:hAnsi="Calibri" w:cs="Calibri"/>
          <w:bCs/>
          <w:sz w:val="22"/>
          <w:szCs w:val="22"/>
        </w:rPr>
        <w:t>using Fiji.</w:t>
      </w:r>
      <w:r w:rsidRPr="00132D70">
        <w:rPr>
          <w:rFonts w:ascii="Calibri" w:hAnsi="Calibri" w:cs="Calibri"/>
          <w:bCs/>
          <w:sz w:val="22"/>
          <w:szCs w:val="22"/>
        </w:rPr>
        <w:t xml:space="preserve"> Representative images and figures were then assembled in Illustrator v27.</w:t>
      </w:r>
      <w:r>
        <w:rPr>
          <w:rFonts w:ascii="Calibri" w:hAnsi="Calibri" w:cs="Calibri"/>
          <w:bCs/>
          <w:sz w:val="22"/>
          <w:szCs w:val="22"/>
        </w:rPr>
        <w:t>2</w:t>
      </w:r>
      <w:r w:rsidRPr="00132D70">
        <w:rPr>
          <w:rFonts w:ascii="Calibri" w:hAnsi="Calibri" w:cs="Calibri"/>
          <w:bCs/>
          <w:sz w:val="22"/>
          <w:szCs w:val="22"/>
        </w:rPr>
        <w:t xml:space="preserve"> (Adobe).</w:t>
      </w:r>
    </w:p>
    <w:p w14:paraId="2E8B4229" w14:textId="77777777" w:rsidR="007D46D5" w:rsidRDefault="007D46D5" w:rsidP="009D41CE">
      <w:pPr>
        <w:spacing w:line="480" w:lineRule="auto"/>
        <w:jc w:val="both"/>
        <w:rPr>
          <w:rFonts w:ascii="Calibri" w:hAnsi="Calibri" w:cs="Calibri"/>
          <w:bCs/>
          <w:sz w:val="22"/>
          <w:szCs w:val="22"/>
        </w:rPr>
      </w:pPr>
    </w:p>
    <w:p w14:paraId="7D921BEE" w14:textId="21B8185C" w:rsidR="0016398C" w:rsidRDefault="0016398C" w:rsidP="009D41CE">
      <w:pPr>
        <w:spacing w:line="480" w:lineRule="auto"/>
        <w:jc w:val="both"/>
        <w:rPr>
          <w:rFonts w:ascii="Calibri" w:hAnsi="Calibri" w:cs="Calibri"/>
          <w:b/>
          <w:sz w:val="22"/>
          <w:szCs w:val="22"/>
        </w:rPr>
      </w:pPr>
      <w:r>
        <w:rPr>
          <w:rFonts w:ascii="Calibri" w:hAnsi="Calibri" w:cs="Calibri"/>
          <w:b/>
          <w:sz w:val="22"/>
          <w:szCs w:val="22"/>
        </w:rPr>
        <w:t>Myoblast proliferation and differentiation assay</w:t>
      </w:r>
    </w:p>
    <w:p w14:paraId="69466B93" w14:textId="0094BCAD" w:rsidR="0016398C" w:rsidRDefault="0016398C" w:rsidP="009D41CE">
      <w:pPr>
        <w:spacing w:line="480" w:lineRule="auto"/>
        <w:ind w:firstLine="720"/>
        <w:jc w:val="both"/>
        <w:rPr>
          <w:rFonts w:ascii="Calibri" w:hAnsi="Calibri" w:cs="Calibri"/>
          <w:bCs/>
          <w:sz w:val="22"/>
          <w:szCs w:val="22"/>
        </w:rPr>
      </w:pPr>
      <w:r w:rsidRPr="00F963CA">
        <w:rPr>
          <w:rFonts w:ascii="Calibri" w:hAnsi="Calibri" w:cs="Calibri"/>
          <w:bCs/>
          <w:sz w:val="22"/>
          <w:szCs w:val="22"/>
        </w:rPr>
        <w:t xml:space="preserve">Murine myoblast C2C12 cells were obtained from American Type Culture Collection (CRL-1772) and were maintained according to the company’s instructions. In brief, cells were cultured in DMEM supplemented with 10% FBS, 100 U/ml penicillin, and 100 μg/ml streptomycin (growth medium) at 37°C in 5% CO2 and 95% air at 100% humidity. For proliferation assays, </w:t>
      </w:r>
      <w:r>
        <w:rPr>
          <w:rFonts w:ascii="Calibri" w:hAnsi="Calibri" w:cs="Calibri"/>
          <w:bCs/>
          <w:sz w:val="22"/>
          <w:szCs w:val="22"/>
        </w:rPr>
        <w:t xml:space="preserve">C2C12 </w:t>
      </w:r>
      <w:r w:rsidRPr="00F963CA">
        <w:rPr>
          <w:rFonts w:ascii="Calibri" w:hAnsi="Calibri" w:cs="Calibri"/>
          <w:bCs/>
          <w:sz w:val="22"/>
          <w:szCs w:val="22"/>
        </w:rPr>
        <w:t>cells were seeded at 10,000</w:t>
      </w:r>
      <w:r>
        <w:rPr>
          <w:rFonts w:ascii="Calibri" w:hAnsi="Calibri" w:cs="Calibri"/>
          <w:bCs/>
          <w:sz w:val="22"/>
          <w:szCs w:val="22"/>
        </w:rPr>
        <w:t xml:space="preserve"> </w:t>
      </w:r>
      <w:r w:rsidRPr="00F963CA">
        <w:rPr>
          <w:rFonts w:ascii="Calibri" w:hAnsi="Calibri" w:cs="Calibri"/>
          <w:bCs/>
          <w:sz w:val="22"/>
          <w:szCs w:val="22"/>
        </w:rPr>
        <w:t>cells/cm</w:t>
      </w:r>
      <w:r w:rsidRPr="00787998">
        <w:rPr>
          <w:rFonts w:ascii="Calibri" w:hAnsi="Calibri" w:cs="Calibri"/>
          <w:bCs/>
          <w:sz w:val="22"/>
          <w:szCs w:val="22"/>
          <w:vertAlign w:val="superscript"/>
        </w:rPr>
        <w:t>2</w:t>
      </w:r>
      <w:r w:rsidRPr="00F963CA">
        <w:rPr>
          <w:rFonts w:ascii="Calibri" w:hAnsi="Calibri" w:cs="Calibri"/>
          <w:bCs/>
          <w:sz w:val="22"/>
          <w:szCs w:val="22"/>
        </w:rPr>
        <w:t xml:space="preserve"> on Matrigel (1:10) and incubated for </w:t>
      </w:r>
      <w:r>
        <w:rPr>
          <w:rFonts w:ascii="Calibri" w:hAnsi="Calibri" w:cs="Calibri"/>
          <w:bCs/>
          <w:sz w:val="22"/>
          <w:szCs w:val="22"/>
        </w:rPr>
        <w:t xml:space="preserve">1 day </w:t>
      </w:r>
      <w:r w:rsidRPr="00F963CA">
        <w:rPr>
          <w:rFonts w:ascii="Calibri" w:hAnsi="Calibri" w:cs="Calibri"/>
          <w:bCs/>
          <w:sz w:val="22"/>
          <w:szCs w:val="22"/>
        </w:rPr>
        <w:t>with</w:t>
      </w:r>
      <w:r>
        <w:rPr>
          <w:rFonts w:ascii="Calibri" w:hAnsi="Calibri" w:cs="Calibri"/>
          <w:bCs/>
          <w:sz w:val="22"/>
          <w:szCs w:val="22"/>
        </w:rPr>
        <w:t xml:space="preserve"> the</w:t>
      </w:r>
      <w:r w:rsidRPr="00F963CA">
        <w:rPr>
          <w:rFonts w:ascii="Calibri" w:hAnsi="Calibri" w:cs="Calibri"/>
          <w:bCs/>
          <w:sz w:val="22"/>
          <w:szCs w:val="22"/>
        </w:rPr>
        <w:t xml:space="preserve"> MF-conditioned medium plus 2.5% FBS</w:t>
      </w:r>
      <w:r>
        <w:rPr>
          <w:rFonts w:ascii="Calibri" w:hAnsi="Calibri" w:cs="Calibri"/>
          <w:bCs/>
          <w:sz w:val="22"/>
          <w:szCs w:val="22"/>
        </w:rPr>
        <w:t xml:space="preserve"> </w:t>
      </w:r>
      <w:r>
        <w:rPr>
          <w:rFonts w:ascii="Calibri" w:hAnsi="Calibri" w:cs="Calibri"/>
          <w:bCs/>
          <w:sz w:val="22"/>
          <w:szCs w:val="22"/>
        </w:rPr>
        <w:fldChar w:fldCharType="begin">
          <w:fldData xml:space="preserve">PEVuZE5vdGU+PENpdGU+PEF1dGhvcj5TYWNsaWVyPC9BdXRob3I+PFllYXI+MjAxNzwvWWVhcj48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</w:fldData>
        </w:fldChar>
      </w:r>
      <w:r w:rsidR="003B089D">
        <w:rPr>
          <w:rFonts w:ascii="Calibri" w:hAnsi="Calibri" w:cs="Calibri"/>
          <w:bCs/>
          <w:sz w:val="22"/>
          <w:szCs w:val="22"/>
        </w:rPr>
        <w:instrText xml:space="preserve"> ADDIN EN.CITE </w:instrText>
      </w:r>
      <w:r w:rsidR="003B089D">
        <w:rPr>
          <w:rFonts w:ascii="Calibri" w:hAnsi="Calibri" w:cs="Calibri"/>
          <w:bCs/>
          <w:sz w:val="22"/>
          <w:szCs w:val="22"/>
        </w:rPr>
        <w:fldChar w:fldCharType="begin">
          <w:fldData xml:space="preserve">PEVuZE5vdGU+PENpdGU+PEF1dGhvcj5TYWNsaWVyPC9BdXRob3I+PFllYXI+MjAxNzwvWWVhcj48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</w:fldData>
        </w:fldChar>
      </w:r>
      <w:r w:rsidR="003B089D">
        <w:rPr>
          <w:rFonts w:ascii="Calibri" w:hAnsi="Calibri" w:cs="Calibri"/>
          <w:bCs/>
          <w:sz w:val="22"/>
          <w:szCs w:val="22"/>
        </w:rPr>
        <w:instrText xml:space="preserve"> ADDIN EN.CITE.DATA </w:instrText>
      </w:r>
      <w:r w:rsidR="003B089D">
        <w:rPr>
          <w:rFonts w:ascii="Calibri" w:hAnsi="Calibri" w:cs="Calibri"/>
          <w:bCs/>
          <w:sz w:val="22"/>
          <w:szCs w:val="22"/>
        </w:rPr>
      </w:r>
      <w:r w:rsidR="003B089D">
        <w:rPr>
          <w:rFonts w:ascii="Calibri" w:hAnsi="Calibri" w:cs="Calibri"/>
          <w:bCs/>
          <w:sz w:val="22"/>
          <w:szCs w:val="22"/>
        </w:rPr>
        <w:fldChar w:fldCharType="end"/>
      </w:r>
      <w:r>
        <w:rPr>
          <w:rFonts w:ascii="Calibri" w:hAnsi="Calibri" w:cs="Calibri"/>
          <w:bCs/>
          <w:sz w:val="22"/>
          <w:szCs w:val="22"/>
        </w:rPr>
        <w:fldChar w:fldCharType="separate"/>
      </w:r>
      <w:r w:rsidR="003B089D">
        <w:rPr>
          <w:rFonts w:ascii="Calibri" w:hAnsi="Calibri" w:cs="Calibri"/>
          <w:bCs/>
          <w:noProof/>
          <w:sz w:val="22"/>
          <w:szCs w:val="22"/>
        </w:rPr>
        <w:t>(7, 8)</w:t>
      </w:r>
      <w:r>
        <w:rPr>
          <w:rFonts w:ascii="Calibri" w:hAnsi="Calibri" w:cs="Calibri"/>
          <w:bCs/>
          <w:sz w:val="22"/>
          <w:szCs w:val="22"/>
        </w:rPr>
        <w:fldChar w:fldCharType="end"/>
      </w:r>
      <w:r w:rsidRPr="00F963CA">
        <w:rPr>
          <w:rFonts w:ascii="Calibri" w:hAnsi="Calibri" w:cs="Calibri"/>
          <w:bCs/>
          <w:sz w:val="22"/>
          <w:szCs w:val="22"/>
        </w:rPr>
        <w:t xml:space="preserve">. </w:t>
      </w:r>
      <w:r w:rsidR="007D46D5" w:rsidRPr="00F963CA">
        <w:rPr>
          <w:rFonts w:ascii="Calibri" w:hAnsi="Calibri" w:cs="Calibri"/>
          <w:bCs/>
          <w:sz w:val="22"/>
          <w:szCs w:val="22"/>
        </w:rPr>
        <w:t xml:space="preserve">For </w:t>
      </w:r>
      <w:r w:rsidR="007D46D5">
        <w:rPr>
          <w:rFonts w:ascii="Calibri" w:hAnsi="Calibri" w:cs="Calibri"/>
          <w:bCs/>
          <w:sz w:val="22"/>
          <w:szCs w:val="22"/>
        </w:rPr>
        <w:t>differentiation</w:t>
      </w:r>
      <w:r w:rsidR="007D46D5" w:rsidRPr="00F963CA">
        <w:rPr>
          <w:rFonts w:ascii="Calibri" w:hAnsi="Calibri" w:cs="Calibri"/>
          <w:bCs/>
          <w:sz w:val="22"/>
          <w:szCs w:val="22"/>
        </w:rPr>
        <w:t xml:space="preserve"> assays, </w:t>
      </w:r>
      <w:r w:rsidR="007D46D5">
        <w:rPr>
          <w:rFonts w:ascii="Calibri" w:hAnsi="Calibri" w:cs="Calibri"/>
          <w:bCs/>
          <w:sz w:val="22"/>
          <w:szCs w:val="22"/>
        </w:rPr>
        <w:t xml:space="preserve">C2C12 </w:t>
      </w:r>
      <w:r w:rsidR="007D46D5" w:rsidRPr="00F963CA">
        <w:rPr>
          <w:rFonts w:ascii="Calibri" w:hAnsi="Calibri" w:cs="Calibri"/>
          <w:bCs/>
          <w:sz w:val="22"/>
          <w:szCs w:val="22"/>
        </w:rPr>
        <w:t xml:space="preserve">cells were seeded at </w:t>
      </w:r>
      <w:r w:rsidR="007D46D5">
        <w:rPr>
          <w:rFonts w:ascii="Calibri" w:hAnsi="Calibri" w:cs="Calibri"/>
          <w:bCs/>
          <w:sz w:val="22"/>
          <w:szCs w:val="22"/>
        </w:rPr>
        <w:t>3</w:t>
      </w:r>
      <w:r w:rsidR="007D46D5" w:rsidRPr="00F963CA">
        <w:rPr>
          <w:rFonts w:ascii="Calibri" w:hAnsi="Calibri" w:cs="Calibri"/>
          <w:bCs/>
          <w:sz w:val="22"/>
          <w:szCs w:val="22"/>
        </w:rPr>
        <w:t>0,000</w:t>
      </w:r>
      <w:r w:rsidR="007D46D5">
        <w:rPr>
          <w:rFonts w:ascii="Calibri" w:hAnsi="Calibri" w:cs="Calibri"/>
          <w:bCs/>
          <w:sz w:val="22"/>
          <w:szCs w:val="22"/>
        </w:rPr>
        <w:t xml:space="preserve"> </w:t>
      </w:r>
      <w:r w:rsidR="007D46D5" w:rsidRPr="00F963CA">
        <w:rPr>
          <w:rFonts w:ascii="Calibri" w:hAnsi="Calibri" w:cs="Calibri"/>
          <w:bCs/>
          <w:sz w:val="22"/>
          <w:szCs w:val="22"/>
        </w:rPr>
        <w:t>cells/cm</w:t>
      </w:r>
      <w:r w:rsidR="007D46D5" w:rsidRPr="00787998">
        <w:rPr>
          <w:rFonts w:ascii="Calibri" w:hAnsi="Calibri" w:cs="Calibri"/>
          <w:bCs/>
          <w:sz w:val="22"/>
          <w:szCs w:val="22"/>
          <w:vertAlign w:val="superscript"/>
        </w:rPr>
        <w:t>2</w:t>
      </w:r>
      <w:r w:rsidR="007D46D5" w:rsidRPr="00F963CA">
        <w:rPr>
          <w:rFonts w:ascii="Calibri" w:hAnsi="Calibri" w:cs="Calibri"/>
          <w:bCs/>
          <w:sz w:val="22"/>
          <w:szCs w:val="22"/>
        </w:rPr>
        <w:t xml:space="preserve"> on Matrigel (1:10) and incubated for </w:t>
      </w:r>
      <w:r w:rsidR="007D46D5">
        <w:rPr>
          <w:rFonts w:ascii="Calibri" w:hAnsi="Calibri" w:cs="Calibri"/>
          <w:bCs/>
          <w:sz w:val="22"/>
          <w:szCs w:val="22"/>
        </w:rPr>
        <w:t xml:space="preserve">3 days </w:t>
      </w:r>
      <w:r w:rsidR="007D46D5" w:rsidRPr="00F963CA">
        <w:rPr>
          <w:rFonts w:ascii="Calibri" w:hAnsi="Calibri" w:cs="Calibri"/>
          <w:bCs/>
          <w:sz w:val="22"/>
          <w:szCs w:val="22"/>
        </w:rPr>
        <w:t>with</w:t>
      </w:r>
      <w:r w:rsidR="007D46D5">
        <w:rPr>
          <w:rFonts w:ascii="Calibri" w:hAnsi="Calibri" w:cs="Calibri"/>
          <w:bCs/>
          <w:sz w:val="22"/>
          <w:szCs w:val="22"/>
        </w:rPr>
        <w:t xml:space="preserve"> the</w:t>
      </w:r>
      <w:r w:rsidR="007D46D5" w:rsidRPr="00F963CA">
        <w:rPr>
          <w:rFonts w:ascii="Calibri" w:hAnsi="Calibri" w:cs="Calibri"/>
          <w:bCs/>
          <w:sz w:val="22"/>
          <w:szCs w:val="22"/>
        </w:rPr>
        <w:t xml:space="preserve"> MF-conditioned medium plus </w:t>
      </w:r>
      <w:r w:rsidR="007D46D5">
        <w:rPr>
          <w:rFonts w:ascii="Calibri" w:hAnsi="Calibri" w:cs="Calibri"/>
          <w:bCs/>
          <w:sz w:val="22"/>
          <w:szCs w:val="22"/>
        </w:rPr>
        <w:t xml:space="preserve">2% horse serum </w:t>
      </w:r>
      <w:r w:rsidR="007D46D5">
        <w:rPr>
          <w:rFonts w:ascii="Calibri" w:hAnsi="Calibri" w:cs="Calibri"/>
          <w:bCs/>
          <w:sz w:val="22"/>
          <w:szCs w:val="22"/>
        </w:rPr>
        <w:fldChar w:fldCharType="begin">
          <w:fldData xml:space="preserve">PEVuZE5vdGU+PENpdGU+PEF1dGhvcj5TYWNsaWVyPC9BdXRob3I+PFllYXI+MjAxNzwvWWVhcj48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</w:fldData>
        </w:fldChar>
      </w:r>
      <w:r w:rsidR="003B089D">
        <w:rPr>
          <w:rFonts w:ascii="Calibri" w:hAnsi="Calibri" w:cs="Calibri"/>
          <w:bCs/>
          <w:sz w:val="22"/>
          <w:szCs w:val="22"/>
        </w:rPr>
        <w:instrText xml:space="preserve"> ADDIN EN.CITE </w:instrText>
      </w:r>
      <w:r w:rsidR="003B089D">
        <w:rPr>
          <w:rFonts w:ascii="Calibri" w:hAnsi="Calibri" w:cs="Calibri"/>
          <w:bCs/>
          <w:sz w:val="22"/>
          <w:szCs w:val="22"/>
        </w:rPr>
        <w:fldChar w:fldCharType="begin">
          <w:fldData xml:space="preserve">PEVuZE5vdGU+PENpdGU+PEF1dGhvcj5TYWNsaWVyPC9BdXRob3I+PFllYXI+MjAxNzwvWWVhcj48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</w:fldData>
        </w:fldChar>
      </w:r>
      <w:r w:rsidR="003B089D">
        <w:rPr>
          <w:rFonts w:ascii="Calibri" w:hAnsi="Calibri" w:cs="Calibri"/>
          <w:bCs/>
          <w:sz w:val="22"/>
          <w:szCs w:val="22"/>
        </w:rPr>
        <w:instrText xml:space="preserve"> ADDIN EN.CITE.DATA </w:instrText>
      </w:r>
      <w:r w:rsidR="003B089D">
        <w:rPr>
          <w:rFonts w:ascii="Calibri" w:hAnsi="Calibri" w:cs="Calibri"/>
          <w:bCs/>
          <w:sz w:val="22"/>
          <w:szCs w:val="22"/>
        </w:rPr>
      </w:r>
      <w:r w:rsidR="003B089D">
        <w:rPr>
          <w:rFonts w:ascii="Calibri" w:hAnsi="Calibri" w:cs="Calibri"/>
          <w:bCs/>
          <w:sz w:val="22"/>
          <w:szCs w:val="22"/>
        </w:rPr>
        <w:fldChar w:fldCharType="end"/>
      </w:r>
      <w:r w:rsidR="007D46D5">
        <w:rPr>
          <w:rFonts w:ascii="Calibri" w:hAnsi="Calibri" w:cs="Calibri"/>
          <w:bCs/>
          <w:sz w:val="22"/>
          <w:szCs w:val="22"/>
        </w:rPr>
        <w:fldChar w:fldCharType="separate"/>
      </w:r>
      <w:r w:rsidR="003B089D">
        <w:rPr>
          <w:rFonts w:ascii="Calibri" w:hAnsi="Calibri" w:cs="Calibri"/>
          <w:bCs/>
          <w:noProof/>
          <w:sz w:val="22"/>
          <w:szCs w:val="22"/>
        </w:rPr>
        <w:t>(7, 8)</w:t>
      </w:r>
      <w:r w:rsidR="007D46D5">
        <w:rPr>
          <w:rFonts w:ascii="Calibri" w:hAnsi="Calibri" w:cs="Calibri"/>
          <w:bCs/>
          <w:sz w:val="22"/>
          <w:szCs w:val="22"/>
        </w:rPr>
        <w:fldChar w:fldCharType="end"/>
      </w:r>
      <w:r w:rsidR="007D46D5" w:rsidRPr="00F963CA">
        <w:rPr>
          <w:rFonts w:ascii="Calibri" w:hAnsi="Calibri" w:cs="Calibri"/>
          <w:bCs/>
          <w:sz w:val="22"/>
          <w:szCs w:val="22"/>
        </w:rPr>
        <w:t xml:space="preserve">. </w:t>
      </w:r>
      <w:r w:rsidRPr="00F963CA">
        <w:rPr>
          <w:rFonts w:ascii="Calibri" w:hAnsi="Calibri" w:cs="Calibri"/>
          <w:bCs/>
          <w:sz w:val="22"/>
          <w:szCs w:val="22"/>
        </w:rPr>
        <w:t>Cells were then fixed with 4% PFA, incubated with anti-Ki67</w:t>
      </w:r>
      <w:r>
        <w:rPr>
          <w:rFonts w:ascii="Calibri" w:hAnsi="Calibri" w:cs="Calibri"/>
          <w:bCs/>
          <w:sz w:val="22"/>
          <w:szCs w:val="22"/>
        </w:rPr>
        <w:t xml:space="preserve"> </w:t>
      </w:r>
      <w:r w:rsidRPr="00F963CA">
        <w:rPr>
          <w:rFonts w:ascii="Calibri" w:hAnsi="Calibri" w:cs="Calibri"/>
          <w:bCs/>
          <w:sz w:val="22"/>
          <w:szCs w:val="22"/>
        </w:rPr>
        <w:t>(</w:t>
      </w:r>
      <w:r>
        <w:rPr>
          <w:rFonts w:ascii="Calibri" w:hAnsi="Calibri" w:cs="Calibri"/>
          <w:bCs/>
          <w:sz w:val="22"/>
          <w:szCs w:val="22"/>
        </w:rPr>
        <w:t>Abcam #</w:t>
      </w:r>
      <w:r w:rsidRPr="00F963CA">
        <w:rPr>
          <w:rFonts w:ascii="Calibri" w:hAnsi="Calibri" w:cs="Calibri"/>
          <w:bCs/>
          <w:sz w:val="22"/>
          <w:szCs w:val="22"/>
        </w:rPr>
        <w:t>15580</w:t>
      </w:r>
      <w:r>
        <w:rPr>
          <w:rFonts w:ascii="Calibri" w:hAnsi="Calibri" w:cs="Calibri"/>
          <w:bCs/>
          <w:sz w:val="22"/>
          <w:szCs w:val="22"/>
        </w:rPr>
        <w:t xml:space="preserve">; </w:t>
      </w:r>
      <w:r w:rsidRPr="00F963CA">
        <w:rPr>
          <w:rFonts w:ascii="Calibri" w:hAnsi="Calibri" w:cs="Calibri"/>
          <w:bCs/>
          <w:sz w:val="22"/>
          <w:szCs w:val="22"/>
        </w:rPr>
        <w:t>1:</w:t>
      </w:r>
      <w:r>
        <w:rPr>
          <w:rFonts w:ascii="Calibri" w:hAnsi="Calibri" w:cs="Calibri"/>
          <w:bCs/>
          <w:sz w:val="22"/>
          <w:szCs w:val="22"/>
        </w:rPr>
        <w:t>2</w:t>
      </w:r>
      <w:r w:rsidRPr="00F963CA">
        <w:rPr>
          <w:rFonts w:ascii="Calibri" w:hAnsi="Calibri" w:cs="Calibri"/>
          <w:bCs/>
          <w:sz w:val="22"/>
          <w:szCs w:val="22"/>
        </w:rPr>
        <w:t xml:space="preserve">00), </w:t>
      </w:r>
      <w:r>
        <w:rPr>
          <w:rFonts w:ascii="Calibri" w:hAnsi="Calibri" w:cs="Calibri"/>
          <w:bCs/>
          <w:sz w:val="22"/>
          <w:szCs w:val="22"/>
        </w:rPr>
        <w:t xml:space="preserve">or anti-Myosin heavy chain 1E (DSHB </w:t>
      </w:r>
      <w:r w:rsidRPr="00504D77">
        <w:rPr>
          <w:rFonts w:ascii="Calibri" w:hAnsi="Calibri" w:cs="Calibri"/>
          <w:bCs/>
          <w:sz w:val="22"/>
          <w:szCs w:val="22"/>
        </w:rPr>
        <w:t>MF 20</w:t>
      </w:r>
      <w:r>
        <w:rPr>
          <w:rFonts w:ascii="Calibri" w:hAnsi="Calibri" w:cs="Calibri"/>
          <w:bCs/>
          <w:sz w:val="22"/>
          <w:szCs w:val="22"/>
        </w:rPr>
        <w:t>; 1:20)</w:t>
      </w:r>
      <w:r w:rsidRPr="00F963CA">
        <w:rPr>
          <w:rFonts w:ascii="Calibri" w:hAnsi="Calibri" w:cs="Calibri"/>
          <w:bCs/>
          <w:sz w:val="22"/>
          <w:szCs w:val="22"/>
        </w:rPr>
        <w:t xml:space="preserve"> for 1 h at room temperature</w:t>
      </w:r>
      <w:r>
        <w:rPr>
          <w:rFonts w:ascii="Calibri" w:hAnsi="Calibri" w:cs="Calibri"/>
          <w:bCs/>
          <w:sz w:val="22"/>
          <w:szCs w:val="22"/>
        </w:rPr>
        <w:t>,</w:t>
      </w:r>
      <w:r w:rsidRPr="00F963CA">
        <w:rPr>
          <w:rFonts w:ascii="Calibri" w:hAnsi="Calibri" w:cs="Calibri"/>
          <w:bCs/>
          <w:sz w:val="22"/>
          <w:szCs w:val="22"/>
        </w:rPr>
        <w:t xml:space="preserve"> and were subsequently visualized using Cy3-conjugated secondary Abs (</w:t>
      </w:r>
      <w:r>
        <w:rPr>
          <w:rFonts w:ascii="Calibri" w:hAnsi="Calibri" w:cs="Calibri"/>
          <w:bCs/>
          <w:sz w:val="22"/>
          <w:szCs w:val="22"/>
        </w:rPr>
        <w:t xml:space="preserve">JIR; </w:t>
      </w:r>
      <w:r w:rsidRPr="00F963CA">
        <w:rPr>
          <w:rFonts w:ascii="Calibri" w:hAnsi="Calibri" w:cs="Calibri"/>
          <w:bCs/>
          <w:sz w:val="22"/>
          <w:szCs w:val="22"/>
        </w:rPr>
        <w:t xml:space="preserve">1:200). The nuclei were counterstained with 0.1–1 μg/ml Hoechst. </w:t>
      </w:r>
      <w:r>
        <w:rPr>
          <w:rFonts w:ascii="Calibri" w:hAnsi="Calibri" w:cs="Calibri"/>
          <w:bCs/>
          <w:sz w:val="22"/>
          <w:szCs w:val="22"/>
        </w:rPr>
        <w:t>IF images were obtained</w:t>
      </w:r>
      <w:r w:rsidRPr="00F963CA">
        <w:rPr>
          <w:rFonts w:ascii="Calibri" w:hAnsi="Calibri" w:cs="Calibri"/>
          <w:bCs/>
          <w:sz w:val="22"/>
          <w:szCs w:val="22"/>
        </w:rPr>
        <w:t xml:space="preserve"> using a Carl Zeiss Axio Imager Z2 microscope</w:t>
      </w:r>
      <w:r>
        <w:rPr>
          <w:rFonts w:ascii="Calibri" w:hAnsi="Calibri" w:cs="Calibri"/>
          <w:bCs/>
          <w:sz w:val="22"/>
          <w:szCs w:val="22"/>
        </w:rPr>
        <w:t xml:space="preserve"> and </w:t>
      </w:r>
      <w:r w:rsidRPr="00F963CA">
        <w:rPr>
          <w:rFonts w:ascii="Calibri" w:hAnsi="Calibri" w:cs="Calibri"/>
          <w:bCs/>
          <w:sz w:val="22"/>
          <w:szCs w:val="22"/>
        </w:rPr>
        <w:t>analyzed for proliferation</w:t>
      </w:r>
      <w:r>
        <w:rPr>
          <w:rFonts w:ascii="Calibri" w:hAnsi="Calibri" w:cs="Calibri"/>
          <w:bCs/>
          <w:sz w:val="22"/>
          <w:szCs w:val="22"/>
        </w:rPr>
        <w:t xml:space="preserve"> (% of Ki67</w:t>
      </w:r>
      <w:r w:rsidRPr="00BF7138">
        <w:rPr>
          <w:rFonts w:ascii="Calibri" w:hAnsi="Calibri" w:cs="Calibri"/>
          <w:bCs/>
          <w:sz w:val="22"/>
          <w:szCs w:val="22"/>
          <w:vertAlign w:val="superscript"/>
        </w:rPr>
        <w:t>+</w:t>
      </w:r>
      <w:r>
        <w:rPr>
          <w:rFonts w:ascii="Calibri" w:hAnsi="Calibri" w:cs="Calibri"/>
          <w:bCs/>
          <w:sz w:val="22"/>
          <w:szCs w:val="22"/>
        </w:rPr>
        <w:t xml:space="preserve"> myoblasts)</w:t>
      </w:r>
      <w:r w:rsidRPr="00F963CA">
        <w:rPr>
          <w:rFonts w:ascii="Calibri" w:hAnsi="Calibri" w:cs="Calibri"/>
          <w:bCs/>
          <w:sz w:val="22"/>
          <w:szCs w:val="22"/>
        </w:rPr>
        <w:t xml:space="preserve"> </w:t>
      </w:r>
      <w:r>
        <w:rPr>
          <w:rFonts w:ascii="Calibri" w:hAnsi="Calibri" w:cs="Calibri"/>
          <w:bCs/>
          <w:sz w:val="22"/>
          <w:szCs w:val="22"/>
        </w:rPr>
        <w:t xml:space="preserve">and fusion (% of myotubes with &gt; 3 myonuclei) </w:t>
      </w:r>
      <w:r w:rsidRPr="00F963CA">
        <w:rPr>
          <w:rFonts w:ascii="Calibri" w:hAnsi="Calibri" w:cs="Calibri"/>
          <w:bCs/>
          <w:sz w:val="22"/>
          <w:szCs w:val="22"/>
        </w:rPr>
        <w:t>index using Fiji.</w:t>
      </w:r>
    </w:p>
    <w:p w14:paraId="4D99D8D1" w14:textId="77777777" w:rsidR="0016398C" w:rsidRDefault="0016398C" w:rsidP="009D41CE">
      <w:pPr>
        <w:spacing w:line="480" w:lineRule="auto"/>
        <w:jc w:val="both"/>
        <w:rPr>
          <w:rFonts w:ascii="Calibri" w:hAnsi="Calibri" w:cs="Calibri"/>
          <w:bCs/>
          <w:sz w:val="22"/>
          <w:szCs w:val="22"/>
        </w:rPr>
      </w:pPr>
    </w:p>
    <w:p w14:paraId="221FB1C7" w14:textId="77777777" w:rsidR="0016398C" w:rsidRDefault="0016398C" w:rsidP="009D41CE">
      <w:pPr>
        <w:spacing w:line="480" w:lineRule="auto"/>
        <w:jc w:val="both"/>
        <w:rPr>
          <w:rFonts w:ascii="Calibri" w:hAnsi="Calibri" w:cs="Calibri"/>
          <w:b/>
          <w:sz w:val="22"/>
          <w:szCs w:val="22"/>
        </w:rPr>
      </w:pPr>
      <w:r w:rsidRPr="00F114DB">
        <w:rPr>
          <w:rFonts w:ascii="Calibri" w:hAnsi="Calibri" w:cs="Calibri"/>
          <w:b/>
          <w:sz w:val="22"/>
          <w:szCs w:val="22"/>
        </w:rPr>
        <w:t xml:space="preserve">Spatial </w:t>
      </w:r>
      <w:r>
        <w:rPr>
          <w:rFonts w:ascii="Calibri" w:hAnsi="Calibri" w:cs="Calibri"/>
          <w:b/>
          <w:sz w:val="22"/>
          <w:szCs w:val="22"/>
        </w:rPr>
        <w:t>RNA sequencing library preparation</w:t>
      </w:r>
    </w:p>
    <w:p w14:paraId="34F3EFB1" w14:textId="5F84ABBA" w:rsidR="0016398C" w:rsidRPr="00F114DB" w:rsidRDefault="0016398C" w:rsidP="009D41CE">
      <w:pPr>
        <w:spacing w:line="480" w:lineRule="auto"/>
        <w:ind w:firstLine="720"/>
        <w:jc w:val="both"/>
        <w:rPr>
          <w:rFonts w:ascii="Calibri" w:hAnsi="Calibri" w:cs="Calibri"/>
          <w:bCs/>
          <w:sz w:val="22"/>
          <w:szCs w:val="22"/>
        </w:rPr>
      </w:pPr>
      <w:r>
        <w:rPr>
          <w:rFonts w:ascii="Calibri" w:hAnsi="Calibri" w:cs="Calibri"/>
          <w:bCs/>
          <w:sz w:val="22"/>
          <w:szCs w:val="22"/>
        </w:rPr>
        <w:lastRenderedPageBreak/>
        <w:t>Fresh f</w:t>
      </w:r>
      <w:r w:rsidRPr="00F114DB">
        <w:rPr>
          <w:rFonts w:ascii="Calibri" w:hAnsi="Calibri" w:cs="Calibri"/>
          <w:bCs/>
          <w:sz w:val="22"/>
          <w:szCs w:val="22"/>
        </w:rPr>
        <w:t xml:space="preserve">rozen </w:t>
      </w:r>
      <w:r>
        <w:rPr>
          <w:rFonts w:ascii="Calibri" w:hAnsi="Calibri" w:cs="Calibri"/>
          <w:bCs/>
          <w:sz w:val="22"/>
          <w:szCs w:val="22"/>
        </w:rPr>
        <w:t>skeletal muscle</w:t>
      </w:r>
      <w:r w:rsidRPr="00F114DB">
        <w:rPr>
          <w:rFonts w:ascii="Calibri" w:hAnsi="Calibri" w:cs="Calibri"/>
          <w:bCs/>
          <w:sz w:val="22"/>
          <w:szCs w:val="22"/>
        </w:rPr>
        <w:t xml:space="preserve"> samples were cryosectioned (</w:t>
      </w:r>
      <w:r w:rsidRPr="00625B5E">
        <w:rPr>
          <w:rFonts w:ascii="Calibri" w:hAnsi="Calibri" w:cs="Calibri"/>
          <w:bCs/>
          <w:sz w:val="22"/>
          <w:szCs w:val="22"/>
        </w:rPr>
        <w:t>Leica CM1950</w:t>
      </w:r>
      <w:r w:rsidRPr="00F114DB">
        <w:rPr>
          <w:rFonts w:ascii="Calibri" w:hAnsi="Calibri" w:cs="Calibri"/>
          <w:bCs/>
          <w:sz w:val="22"/>
          <w:szCs w:val="22"/>
        </w:rPr>
        <w:t>)</w:t>
      </w:r>
      <w:r w:rsidR="005E283B">
        <w:rPr>
          <w:rFonts w:ascii="Calibri" w:hAnsi="Calibri" w:cs="Calibri"/>
          <w:bCs/>
          <w:sz w:val="22"/>
          <w:szCs w:val="22"/>
        </w:rPr>
        <w:t xml:space="preserve"> at</w:t>
      </w:r>
      <w:r w:rsidRPr="00F114DB">
        <w:rPr>
          <w:rFonts w:ascii="Calibri" w:hAnsi="Calibri" w:cs="Calibri"/>
          <w:bCs/>
          <w:sz w:val="22"/>
          <w:szCs w:val="22"/>
        </w:rPr>
        <w:t xml:space="preserve"> 10-µm section</w:t>
      </w:r>
      <w:r w:rsidR="005E283B">
        <w:rPr>
          <w:rFonts w:ascii="Calibri" w:hAnsi="Calibri" w:cs="Calibri"/>
          <w:bCs/>
          <w:sz w:val="22"/>
          <w:szCs w:val="22"/>
        </w:rPr>
        <w:t xml:space="preserve"> thickness</w:t>
      </w:r>
      <w:r w:rsidRPr="00F114DB">
        <w:rPr>
          <w:rFonts w:ascii="Calibri" w:hAnsi="Calibri" w:cs="Calibri"/>
          <w:bCs/>
          <w:sz w:val="22"/>
          <w:szCs w:val="22"/>
        </w:rPr>
        <w:t xml:space="preserve"> </w:t>
      </w:r>
      <w:r w:rsidR="005E283B">
        <w:rPr>
          <w:rFonts w:ascii="Calibri" w:hAnsi="Calibri" w:cs="Calibri"/>
          <w:bCs/>
          <w:sz w:val="22"/>
          <w:szCs w:val="22"/>
        </w:rPr>
        <w:t xml:space="preserve">and </w:t>
      </w:r>
      <w:r>
        <w:rPr>
          <w:rFonts w:ascii="Calibri" w:hAnsi="Calibri" w:cs="Calibri"/>
          <w:bCs/>
          <w:sz w:val="22"/>
          <w:szCs w:val="22"/>
        </w:rPr>
        <w:t>were</w:t>
      </w:r>
      <w:r w:rsidRPr="00F114DB">
        <w:rPr>
          <w:rFonts w:ascii="Calibri" w:hAnsi="Calibri" w:cs="Calibri"/>
          <w:bCs/>
          <w:sz w:val="22"/>
          <w:szCs w:val="22"/>
        </w:rPr>
        <w:t xml:space="preserve"> placed on the pre-chilled Optimization slides (Visium, 10X Genomics, PN-100019</w:t>
      </w:r>
      <w:r>
        <w:rPr>
          <w:rFonts w:ascii="Calibri" w:hAnsi="Calibri" w:cs="Calibri"/>
          <w:bCs/>
          <w:sz w:val="22"/>
          <w:szCs w:val="22"/>
        </w:rPr>
        <w:t>1</w:t>
      </w:r>
      <w:r w:rsidRPr="00F114DB">
        <w:rPr>
          <w:rFonts w:ascii="Calibri" w:hAnsi="Calibri" w:cs="Calibri"/>
          <w:bCs/>
          <w:sz w:val="22"/>
          <w:szCs w:val="22"/>
        </w:rPr>
        <w:t xml:space="preserve">) </w:t>
      </w:r>
      <w:r w:rsidR="005E283B">
        <w:rPr>
          <w:rFonts w:ascii="Calibri" w:hAnsi="Calibri" w:cs="Calibri"/>
          <w:bCs/>
          <w:sz w:val="22"/>
          <w:szCs w:val="22"/>
        </w:rPr>
        <w:t>to</w:t>
      </w:r>
      <w:r w:rsidRPr="00F114DB">
        <w:rPr>
          <w:rFonts w:ascii="Calibri" w:hAnsi="Calibri" w:cs="Calibri"/>
          <w:bCs/>
          <w:sz w:val="22"/>
          <w:szCs w:val="22"/>
        </w:rPr>
        <w:t xml:space="preserve"> </w:t>
      </w:r>
      <w:r w:rsidR="005E283B">
        <w:rPr>
          <w:rFonts w:ascii="Calibri" w:hAnsi="Calibri" w:cs="Calibri"/>
          <w:bCs/>
          <w:sz w:val="22"/>
          <w:szCs w:val="22"/>
        </w:rPr>
        <w:t xml:space="preserve">determine the </w:t>
      </w:r>
      <w:r w:rsidRPr="00F114DB">
        <w:rPr>
          <w:rFonts w:ascii="Calibri" w:hAnsi="Calibri" w:cs="Calibri"/>
          <w:bCs/>
          <w:sz w:val="22"/>
          <w:szCs w:val="22"/>
        </w:rPr>
        <w:t>optimal lysis time. The tissues were treated as recommended by 10X Genomics</w:t>
      </w:r>
      <w:r w:rsidR="005E283B">
        <w:rPr>
          <w:rFonts w:ascii="Calibri" w:hAnsi="Calibri" w:cs="Calibri"/>
          <w:bCs/>
          <w:sz w:val="22"/>
          <w:szCs w:val="22"/>
        </w:rPr>
        <w:t>,</w:t>
      </w:r>
      <w:r w:rsidRPr="00F114DB">
        <w:rPr>
          <w:rFonts w:ascii="Calibri" w:hAnsi="Calibri" w:cs="Calibri"/>
          <w:bCs/>
          <w:sz w:val="22"/>
          <w:szCs w:val="22"/>
        </w:rPr>
        <w:t xml:space="preserve"> and the optimization procedure showed an optimal permeabilization time of </w:t>
      </w:r>
      <w:r>
        <w:rPr>
          <w:rFonts w:ascii="Calibri" w:hAnsi="Calibri" w:cs="Calibri"/>
          <w:bCs/>
          <w:sz w:val="22"/>
          <w:szCs w:val="22"/>
        </w:rPr>
        <w:t>30</w:t>
      </w:r>
      <w:r w:rsidRPr="00F114DB">
        <w:rPr>
          <w:rFonts w:ascii="Calibri" w:hAnsi="Calibri" w:cs="Calibri"/>
          <w:bCs/>
          <w:sz w:val="22"/>
          <w:szCs w:val="22"/>
        </w:rPr>
        <w:t> min of digestion and release of RNA from the tissue slide. Spatial gene expression slides (Visium, 10X Genomics, PN-100018</w:t>
      </w:r>
      <w:r>
        <w:rPr>
          <w:rFonts w:ascii="Calibri" w:hAnsi="Calibri" w:cs="Calibri"/>
          <w:bCs/>
          <w:sz w:val="22"/>
          <w:szCs w:val="22"/>
        </w:rPr>
        <w:t>5</w:t>
      </w:r>
      <w:r w:rsidRPr="00F114DB">
        <w:rPr>
          <w:rFonts w:ascii="Calibri" w:hAnsi="Calibri" w:cs="Calibri"/>
          <w:bCs/>
          <w:sz w:val="22"/>
          <w:szCs w:val="22"/>
        </w:rPr>
        <w:t xml:space="preserve">) were used for </w:t>
      </w:r>
      <w:r>
        <w:rPr>
          <w:rFonts w:ascii="Calibri" w:hAnsi="Calibri" w:cs="Calibri"/>
          <w:bCs/>
          <w:sz w:val="22"/>
          <w:szCs w:val="22"/>
        </w:rPr>
        <w:t>ST</w:t>
      </w:r>
      <w:r w:rsidRPr="00F114DB">
        <w:rPr>
          <w:rFonts w:ascii="Calibri" w:hAnsi="Calibri" w:cs="Calibri"/>
          <w:bCs/>
          <w:sz w:val="22"/>
          <w:szCs w:val="22"/>
        </w:rPr>
        <w:t xml:space="preserve"> following the Visium User Guides</w:t>
      </w:r>
      <w:r>
        <w:rPr>
          <w:rFonts w:ascii="Calibri" w:hAnsi="Calibri" w:cs="Calibri"/>
          <w:bCs/>
          <w:sz w:val="22"/>
          <w:szCs w:val="22"/>
        </w:rPr>
        <w:t xml:space="preserve">, and whole slide </w:t>
      </w:r>
      <w:r w:rsidRPr="00F114DB">
        <w:rPr>
          <w:rFonts w:ascii="Calibri" w:hAnsi="Calibri" w:cs="Calibri"/>
          <w:bCs/>
          <w:sz w:val="22"/>
          <w:szCs w:val="22"/>
        </w:rPr>
        <w:t xml:space="preserve">images were taken using a </w:t>
      </w:r>
      <w:r>
        <w:rPr>
          <w:rFonts w:ascii="Calibri" w:hAnsi="Calibri" w:cs="Calibri"/>
          <w:bCs/>
          <w:sz w:val="22"/>
          <w:szCs w:val="22"/>
        </w:rPr>
        <w:t>2</w:t>
      </w:r>
      <w:r w:rsidRPr="00F114DB">
        <w:rPr>
          <w:rFonts w:ascii="Calibri" w:hAnsi="Calibri" w:cs="Calibri"/>
          <w:bCs/>
          <w:sz w:val="22"/>
          <w:szCs w:val="22"/>
        </w:rPr>
        <w:t>0X objective o</w:t>
      </w:r>
      <w:r>
        <w:rPr>
          <w:rFonts w:ascii="Calibri" w:hAnsi="Calibri" w:cs="Calibri"/>
          <w:bCs/>
          <w:sz w:val="22"/>
          <w:szCs w:val="22"/>
        </w:rPr>
        <w:t xml:space="preserve">f </w:t>
      </w:r>
      <w:r w:rsidRPr="00F114DB">
        <w:rPr>
          <w:rFonts w:ascii="Calibri" w:hAnsi="Calibri" w:cs="Calibri"/>
          <w:bCs/>
          <w:sz w:val="22"/>
          <w:szCs w:val="22"/>
        </w:rPr>
        <w:t xml:space="preserve">a Leica Aperio Versa scanner. </w:t>
      </w:r>
      <w:r>
        <w:rPr>
          <w:rFonts w:ascii="Calibri" w:hAnsi="Calibri" w:cs="Calibri"/>
          <w:bCs/>
          <w:sz w:val="22"/>
          <w:szCs w:val="22"/>
        </w:rPr>
        <w:t>Next-generation</w:t>
      </w:r>
      <w:r w:rsidRPr="00F114DB">
        <w:rPr>
          <w:rFonts w:ascii="Calibri" w:hAnsi="Calibri" w:cs="Calibri"/>
          <w:bCs/>
          <w:sz w:val="22"/>
          <w:szCs w:val="22"/>
        </w:rPr>
        <w:t xml:space="preserve"> sequencing libraries were prepared according to the Visium user guide. Libraries were loaded at 300 pM and sequenced on a NovaSeq 6000 System (Illumina) as recommended by 10X</w:t>
      </w:r>
      <w:r>
        <w:rPr>
          <w:rFonts w:ascii="Calibri" w:hAnsi="Calibri" w:cs="Calibri"/>
          <w:bCs/>
          <w:sz w:val="22"/>
          <w:szCs w:val="22"/>
        </w:rPr>
        <w:t xml:space="preserve"> Genomics.</w:t>
      </w:r>
      <w:r w:rsidR="007A1C7E">
        <w:rPr>
          <w:rFonts w:ascii="Calibri" w:hAnsi="Calibri" w:cs="Calibri"/>
          <w:bCs/>
          <w:sz w:val="22"/>
          <w:szCs w:val="22"/>
        </w:rPr>
        <w:t xml:space="preserve"> </w:t>
      </w:r>
      <w:r w:rsidR="007A1C7E" w:rsidRPr="007A1C7E">
        <w:rPr>
          <w:rFonts w:ascii="Calibri" w:hAnsi="Calibri" w:cs="Calibri"/>
          <w:bCs/>
          <w:sz w:val="22"/>
          <w:szCs w:val="22"/>
        </w:rPr>
        <w:t>Each section is derived from a different biological replicate, and each library was obtained from a separate Visium experiment followed by bioinformatic integration to remove any batch effects.</w:t>
      </w:r>
    </w:p>
    <w:p w14:paraId="0D3F2F52" w14:textId="77777777" w:rsidR="0016398C" w:rsidRDefault="0016398C" w:rsidP="009D41CE">
      <w:pPr>
        <w:pStyle w:val="EndNoteBibliographyTitle"/>
        <w:spacing w:line="480" w:lineRule="auto"/>
        <w:jc w:val="both"/>
        <w:rPr>
          <w:szCs w:val="22"/>
        </w:rPr>
      </w:pPr>
    </w:p>
    <w:p w14:paraId="4C072458" w14:textId="77777777" w:rsidR="0016398C" w:rsidRPr="00621E86" w:rsidRDefault="0016398C" w:rsidP="009D41CE">
      <w:pPr>
        <w:pStyle w:val="EndNoteBibliographyTitle"/>
        <w:spacing w:line="480" w:lineRule="auto"/>
        <w:jc w:val="both"/>
        <w:rPr>
          <w:b/>
          <w:bCs/>
          <w:szCs w:val="22"/>
        </w:rPr>
      </w:pPr>
      <w:r w:rsidRPr="00FE457B">
        <w:rPr>
          <w:b/>
          <w:bCs/>
          <w:szCs w:val="22"/>
        </w:rPr>
        <w:t>Spatial transcriptomics data analysis</w:t>
      </w:r>
    </w:p>
    <w:p w14:paraId="490A2FB7" w14:textId="04739D87" w:rsidR="0016398C" w:rsidRPr="00061AD2" w:rsidRDefault="0016398C" w:rsidP="009D41CE">
      <w:pPr>
        <w:pStyle w:val="EndNoteBibliographyTitle"/>
        <w:spacing w:line="480" w:lineRule="auto"/>
        <w:ind w:firstLine="720"/>
        <w:jc w:val="both"/>
        <w:rPr>
          <w:szCs w:val="22"/>
        </w:rPr>
      </w:pPr>
      <w:r w:rsidRPr="00BD707F">
        <w:rPr>
          <w:bCs/>
          <w:szCs w:val="22"/>
        </w:rPr>
        <w:t xml:space="preserve">Filtered feature-barcode expression matrices from </w:t>
      </w:r>
      <w:r w:rsidRPr="00BD707F">
        <w:rPr>
          <w:bCs/>
          <w:i/>
          <w:iCs/>
          <w:szCs w:val="22"/>
        </w:rPr>
        <w:t>SpaceRanger</w:t>
      </w:r>
      <w:r w:rsidRPr="00BD707F">
        <w:rPr>
          <w:bCs/>
          <w:szCs w:val="22"/>
        </w:rPr>
        <w:t xml:space="preserve"> (v1.3.1) were used as initial input for the spot-level </w:t>
      </w:r>
      <w:r>
        <w:rPr>
          <w:bCs/>
          <w:szCs w:val="22"/>
        </w:rPr>
        <w:t xml:space="preserve">ST </w:t>
      </w:r>
      <w:r w:rsidRPr="00BD707F">
        <w:rPr>
          <w:bCs/>
          <w:szCs w:val="22"/>
        </w:rPr>
        <w:t xml:space="preserve">analysis using </w:t>
      </w:r>
      <w:r w:rsidRPr="00BD707F">
        <w:rPr>
          <w:bCs/>
          <w:i/>
          <w:iCs/>
          <w:szCs w:val="22"/>
        </w:rPr>
        <w:t>Giotto (v2.0.0).</w:t>
      </w:r>
      <w:r w:rsidRPr="00BD707F">
        <w:rPr>
          <w:bCs/>
          <w:szCs w:val="22"/>
        </w:rPr>
        <w:t xml:space="preserve"> Spots with less than 25 measured genes were filtered out. Ribosomal, mitochondrial, </w:t>
      </w:r>
      <w:r w:rsidRPr="00BD707F">
        <w:rPr>
          <w:bCs/>
          <w:i/>
          <w:iCs/>
          <w:szCs w:val="22"/>
        </w:rPr>
        <w:t>Rik</w:t>
      </w:r>
      <w:r w:rsidRPr="00BD707F">
        <w:rPr>
          <w:bCs/>
          <w:szCs w:val="22"/>
        </w:rPr>
        <w:t xml:space="preserve">, and </w:t>
      </w:r>
      <w:r w:rsidRPr="00BD707F">
        <w:rPr>
          <w:bCs/>
          <w:i/>
          <w:iCs/>
          <w:szCs w:val="22"/>
        </w:rPr>
        <w:t>Gm</w:t>
      </w:r>
      <w:r w:rsidRPr="00BD707F">
        <w:rPr>
          <w:bCs/>
          <w:szCs w:val="22"/>
        </w:rPr>
        <w:t xml:space="preserve"> genes were excluded from the analysis. Principal component analysis was run on the highly variable</w:t>
      </w:r>
      <w:r>
        <w:rPr>
          <w:bCs/>
          <w:szCs w:val="22"/>
        </w:rPr>
        <w:t xml:space="preserve"> genes calculated by </w:t>
      </w:r>
      <w:r w:rsidRPr="005E3545">
        <w:rPr>
          <w:bCs/>
          <w:i/>
          <w:iCs/>
          <w:szCs w:val="22"/>
        </w:rPr>
        <w:t>calculateHVF</w:t>
      </w:r>
      <w:r>
        <w:rPr>
          <w:bCs/>
          <w:szCs w:val="22"/>
        </w:rPr>
        <w:t xml:space="preserve"> function. PCA coordinates were used for data integration with </w:t>
      </w:r>
      <w:r w:rsidRPr="005E3545">
        <w:rPr>
          <w:bCs/>
          <w:i/>
          <w:iCs/>
          <w:szCs w:val="22"/>
        </w:rPr>
        <w:t>harmony</w:t>
      </w:r>
      <w:r>
        <w:rPr>
          <w:bCs/>
          <w:szCs w:val="22"/>
        </w:rPr>
        <w:t xml:space="preserve"> (v0.1.1). UMAP dimension reduction was performed with harmony embeddings and visualized in R. Spot-level clustering was performed using the Leiden algorithm at resolution 0.3. </w:t>
      </w:r>
      <w:r w:rsidRPr="00FE457B">
        <w:rPr>
          <w:bCs/>
          <w:szCs w:val="22"/>
        </w:rPr>
        <w:t xml:space="preserve">Spatially variable genes were calculated with </w:t>
      </w:r>
      <w:r w:rsidRPr="00FE457B">
        <w:rPr>
          <w:bCs/>
          <w:i/>
          <w:iCs/>
          <w:szCs w:val="22"/>
        </w:rPr>
        <w:t>binSpect</w:t>
      </w:r>
      <w:r w:rsidRPr="00FE457B">
        <w:rPr>
          <w:bCs/>
          <w:szCs w:val="22"/>
        </w:rPr>
        <w:t xml:space="preserve"> using log-normalized data (FDR &lt; 0.001).</w:t>
      </w:r>
      <w:r>
        <w:rPr>
          <w:bCs/>
          <w:szCs w:val="22"/>
        </w:rPr>
        <w:t xml:space="preserve"> Gene Ontology enrichment analysis was performed using </w:t>
      </w:r>
      <w:r w:rsidRPr="00A66E77">
        <w:rPr>
          <w:bCs/>
          <w:szCs w:val="22"/>
        </w:rPr>
        <w:t>PANTHER</w:t>
      </w:r>
      <w:r w:rsidRPr="00A66E77">
        <w:t xml:space="preserve"> </w:t>
      </w:r>
      <w:r>
        <w:rPr>
          <w:bCs/>
          <w:szCs w:val="22"/>
        </w:rPr>
        <w:fldChar w:fldCharType="begin"/>
      </w:r>
      <w:r w:rsidR="003B089D">
        <w:rPr>
          <w:bCs/>
          <w:szCs w:val="22"/>
        </w:rPr>
        <w:instrText xml:space="preserve"> ADDIN EN.CITE &lt;EndNote&gt;&lt;Cite&gt;&lt;Author&gt;Mi&lt;/Author&gt;&lt;Year&gt;2013&lt;/Year&gt;&lt;RecNum&gt;149&lt;/RecNum&gt;&lt;DisplayText&gt;(9)&lt;/DisplayText&gt;&lt;record&gt;&lt;rec-number&gt;149&lt;/rec-number&gt;&lt;foreign-keys&gt;&lt;key app="EN" db-id="peaze5ps2xpr2oefr95ppedzasefp0edt9t9" timestamp="1673387227"&gt;149&lt;/key&gt;&lt;/foreign-keys&gt;&lt;ref-type name="Journal Article"&gt;17&lt;/ref-type&gt;&lt;contributors&gt;&lt;authors&gt;&lt;author&gt;Mi, H.&lt;/author&gt;&lt;author&gt;Muruganujan, A.&lt;/author&gt;&lt;author&gt;Casagrande, J. T.&lt;/author&gt;&lt;author&gt;Thomas, P. D.&lt;/author&gt;&lt;/authors&gt;&lt;/contributors&gt;&lt;auth-address&gt;Department of Preventive Medicine, Division of Bioinformatics, Keck School of Medicine, University of Southern California, Los Angeles, California, USA. huaiyumi@usc.edu&lt;/auth-address&gt;&lt;titles&gt;&lt;title&gt;Large-scale gene function analysis with the PANTHER classification system&lt;/title&gt;&lt;secondary-title&gt;Nat Protoc&lt;/secondary-title&gt;&lt;/titles&gt;&lt;periodical&gt;&lt;full-title&gt;Nat Protoc&lt;/full-title&gt;&lt;/periodical&gt;&lt;pages&gt;1551-66&lt;/pages&gt;&lt;volume&gt;8&lt;/volume&gt;&lt;number&gt;8&lt;/number&gt;&lt;edition&gt;20130718&lt;/edition&gt;&lt;keywords&gt;&lt;keyword&gt;Databases, Protein&lt;/keyword&gt;&lt;keyword&gt;Internet&lt;/keyword&gt;&lt;keyword&gt;Molecular Sequence Annotation/*methods&lt;/keyword&gt;&lt;keyword&gt;*Phylogeny&lt;/keyword&gt;&lt;keyword&gt;Proteins/chemistry/*classification&lt;/keyword&gt;&lt;keyword&gt;*Software&lt;/keyword&gt;&lt;keyword&gt;Statistics, Nonparametric&lt;/keyword&gt;&lt;/keywords&gt;&lt;dates&gt;&lt;year&gt;2013&lt;/year&gt;&lt;pub-dates&gt;&lt;date&gt;Aug&lt;/date&gt;&lt;/pub-dates&gt;&lt;/dates&gt;&lt;isbn&gt;1750-2799 (Electronic)&amp;#xD;1754-2189 (Print)&amp;#xD;1750-2799 (Linking)&lt;/isbn&gt;&lt;accession-num&gt;23868073&lt;/accession-num&gt;&lt;urls&gt;&lt;related-urls&gt;&lt;url&gt;https://www.ncbi.nlm.nih.gov/pubmed/23868073&lt;/url&gt;&lt;/related-urls&gt;&lt;/urls&gt;&lt;custom1&gt;Competing financial interests The authors declare that they have no competing financial interests.&lt;/custom1&gt;&lt;custom2&gt;PMC6519453&lt;/custom2&gt;&lt;electronic-resource-num&gt;10.1038/nprot.2013.092&lt;/electronic-resource-num&gt;&lt;remote-database-name&gt;Medline&lt;/remote-database-name&gt;&lt;remote-database-provider&gt;NLM&lt;/remote-database-provider&gt;&lt;/record&gt;&lt;/Cite&gt;&lt;/EndNote&gt;</w:instrText>
      </w:r>
      <w:r>
        <w:rPr>
          <w:bCs/>
          <w:szCs w:val="22"/>
        </w:rPr>
        <w:fldChar w:fldCharType="separate"/>
      </w:r>
      <w:r w:rsidR="003B089D">
        <w:rPr>
          <w:bCs/>
          <w:noProof/>
          <w:szCs w:val="22"/>
        </w:rPr>
        <w:t>(9)</w:t>
      </w:r>
      <w:r>
        <w:rPr>
          <w:bCs/>
          <w:szCs w:val="22"/>
        </w:rPr>
        <w:fldChar w:fldCharType="end"/>
      </w:r>
      <w:r w:rsidR="00D81469">
        <w:rPr>
          <w:bCs/>
          <w:szCs w:val="22"/>
        </w:rPr>
        <w:t xml:space="preserve"> and Metascape</w:t>
      </w:r>
      <w:r w:rsidR="0019090E">
        <w:rPr>
          <w:bCs/>
          <w:szCs w:val="22"/>
        </w:rPr>
        <w:t xml:space="preserve"> </w:t>
      </w:r>
      <w:r w:rsidR="0019090E" w:rsidRPr="0019090E">
        <w:rPr>
          <w:bCs/>
          <w:szCs w:val="22"/>
        </w:rPr>
        <w:t>v3.5</w:t>
      </w:r>
      <w:r w:rsidR="0019090E">
        <w:rPr>
          <w:bCs/>
          <w:szCs w:val="22"/>
        </w:rPr>
        <w:t xml:space="preserve"> </w:t>
      </w:r>
      <w:r w:rsidR="00D81469">
        <w:rPr>
          <w:bCs/>
          <w:szCs w:val="22"/>
        </w:rPr>
        <w:fldChar w:fldCharType="begin">
          <w:fldData xml:space="preserve">PEVuZE5vdGU+PENpdGU+PEF1dGhvcj5aaG91PC9BdXRob3I+PFllYXI+MjAxOTwvWWVhcj48UmVj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</w:fldData>
        </w:fldChar>
      </w:r>
      <w:r w:rsidR="003B089D">
        <w:rPr>
          <w:bCs/>
          <w:szCs w:val="22"/>
        </w:rPr>
        <w:instrText xml:space="preserve"> ADDIN EN.CITE </w:instrText>
      </w:r>
      <w:r w:rsidR="003B089D">
        <w:rPr>
          <w:bCs/>
          <w:szCs w:val="22"/>
        </w:rPr>
        <w:fldChar w:fldCharType="begin">
          <w:fldData xml:space="preserve">PEVuZE5vdGU+PENpdGU+PEF1dGhvcj5aaG91PC9BdXRob3I+PFllYXI+MjAxOTwvWWVhcj48UmVj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</w:fldData>
        </w:fldChar>
      </w:r>
      <w:r w:rsidR="003B089D">
        <w:rPr>
          <w:bCs/>
          <w:szCs w:val="22"/>
        </w:rPr>
        <w:instrText xml:space="preserve"> ADDIN EN.CITE.DATA </w:instrText>
      </w:r>
      <w:r w:rsidR="003B089D">
        <w:rPr>
          <w:bCs/>
          <w:szCs w:val="22"/>
        </w:rPr>
      </w:r>
      <w:r w:rsidR="003B089D">
        <w:rPr>
          <w:bCs/>
          <w:szCs w:val="22"/>
        </w:rPr>
        <w:fldChar w:fldCharType="end"/>
      </w:r>
      <w:r w:rsidR="00D81469">
        <w:rPr>
          <w:bCs/>
          <w:szCs w:val="22"/>
        </w:rPr>
        <w:fldChar w:fldCharType="separate"/>
      </w:r>
      <w:r w:rsidR="003B089D">
        <w:rPr>
          <w:bCs/>
          <w:noProof/>
          <w:szCs w:val="22"/>
        </w:rPr>
        <w:t>(10)</w:t>
      </w:r>
      <w:r w:rsidR="00D81469">
        <w:rPr>
          <w:bCs/>
          <w:szCs w:val="22"/>
        </w:rPr>
        <w:fldChar w:fldCharType="end"/>
      </w:r>
      <w:r>
        <w:rPr>
          <w:bCs/>
          <w:szCs w:val="22"/>
        </w:rPr>
        <w:t xml:space="preserve">. Filtered gene-spot matrix and metadata were further analyzed with </w:t>
      </w:r>
      <w:r w:rsidRPr="005E3545">
        <w:rPr>
          <w:bCs/>
          <w:i/>
          <w:iCs/>
          <w:szCs w:val="22"/>
        </w:rPr>
        <w:t>BayesSpace</w:t>
      </w:r>
      <w:r>
        <w:rPr>
          <w:bCs/>
          <w:szCs w:val="22"/>
        </w:rPr>
        <w:t xml:space="preserve"> (v1.6.0) using the top 10 PCs </w:t>
      </w:r>
      <w:r>
        <w:rPr>
          <w:bCs/>
          <w:szCs w:val="22"/>
        </w:rPr>
        <w:lastRenderedPageBreak/>
        <w:t>and the top 2000 HVGs. Clusters were then created at sub-spot resolution with the following parameters (d=10, platform</w:t>
      </w:r>
      <w:proofErr w:type="gramStart"/>
      <w:r>
        <w:rPr>
          <w:bCs/>
          <w:szCs w:val="22"/>
        </w:rPr>
        <w:t>=”Visium</w:t>
      </w:r>
      <w:proofErr w:type="gramEnd"/>
      <w:r>
        <w:rPr>
          <w:bCs/>
          <w:szCs w:val="22"/>
        </w:rPr>
        <w:t xml:space="preserve">”, init.method=”mclust”, model=”t”, gamma=2). Optimal cluster numbers were determined by </w:t>
      </w:r>
      <w:r w:rsidRPr="005E3545">
        <w:rPr>
          <w:bCs/>
          <w:i/>
          <w:iCs/>
          <w:szCs w:val="22"/>
        </w:rPr>
        <w:t>qTune</w:t>
      </w:r>
      <w:r>
        <w:rPr>
          <w:bCs/>
          <w:szCs w:val="22"/>
        </w:rPr>
        <w:t xml:space="preserve"> function and manual curation of marker genes. Cluster marker genes were determined using </w:t>
      </w:r>
      <w:r w:rsidRPr="005E3545">
        <w:rPr>
          <w:bCs/>
          <w:i/>
          <w:iCs/>
          <w:szCs w:val="22"/>
        </w:rPr>
        <w:t>immunogenomics/presto</w:t>
      </w:r>
      <w:r>
        <w:rPr>
          <w:bCs/>
          <w:szCs w:val="22"/>
        </w:rPr>
        <w:t xml:space="preserve"> (v1.0.0) (padj&lt;0.05, logFC&gt;0.25). </w:t>
      </w:r>
      <w:r w:rsidRPr="00FF13E3">
        <w:rPr>
          <w:bCs/>
          <w:szCs w:val="22"/>
        </w:rPr>
        <w:t xml:space="preserve">Cell-type compositions were calculated for each spot using </w:t>
      </w:r>
      <w:r w:rsidRPr="00FF13E3">
        <w:rPr>
          <w:bCs/>
          <w:i/>
          <w:iCs/>
          <w:szCs w:val="22"/>
        </w:rPr>
        <w:t>cell2location</w:t>
      </w:r>
      <w:r w:rsidRPr="00FF13E3">
        <w:rPr>
          <w:bCs/>
          <w:szCs w:val="22"/>
        </w:rPr>
        <w:t xml:space="preserve"> (v0.</w:t>
      </w:r>
      <w:r>
        <w:rPr>
          <w:bCs/>
          <w:szCs w:val="22"/>
        </w:rPr>
        <w:t>1</w:t>
      </w:r>
      <w:r w:rsidRPr="00FF13E3">
        <w:rPr>
          <w:bCs/>
          <w:szCs w:val="22"/>
        </w:rPr>
        <w:t>)</w:t>
      </w:r>
      <w:r>
        <w:rPr>
          <w:bCs/>
          <w:szCs w:val="22"/>
        </w:rPr>
        <w:t xml:space="preserve"> </w:t>
      </w:r>
      <w:r>
        <w:rPr>
          <w:bCs/>
          <w:szCs w:val="22"/>
        </w:rPr>
        <w:fldChar w:fldCharType="begin">
          <w:fldData xml:space="preserve">PEVuZE5vdGU+PENpdGU+PEF1dGhvcj5LbGVzaGNoZXZuaWtvdjwvQXV0aG9yPjxZZWFyPjIwMjI8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</w:fldData>
        </w:fldChar>
      </w:r>
      <w:r w:rsidR="003B089D">
        <w:rPr>
          <w:bCs/>
          <w:szCs w:val="22"/>
        </w:rPr>
        <w:instrText xml:space="preserve"> ADDIN EN.CITE </w:instrText>
      </w:r>
      <w:r w:rsidR="003B089D">
        <w:rPr>
          <w:bCs/>
          <w:szCs w:val="22"/>
        </w:rPr>
        <w:fldChar w:fldCharType="begin">
          <w:fldData xml:space="preserve">PEVuZE5vdGU+PENpdGU+PEF1dGhvcj5LbGVzaGNoZXZuaWtvdjwvQXV0aG9yPjxZZWFyPjIwMjI8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</w:fldData>
        </w:fldChar>
      </w:r>
      <w:r w:rsidR="003B089D">
        <w:rPr>
          <w:bCs/>
          <w:szCs w:val="22"/>
        </w:rPr>
        <w:instrText xml:space="preserve"> ADDIN EN.CITE.DATA </w:instrText>
      </w:r>
      <w:r w:rsidR="003B089D">
        <w:rPr>
          <w:bCs/>
          <w:szCs w:val="22"/>
        </w:rPr>
      </w:r>
      <w:r w:rsidR="003B089D">
        <w:rPr>
          <w:bCs/>
          <w:szCs w:val="22"/>
        </w:rPr>
        <w:fldChar w:fldCharType="end"/>
      </w:r>
      <w:r>
        <w:rPr>
          <w:bCs/>
          <w:szCs w:val="22"/>
        </w:rPr>
        <w:fldChar w:fldCharType="separate"/>
      </w:r>
      <w:r w:rsidR="003B089D">
        <w:rPr>
          <w:bCs/>
          <w:noProof/>
          <w:szCs w:val="22"/>
        </w:rPr>
        <w:t>(11)</w:t>
      </w:r>
      <w:r>
        <w:rPr>
          <w:bCs/>
          <w:szCs w:val="22"/>
        </w:rPr>
        <w:fldChar w:fldCharType="end"/>
      </w:r>
      <w:r w:rsidRPr="00FF13E3">
        <w:rPr>
          <w:bCs/>
          <w:szCs w:val="22"/>
        </w:rPr>
        <w:t xml:space="preserve">. Reference expression signatures of major cell types were estimated using regularized negative binomial regressions and our integrated </w:t>
      </w:r>
      <w:r>
        <w:rPr>
          <w:bCs/>
          <w:szCs w:val="22"/>
        </w:rPr>
        <w:t xml:space="preserve">single-cell </w:t>
      </w:r>
      <w:r w:rsidRPr="00FF13E3">
        <w:rPr>
          <w:bCs/>
          <w:szCs w:val="22"/>
        </w:rPr>
        <w:t xml:space="preserve">RNA-seq </w:t>
      </w:r>
      <w:r>
        <w:rPr>
          <w:bCs/>
          <w:szCs w:val="22"/>
        </w:rPr>
        <w:t>datasets</w:t>
      </w:r>
      <w:r w:rsidRPr="00FF13E3">
        <w:rPr>
          <w:bCs/>
          <w:szCs w:val="22"/>
        </w:rPr>
        <w:t xml:space="preserve">. Each slide was later deconvoluted using hierarchical Bayesian models as implemented in </w:t>
      </w:r>
      <w:r w:rsidRPr="00FF13E3">
        <w:rPr>
          <w:bCs/>
          <w:i/>
          <w:iCs/>
          <w:szCs w:val="22"/>
        </w:rPr>
        <w:t>run_cell2location</w:t>
      </w:r>
      <w:r>
        <w:rPr>
          <w:bCs/>
          <w:i/>
          <w:iCs/>
          <w:szCs w:val="22"/>
        </w:rPr>
        <w:t xml:space="preserve"> </w:t>
      </w:r>
      <w:r w:rsidRPr="005E3545">
        <w:rPr>
          <w:bCs/>
          <w:szCs w:val="22"/>
        </w:rPr>
        <w:t>function</w:t>
      </w:r>
      <w:r w:rsidRPr="00FF13E3">
        <w:rPr>
          <w:bCs/>
          <w:szCs w:val="22"/>
        </w:rPr>
        <w:t xml:space="preserve">. </w:t>
      </w:r>
      <w:r>
        <w:rPr>
          <w:bCs/>
          <w:szCs w:val="22"/>
        </w:rPr>
        <w:t xml:space="preserve">For </w:t>
      </w:r>
      <w:r w:rsidRPr="00FF13E3">
        <w:rPr>
          <w:bCs/>
          <w:szCs w:val="22"/>
        </w:rPr>
        <w:t>cell-type-specific abundance estimations</w:t>
      </w:r>
      <w:r>
        <w:rPr>
          <w:bCs/>
          <w:szCs w:val="22"/>
        </w:rPr>
        <w:t>, we used 10 cells per location with a detection alpha of 20</w:t>
      </w:r>
      <w:r w:rsidRPr="00FF13E3">
        <w:rPr>
          <w:bCs/>
          <w:szCs w:val="22"/>
        </w:rPr>
        <w:t xml:space="preserve"> </w:t>
      </w:r>
      <w:r>
        <w:rPr>
          <w:bCs/>
          <w:szCs w:val="22"/>
        </w:rPr>
        <w:t xml:space="preserve">as </w:t>
      </w:r>
      <w:r w:rsidRPr="00FF13E3">
        <w:rPr>
          <w:bCs/>
          <w:szCs w:val="22"/>
        </w:rPr>
        <w:t>hyperparameters</w:t>
      </w:r>
      <w:r>
        <w:rPr>
          <w:bCs/>
          <w:szCs w:val="22"/>
        </w:rPr>
        <w:t xml:space="preserve">. The donut charts were created using the </w:t>
      </w:r>
      <w:r w:rsidRPr="005E3545">
        <w:rPr>
          <w:bCs/>
          <w:i/>
          <w:iCs/>
          <w:szCs w:val="22"/>
        </w:rPr>
        <w:t>ggpubr</w:t>
      </w:r>
      <w:r>
        <w:rPr>
          <w:bCs/>
          <w:szCs w:val="22"/>
        </w:rPr>
        <w:t xml:space="preserve"> package. </w:t>
      </w:r>
      <w:r w:rsidRPr="00544A5F">
        <w:rPr>
          <w:szCs w:val="22"/>
        </w:rPr>
        <w:t>To further investigate</w:t>
      </w:r>
      <w:r>
        <w:rPr>
          <w:szCs w:val="22"/>
        </w:rPr>
        <w:t xml:space="preserve"> the spatial organization of the</w:t>
      </w:r>
      <w:r w:rsidRPr="00544A5F">
        <w:rPr>
          <w:szCs w:val="22"/>
        </w:rPr>
        <w:t xml:space="preserve"> tissue zones</w:t>
      </w:r>
      <w:r>
        <w:rPr>
          <w:szCs w:val="22"/>
        </w:rPr>
        <w:t xml:space="preserve"> and calculate the observed vs. expected ratio</w:t>
      </w:r>
      <w:r w:rsidRPr="00544A5F">
        <w:rPr>
          <w:szCs w:val="22"/>
        </w:rPr>
        <w:t>, we have developed an R shiny app</w:t>
      </w:r>
      <w:r w:rsidR="0022130F">
        <w:rPr>
          <w:szCs w:val="22"/>
        </w:rPr>
        <w:t xml:space="preserve"> </w:t>
      </w:r>
      <w:r w:rsidR="00555487">
        <w:rPr>
          <w:szCs w:val="22"/>
        </w:rPr>
        <w:t>(</w:t>
      </w:r>
      <w:r w:rsidR="0022130F" w:rsidRPr="002C741F">
        <w:rPr>
          <w:i/>
          <w:iCs/>
          <w:szCs w:val="22"/>
        </w:rPr>
        <w:t>SpatialZoneR</w:t>
      </w:r>
      <w:r w:rsidR="0022130F">
        <w:rPr>
          <w:szCs w:val="22"/>
        </w:rPr>
        <w:t>)</w:t>
      </w:r>
      <w:r w:rsidRPr="00544A5F">
        <w:rPr>
          <w:szCs w:val="22"/>
        </w:rPr>
        <w:t xml:space="preserve"> to </w:t>
      </w:r>
      <w:r w:rsidRPr="00D4288F">
        <w:rPr>
          <w:szCs w:val="22"/>
        </w:rPr>
        <w:t xml:space="preserve">interactively define and analyze tissue zones in sub-spot resolution using Visium </w:t>
      </w:r>
      <w:r>
        <w:rPr>
          <w:szCs w:val="22"/>
        </w:rPr>
        <w:t>ST</w:t>
      </w:r>
      <w:r w:rsidR="0065727B">
        <w:rPr>
          <w:szCs w:val="22"/>
        </w:rPr>
        <w:t xml:space="preserve"> </w:t>
      </w:r>
      <w:r w:rsidR="00ED6F49">
        <w:rPr>
          <w:szCs w:val="22"/>
        </w:rPr>
        <w:t xml:space="preserve">rds </w:t>
      </w:r>
      <w:r w:rsidRPr="00D4288F">
        <w:rPr>
          <w:szCs w:val="22"/>
        </w:rPr>
        <w:t xml:space="preserve">data. </w:t>
      </w:r>
      <w:r w:rsidRPr="00D4288F">
        <w:rPr>
          <w:bCs/>
          <w:szCs w:val="22"/>
        </w:rPr>
        <w:t>Gene set expression values representing different cell subtypes at each subspot were extracted and binarized</w:t>
      </w:r>
      <w:r>
        <w:rPr>
          <w:bCs/>
          <w:szCs w:val="22"/>
        </w:rPr>
        <w:t xml:space="preserve"> (</w:t>
      </w:r>
      <w:r w:rsidRPr="002C741F">
        <w:rPr>
          <w:bCs/>
          <w:szCs w:val="22"/>
        </w:rPr>
        <w:t xml:space="preserve">expression cutoff was selected at &gt; q90 for each marker gene) to define tissue </w:t>
      </w:r>
      <w:r w:rsidR="002D624B">
        <w:rPr>
          <w:bCs/>
          <w:szCs w:val="22"/>
        </w:rPr>
        <w:t>zone c</w:t>
      </w:r>
      <w:r w:rsidRPr="002C741F">
        <w:rPr>
          <w:bCs/>
          <w:szCs w:val="22"/>
        </w:rPr>
        <w:t>ell organization.</w:t>
      </w:r>
      <w:r w:rsidRPr="002C741F">
        <w:rPr>
          <w:szCs w:val="22"/>
        </w:rPr>
        <w:t xml:space="preserve"> </w:t>
      </w:r>
      <w:r w:rsidRPr="002C741F">
        <w:rPr>
          <w:i/>
          <w:iCs/>
          <w:szCs w:val="22"/>
        </w:rPr>
        <w:t>SpatialZoneR</w:t>
      </w:r>
      <w:r w:rsidRPr="002C741F">
        <w:rPr>
          <w:szCs w:val="22"/>
        </w:rPr>
        <w:t xml:space="preserve"> is </w:t>
      </w:r>
      <w:r w:rsidR="0022130F">
        <w:rPr>
          <w:szCs w:val="22"/>
        </w:rPr>
        <w:t xml:space="preserve">made </w:t>
      </w:r>
      <w:r w:rsidRPr="002C741F">
        <w:rPr>
          <w:szCs w:val="22"/>
        </w:rPr>
        <w:t xml:space="preserve">available as a fully open-source tool at </w:t>
      </w:r>
      <w:hyperlink r:id="rId8" w:history="1">
        <w:r w:rsidRPr="002C741F">
          <w:rPr>
            <w:rStyle w:val="Hyperlink"/>
            <w:szCs w:val="22"/>
          </w:rPr>
          <w:t>https://github.com/hlszlaszlo/SpatialZoneR</w:t>
        </w:r>
      </w:hyperlink>
      <w:r w:rsidRPr="002C741F">
        <w:rPr>
          <w:szCs w:val="22"/>
        </w:rPr>
        <w:t xml:space="preserve">. </w:t>
      </w:r>
    </w:p>
    <w:p w14:paraId="26D560F7" w14:textId="77777777" w:rsidR="0016398C" w:rsidRPr="00C05447" w:rsidRDefault="0016398C" w:rsidP="009D41CE">
      <w:pPr>
        <w:spacing w:line="480" w:lineRule="auto"/>
        <w:jc w:val="both"/>
        <w:rPr>
          <w:rFonts w:ascii="Calibri" w:hAnsi="Calibri" w:cs="Calibri"/>
          <w:bCs/>
          <w:sz w:val="22"/>
          <w:szCs w:val="22"/>
        </w:rPr>
      </w:pPr>
    </w:p>
    <w:p w14:paraId="62F5A345" w14:textId="77777777" w:rsidR="0016398C" w:rsidRPr="00310B1A" w:rsidRDefault="0016398C" w:rsidP="009D41CE">
      <w:pPr>
        <w:spacing w:line="480" w:lineRule="auto"/>
        <w:jc w:val="both"/>
        <w:rPr>
          <w:rFonts w:ascii="Calibri" w:hAnsi="Calibri" w:cs="Calibri"/>
          <w:b/>
          <w:bCs/>
          <w:sz w:val="22"/>
          <w:szCs w:val="22"/>
        </w:rPr>
      </w:pPr>
      <w:r w:rsidRPr="00310B1A">
        <w:rPr>
          <w:rFonts w:ascii="Calibri" w:hAnsi="Calibri" w:cs="Calibri"/>
          <w:b/>
          <w:bCs/>
          <w:sz w:val="22"/>
          <w:szCs w:val="22"/>
        </w:rPr>
        <w:t>Single-cell RNA-sequencing</w:t>
      </w:r>
      <w:r>
        <w:rPr>
          <w:rFonts w:ascii="Calibri" w:hAnsi="Calibri" w:cs="Calibri"/>
          <w:b/>
          <w:bCs/>
          <w:sz w:val="22"/>
          <w:szCs w:val="22"/>
        </w:rPr>
        <w:t xml:space="preserve"> library preparation</w:t>
      </w:r>
    </w:p>
    <w:p w14:paraId="0485691C" w14:textId="77777777" w:rsidR="0016398C" w:rsidRPr="00665A64" w:rsidRDefault="0016398C" w:rsidP="009D41CE">
      <w:pPr>
        <w:spacing w:line="480" w:lineRule="auto"/>
        <w:ind w:firstLine="720"/>
        <w:jc w:val="both"/>
        <w:rPr>
          <w:rFonts w:ascii="Calibri" w:hAnsi="Calibri" w:cs="Calibri"/>
          <w:bCs/>
          <w:sz w:val="22"/>
          <w:szCs w:val="22"/>
        </w:rPr>
      </w:pPr>
      <w:r w:rsidRPr="00310B1A">
        <w:rPr>
          <w:rFonts w:ascii="Calibri" w:hAnsi="Calibri" w:cs="Calibri"/>
          <w:bCs/>
          <w:sz w:val="22"/>
          <w:szCs w:val="22"/>
        </w:rPr>
        <w:t>After tissue digestion and bead selection, CD45</w:t>
      </w:r>
      <w:r w:rsidRPr="00310B1A">
        <w:rPr>
          <w:rFonts w:ascii="Calibri" w:hAnsi="Calibri" w:cs="Calibri"/>
          <w:bCs/>
          <w:sz w:val="22"/>
          <w:szCs w:val="22"/>
          <w:vertAlign w:val="superscript"/>
        </w:rPr>
        <w:t>+</w:t>
      </w:r>
      <w:r w:rsidRPr="00310B1A">
        <w:rPr>
          <w:rFonts w:ascii="Calibri" w:hAnsi="Calibri" w:cs="Calibri"/>
          <w:bCs/>
          <w:sz w:val="22"/>
          <w:szCs w:val="22"/>
        </w:rPr>
        <w:t xml:space="preserve"> </w:t>
      </w:r>
      <w:proofErr w:type="gramStart"/>
      <w:r>
        <w:rPr>
          <w:rFonts w:ascii="Calibri" w:hAnsi="Calibri" w:cs="Calibri"/>
          <w:bCs/>
          <w:sz w:val="22"/>
          <w:szCs w:val="22"/>
        </w:rPr>
        <w:t>single-cell</w:t>
      </w:r>
      <w:proofErr w:type="gramEnd"/>
      <w:r w:rsidRPr="00310B1A">
        <w:rPr>
          <w:rFonts w:ascii="Calibri" w:hAnsi="Calibri" w:cs="Calibri"/>
          <w:bCs/>
          <w:sz w:val="22"/>
          <w:szCs w:val="22"/>
        </w:rPr>
        <w:t xml:space="preserve"> sorted suspensions were washed and resuspended in 0.04% BSA in PBS at a concentration of at least 400 cells/</w:t>
      </w:r>
      <w:r w:rsidRPr="00310B1A">
        <w:rPr>
          <w:rFonts w:ascii="Calibri" w:hAnsi="Calibri" w:cs="Calibri"/>
          <w:bCs/>
          <w:sz w:val="22"/>
          <w:szCs w:val="22"/>
          <w:lang w:val="el-GR"/>
        </w:rPr>
        <w:t>μ</w:t>
      </w:r>
      <w:r w:rsidRPr="00310B1A">
        <w:rPr>
          <w:rFonts w:ascii="Calibri" w:hAnsi="Calibri" w:cs="Calibri"/>
          <w:bCs/>
          <w:sz w:val="22"/>
          <w:szCs w:val="22"/>
        </w:rPr>
        <w:t>L. Cells were counted manually with a hemocytometer to determine their concentration. Single-cell RNA-sequencing libraries were then prepared using the Chromium Single</w:t>
      </w:r>
      <w:r>
        <w:rPr>
          <w:rFonts w:ascii="Calibri" w:hAnsi="Calibri" w:cs="Calibri"/>
          <w:bCs/>
          <w:sz w:val="22"/>
          <w:szCs w:val="22"/>
        </w:rPr>
        <w:t>-</w:t>
      </w:r>
      <w:r w:rsidRPr="00310B1A">
        <w:rPr>
          <w:rFonts w:ascii="Calibri" w:hAnsi="Calibri" w:cs="Calibri"/>
          <w:bCs/>
          <w:sz w:val="22"/>
          <w:szCs w:val="22"/>
        </w:rPr>
        <w:t>Cell 3’ reagent kit v3.1 (10X Genomics, Pleasanton, CA) in accordance with the manufacturer’s protocol. Briefly, the cells were diluted into the Chromium Single</w:t>
      </w:r>
      <w:r>
        <w:rPr>
          <w:rFonts w:ascii="Calibri" w:hAnsi="Calibri" w:cs="Calibri"/>
          <w:bCs/>
          <w:sz w:val="22"/>
          <w:szCs w:val="22"/>
        </w:rPr>
        <w:t>-</w:t>
      </w:r>
      <w:r w:rsidRPr="00310B1A">
        <w:rPr>
          <w:rFonts w:ascii="Calibri" w:hAnsi="Calibri" w:cs="Calibri"/>
          <w:bCs/>
          <w:sz w:val="22"/>
          <w:szCs w:val="22"/>
        </w:rPr>
        <w:t xml:space="preserve">Cell A Chip to yield recovery of ~10,000 single-cell </w:t>
      </w:r>
      <w:r w:rsidRPr="00310B1A">
        <w:rPr>
          <w:rFonts w:ascii="Calibri" w:hAnsi="Calibri" w:cs="Calibri"/>
          <w:bCs/>
          <w:sz w:val="22"/>
          <w:szCs w:val="22"/>
        </w:rPr>
        <w:lastRenderedPageBreak/>
        <w:t>transcriptomes with &lt; 5% doublet rate. Following the library preparation, the libraries were sequenced on the NovaSeq 6000 sequencer (Illumina, San Diego, CA) to produce about 450 million reads per library and</w:t>
      </w:r>
      <w:r>
        <w:rPr>
          <w:rFonts w:ascii="Calibri" w:hAnsi="Calibri" w:cs="Calibri"/>
          <w:bCs/>
          <w:sz w:val="22"/>
          <w:szCs w:val="22"/>
        </w:rPr>
        <w:t>,</w:t>
      </w:r>
      <w:r w:rsidRPr="00310B1A">
        <w:rPr>
          <w:rFonts w:ascii="Calibri" w:hAnsi="Calibri" w:cs="Calibri"/>
          <w:bCs/>
          <w:sz w:val="22"/>
          <w:szCs w:val="22"/>
        </w:rPr>
        <w:t xml:space="preserve"> on average</w:t>
      </w:r>
      <w:r>
        <w:rPr>
          <w:rFonts w:ascii="Calibri" w:hAnsi="Calibri" w:cs="Calibri"/>
          <w:bCs/>
          <w:sz w:val="22"/>
          <w:szCs w:val="22"/>
        </w:rPr>
        <w:t>,</w:t>
      </w:r>
      <w:r w:rsidRPr="00310B1A">
        <w:rPr>
          <w:rFonts w:ascii="Calibri" w:hAnsi="Calibri" w:cs="Calibri"/>
          <w:bCs/>
          <w:sz w:val="22"/>
          <w:szCs w:val="22"/>
        </w:rPr>
        <w:t xml:space="preserve"> a minimum of 40,000 reads per single cell.</w:t>
      </w:r>
    </w:p>
    <w:p w14:paraId="0D1DFEE3" w14:textId="77777777" w:rsidR="0016398C" w:rsidRPr="009F65DB" w:rsidRDefault="0016398C" w:rsidP="009D41CE">
      <w:pPr>
        <w:spacing w:line="480" w:lineRule="auto"/>
        <w:jc w:val="both"/>
        <w:rPr>
          <w:rFonts w:ascii="Calibri" w:hAnsi="Calibri" w:cs="Calibri"/>
          <w:b/>
          <w:bCs/>
          <w:sz w:val="22"/>
          <w:szCs w:val="22"/>
          <w:highlight w:val="yellow"/>
        </w:rPr>
      </w:pPr>
    </w:p>
    <w:p w14:paraId="52C80848" w14:textId="77777777" w:rsidR="0016398C" w:rsidRPr="00680A49" w:rsidRDefault="0016398C" w:rsidP="009D41CE">
      <w:pPr>
        <w:spacing w:line="480" w:lineRule="auto"/>
        <w:jc w:val="both"/>
        <w:rPr>
          <w:rFonts w:ascii="Calibri" w:hAnsi="Calibri" w:cs="Calibri"/>
          <w:b/>
          <w:bCs/>
          <w:sz w:val="22"/>
          <w:szCs w:val="22"/>
        </w:rPr>
      </w:pPr>
      <w:r w:rsidRPr="00680A49">
        <w:rPr>
          <w:rFonts w:ascii="Calibri" w:hAnsi="Calibri" w:cs="Calibri"/>
          <w:b/>
          <w:bCs/>
          <w:sz w:val="22"/>
          <w:szCs w:val="22"/>
        </w:rPr>
        <w:t>Single-cell RNA-seq data analysis</w:t>
      </w:r>
    </w:p>
    <w:p w14:paraId="1D558A94" w14:textId="61B22BC8" w:rsidR="00A05222" w:rsidRDefault="0016398C" w:rsidP="00EB17D9">
      <w:pPr>
        <w:pStyle w:val="EndNoteBibliographyTitle"/>
        <w:spacing w:line="480" w:lineRule="auto"/>
        <w:ind w:firstLine="720"/>
        <w:jc w:val="both"/>
        <w:rPr>
          <w:szCs w:val="22"/>
        </w:rPr>
      </w:pPr>
      <w:proofErr w:type="gramStart"/>
      <w:r w:rsidRPr="00680A49">
        <w:rPr>
          <w:color w:val="000000" w:themeColor="text1"/>
          <w:szCs w:val="22"/>
        </w:rPr>
        <w:t>Single-cell</w:t>
      </w:r>
      <w:proofErr w:type="gramEnd"/>
      <w:r w:rsidRPr="00680A49">
        <w:rPr>
          <w:color w:val="000000" w:themeColor="text1"/>
          <w:szCs w:val="22"/>
        </w:rPr>
        <w:t xml:space="preserve"> sequencing reads were processed and aligned to the mouse reference transcriptome (</w:t>
      </w:r>
      <w:r w:rsidRPr="005E3545">
        <w:rPr>
          <w:i/>
          <w:iCs/>
          <w:color w:val="000000" w:themeColor="text1"/>
          <w:szCs w:val="22"/>
        </w:rPr>
        <w:t>mm10</w:t>
      </w:r>
      <w:r w:rsidRPr="00680A49">
        <w:rPr>
          <w:color w:val="000000" w:themeColor="text1"/>
          <w:szCs w:val="22"/>
        </w:rPr>
        <w:t xml:space="preserve">) with the </w:t>
      </w:r>
      <w:r w:rsidRPr="005E3545">
        <w:rPr>
          <w:i/>
          <w:iCs/>
          <w:color w:val="000000" w:themeColor="text1"/>
          <w:szCs w:val="22"/>
        </w:rPr>
        <w:t>CellRanger</w:t>
      </w:r>
      <w:r w:rsidRPr="00680A49">
        <w:rPr>
          <w:color w:val="000000" w:themeColor="text1"/>
          <w:szCs w:val="22"/>
        </w:rPr>
        <w:t xml:space="preserve"> </w:t>
      </w:r>
      <w:r>
        <w:rPr>
          <w:color w:val="000000" w:themeColor="text1"/>
          <w:szCs w:val="22"/>
        </w:rPr>
        <w:t xml:space="preserve">(v7.0.1) </w:t>
      </w:r>
      <w:r w:rsidRPr="00680A49">
        <w:rPr>
          <w:color w:val="000000" w:themeColor="text1"/>
          <w:szCs w:val="22"/>
        </w:rPr>
        <w:t xml:space="preserve">(10x Genomics, Pleasanton, CA). We used </w:t>
      </w:r>
      <w:r w:rsidRPr="005E3545">
        <w:rPr>
          <w:i/>
          <w:iCs/>
          <w:color w:val="000000" w:themeColor="text1"/>
          <w:szCs w:val="22"/>
        </w:rPr>
        <w:t>CellBender</w:t>
      </w:r>
      <w:r w:rsidRPr="00680A49">
        <w:rPr>
          <w:color w:val="000000" w:themeColor="text1"/>
          <w:szCs w:val="22"/>
        </w:rPr>
        <w:t xml:space="preserve"> </w:t>
      </w:r>
      <w:r>
        <w:rPr>
          <w:color w:val="000000" w:themeColor="text1"/>
          <w:szCs w:val="22"/>
        </w:rPr>
        <w:t xml:space="preserve">(v0.2.2) </w:t>
      </w:r>
      <w:r w:rsidRPr="00680A49">
        <w:rPr>
          <w:color w:val="000000" w:themeColor="text1"/>
          <w:szCs w:val="22"/>
        </w:rPr>
        <w:t xml:space="preserve">to eliminate technical artifacts. From the gene expression matrix, the downstream analysis was carried out </w:t>
      </w:r>
      <w:r>
        <w:rPr>
          <w:color w:val="000000" w:themeColor="text1"/>
          <w:szCs w:val="22"/>
        </w:rPr>
        <w:t>in</w:t>
      </w:r>
      <w:r w:rsidRPr="00680A49">
        <w:rPr>
          <w:color w:val="000000" w:themeColor="text1"/>
          <w:szCs w:val="22"/>
        </w:rPr>
        <w:t xml:space="preserve"> </w:t>
      </w:r>
      <w:r w:rsidRPr="00680A49">
        <w:rPr>
          <w:szCs w:val="22"/>
        </w:rPr>
        <w:t>R</w:t>
      </w:r>
      <w:r>
        <w:rPr>
          <w:szCs w:val="22"/>
        </w:rPr>
        <w:t xml:space="preserve"> (v</w:t>
      </w:r>
      <w:r w:rsidRPr="00680A49">
        <w:rPr>
          <w:szCs w:val="22"/>
        </w:rPr>
        <w:t>4.</w:t>
      </w:r>
      <w:r>
        <w:rPr>
          <w:szCs w:val="22"/>
        </w:rPr>
        <w:t>2</w:t>
      </w:r>
      <w:r w:rsidRPr="00680A49">
        <w:rPr>
          <w:szCs w:val="22"/>
        </w:rPr>
        <w:t>.</w:t>
      </w:r>
      <w:r>
        <w:rPr>
          <w:szCs w:val="22"/>
        </w:rPr>
        <w:t>1)</w:t>
      </w:r>
      <w:r w:rsidRPr="00680A49">
        <w:rPr>
          <w:color w:val="000000" w:themeColor="text1"/>
          <w:szCs w:val="22"/>
        </w:rPr>
        <w:t xml:space="preserve">. Quality control, filtering, data clustering and visualization, and the differential expression analysis were carried out using </w:t>
      </w:r>
      <w:r w:rsidRPr="00680A49">
        <w:rPr>
          <w:i/>
          <w:color w:val="000000" w:themeColor="text1"/>
          <w:szCs w:val="22"/>
        </w:rPr>
        <w:t>Seurat</w:t>
      </w:r>
      <w:r w:rsidRPr="00680A49">
        <w:rPr>
          <w:color w:val="000000" w:themeColor="text1"/>
          <w:szCs w:val="22"/>
        </w:rPr>
        <w:t xml:space="preserve"> (</w:t>
      </w:r>
      <w:r w:rsidRPr="00680A49">
        <w:rPr>
          <w:szCs w:val="22"/>
        </w:rPr>
        <w:t>v4.</w:t>
      </w:r>
      <w:r>
        <w:rPr>
          <w:szCs w:val="22"/>
        </w:rPr>
        <w:t>1</w:t>
      </w:r>
      <w:r w:rsidRPr="00680A49">
        <w:rPr>
          <w:szCs w:val="22"/>
        </w:rPr>
        <w:t>.3</w:t>
      </w:r>
      <w:r w:rsidRPr="00680A49">
        <w:rPr>
          <w:color w:val="000000" w:themeColor="text1"/>
          <w:szCs w:val="22"/>
        </w:rPr>
        <w:t xml:space="preserve">) R package </w:t>
      </w:r>
      <w:r>
        <w:rPr>
          <w:color w:val="000000" w:themeColor="text1"/>
          <w:szCs w:val="22"/>
        </w:rPr>
        <w:fldChar w:fldCharType="begin">
          <w:fldData xml:space="preserve">PEVuZE5vdGU+PENpdGU+PEF1dGhvcj5CdXRsZXI8L0F1dGhvcj48WWVhcj4yMDE4PC9ZZWFyPjxS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</w:fldData>
        </w:fldChar>
      </w:r>
      <w:r w:rsidR="003B089D">
        <w:rPr>
          <w:color w:val="000000" w:themeColor="text1"/>
          <w:szCs w:val="22"/>
        </w:rPr>
        <w:instrText xml:space="preserve"> ADDIN EN.CITE </w:instrText>
      </w:r>
      <w:r w:rsidR="003B089D">
        <w:rPr>
          <w:color w:val="000000" w:themeColor="text1"/>
          <w:szCs w:val="22"/>
        </w:rPr>
        <w:fldChar w:fldCharType="begin">
          <w:fldData xml:space="preserve">PEVuZE5vdGU+PENpdGU+PEF1dGhvcj5CdXRsZXI8L0F1dGhvcj48WWVhcj4yMDE4PC9ZZWFyPjxS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</w:fldData>
        </w:fldChar>
      </w:r>
      <w:r w:rsidR="003B089D">
        <w:rPr>
          <w:color w:val="000000" w:themeColor="text1"/>
          <w:szCs w:val="22"/>
        </w:rPr>
        <w:instrText xml:space="preserve"> ADDIN EN.CITE.DATA </w:instrText>
      </w:r>
      <w:r w:rsidR="003B089D">
        <w:rPr>
          <w:color w:val="000000" w:themeColor="text1"/>
          <w:szCs w:val="22"/>
        </w:rPr>
      </w:r>
      <w:r w:rsidR="003B089D">
        <w:rPr>
          <w:color w:val="000000" w:themeColor="text1"/>
          <w:szCs w:val="22"/>
        </w:rPr>
        <w:fldChar w:fldCharType="end"/>
      </w:r>
      <w:r>
        <w:rPr>
          <w:color w:val="000000" w:themeColor="text1"/>
          <w:szCs w:val="22"/>
        </w:rPr>
        <w:fldChar w:fldCharType="separate"/>
      </w:r>
      <w:r w:rsidR="003B089D">
        <w:rPr>
          <w:noProof/>
          <w:color w:val="000000" w:themeColor="text1"/>
          <w:szCs w:val="22"/>
        </w:rPr>
        <w:t>(12)</w:t>
      </w:r>
      <w:r>
        <w:rPr>
          <w:color w:val="000000" w:themeColor="text1"/>
          <w:szCs w:val="22"/>
        </w:rPr>
        <w:fldChar w:fldCharType="end"/>
      </w:r>
      <w:r>
        <w:rPr>
          <w:color w:val="000000" w:themeColor="text1"/>
          <w:szCs w:val="22"/>
        </w:rPr>
        <w:t xml:space="preserve"> </w:t>
      </w:r>
      <w:r w:rsidRPr="00680A49">
        <w:rPr>
          <w:color w:val="000000" w:themeColor="text1"/>
          <w:szCs w:val="22"/>
        </w:rPr>
        <w:t xml:space="preserve">with custom modifications. </w:t>
      </w:r>
      <w:r w:rsidRPr="00680A49">
        <w:rPr>
          <w:szCs w:val="22"/>
        </w:rPr>
        <w:t xml:space="preserve">Genes expressed in </w:t>
      </w:r>
      <w:r>
        <w:rPr>
          <w:szCs w:val="22"/>
        </w:rPr>
        <w:t xml:space="preserve">&lt;10 </w:t>
      </w:r>
      <w:r w:rsidRPr="00680A49">
        <w:rPr>
          <w:szCs w:val="22"/>
        </w:rPr>
        <w:t xml:space="preserve">cells and cells with </w:t>
      </w:r>
      <w:r>
        <w:rPr>
          <w:szCs w:val="22"/>
        </w:rPr>
        <w:t xml:space="preserve">&lt;500 </w:t>
      </w:r>
      <w:r w:rsidRPr="00680A49">
        <w:rPr>
          <w:szCs w:val="22"/>
        </w:rPr>
        <w:t xml:space="preserve">detected genes were removed from the gene expression matrix. </w:t>
      </w:r>
      <w:r>
        <w:rPr>
          <w:szCs w:val="22"/>
        </w:rPr>
        <w:t>Cells with high mitochondrial mapped read percentage (determined by MiQC)</w:t>
      </w:r>
      <w:r w:rsidR="005651EE" w:rsidRPr="005651EE">
        <w:t xml:space="preserve"> </w:t>
      </w:r>
      <w:r w:rsidR="005651EE">
        <w:rPr>
          <w:szCs w:val="22"/>
        </w:rPr>
        <w:fldChar w:fldCharType="begin">
          <w:fldData xml:space="preserve">PEVuZE5vdGU+PENpdGU+PEF1dGhvcj5IaXBwZW48L0F1dGhvcj48WWVhcj4yMDIxPC9ZZWFyPjxS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</w:fldData>
        </w:fldChar>
      </w:r>
      <w:r w:rsidR="003B089D">
        <w:rPr>
          <w:szCs w:val="22"/>
        </w:rPr>
        <w:instrText xml:space="preserve"> ADDIN EN.CITE </w:instrText>
      </w:r>
      <w:r w:rsidR="003B089D">
        <w:rPr>
          <w:szCs w:val="22"/>
        </w:rPr>
        <w:fldChar w:fldCharType="begin">
          <w:fldData xml:space="preserve">PEVuZE5vdGU+PENpdGU+PEF1dGhvcj5IaXBwZW48L0F1dGhvcj48WWVhcj4yMDIxPC9ZZWFyPjxS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</w:fldData>
        </w:fldChar>
      </w:r>
      <w:r w:rsidR="003B089D">
        <w:rPr>
          <w:szCs w:val="22"/>
        </w:rPr>
        <w:instrText xml:space="preserve"> ADDIN EN.CITE.DATA </w:instrText>
      </w:r>
      <w:r w:rsidR="003B089D">
        <w:rPr>
          <w:szCs w:val="22"/>
        </w:rPr>
      </w:r>
      <w:r w:rsidR="003B089D">
        <w:rPr>
          <w:szCs w:val="22"/>
        </w:rPr>
        <w:fldChar w:fldCharType="end"/>
      </w:r>
      <w:r w:rsidR="005651EE">
        <w:rPr>
          <w:szCs w:val="22"/>
        </w:rPr>
        <w:fldChar w:fldCharType="separate"/>
      </w:r>
      <w:r w:rsidR="003B089D">
        <w:rPr>
          <w:noProof/>
          <w:szCs w:val="22"/>
        </w:rPr>
        <w:t>(13)</w:t>
      </w:r>
      <w:r w:rsidR="005651EE">
        <w:rPr>
          <w:szCs w:val="22"/>
        </w:rPr>
        <w:fldChar w:fldCharType="end"/>
      </w:r>
      <w:r w:rsidRPr="00680A49">
        <w:rPr>
          <w:szCs w:val="22"/>
        </w:rPr>
        <w:t>, as well as outliers with UMI counts in the</w:t>
      </w:r>
      <w:r>
        <w:rPr>
          <w:szCs w:val="22"/>
        </w:rPr>
        <w:t xml:space="preserve"> lower and</w:t>
      </w:r>
      <w:r w:rsidRPr="00680A49">
        <w:rPr>
          <w:szCs w:val="22"/>
        </w:rPr>
        <w:t xml:space="preserve"> upper </w:t>
      </w:r>
      <w:r>
        <w:rPr>
          <w:szCs w:val="22"/>
        </w:rPr>
        <w:t>2.5%</w:t>
      </w:r>
      <w:r w:rsidRPr="00680A49">
        <w:rPr>
          <w:szCs w:val="22"/>
        </w:rPr>
        <w:t xml:space="preserve"> (q97.5)</w:t>
      </w:r>
      <w:r>
        <w:rPr>
          <w:szCs w:val="22"/>
        </w:rPr>
        <w:t xml:space="preserve"> were excluded from downstream analysis</w:t>
      </w:r>
      <w:r w:rsidRPr="00680A49">
        <w:rPr>
          <w:szCs w:val="22"/>
        </w:rPr>
        <w:t xml:space="preserve">. </w:t>
      </w:r>
      <w:r w:rsidRPr="002A6956">
        <w:rPr>
          <w:szCs w:val="22"/>
        </w:rPr>
        <w:t xml:space="preserve">Doublets identified using </w:t>
      </w:r>
      <w:r w:rsidRPr="00355A41">
        <w:rPr>
          <w:i/>
          <w:iCs/>
          <w:szCs w:val="22"/>
        </w:rPr>
        <w:t>scDblFinder</w:t>
      </w:r>
      <w:r w:rsidRPr="00680A49">
        <w:rPr>
          <w:szCs w:val="22"/>
        </w:rPr>
        <w:t xml:space="preserve"> </w:t>
      </w:r>
      <w:r>
        <w:rPr>
          <w:szCs w:val="22"/>
        </w:rPr>
        <w:t xml:space="preserve">(v1.10.0) were also removed. </w:t>
      </w:r>
      <w:r w:rsidRPr="00FF13E3">
        <w:rPr>
          <w:bCs/>
          <w:szCs w:val="22"/>
        </w:rPr>
        <w:t>Ribosomal</w:t>
      </w:r>
      <w:r>
        <w:rPr>
          <w:bCs/>
          <w:szCs w:val="22"/>
        </w:rPr>
        <w:t xml:space="preserve">, </w:t>
      </w:r>
      <w:r w:rsidRPr="00FF13E3">
        <w:rPr>
          <w:bCs/>
          <w:szCs w:val="22"/>
        </w:rPr>
        <w:t>mitochondrial</w:t>
      </w:r>
      <w:r>
        <w:rPr>
          <w:bCs/>
          <w:szCs w:val="22"/>
        </w:rPr>
        <w:t xml:space="preserve">, Rik and Gm </w:t>
      </w:r>
      <w:r w:rsidRPr="00FF13E3">
        <w:rPr>
          <w:bCs/>
          <w:szCs w:val="22"/>
        </w:rPr>
        <w:t xml:space="preserve">genes were excluded from </w:t>
      </w:r>
      <w:r>
        <w:rPr>
          <w:bCs/>
          <w:szCs w:val="22"/>
        </w:rPr>
        <w:t>the</w:t>
      </w:r>
      <w:r w:rsidRPr="00FF13E3">
        <w:rPr>
          <w:bCs/>
          <w:szCs w:val="22"/>
        </w:rPr>
        <w:t xml:space="preserve"> analysis. </w:t>
      </w:r>
      <w:r w:rsidRPr="00680A49">
        <w:rPr>
          <w:szCs w:val="22"/>
        </w:rPr>
        <w:t xml:space="preserve">After log-normalizing the data, the expression of each gene was scaled, and PCA was performed on the top </w:t>
      </w:r>
      <w:r>
        <w:rPr>
          <w:szCs w:val="22"/>
        </w:rPr>
        <w:t>feature</w:t>
      </w:r>
      <w:r w:rsidRPr="00680A49">
        <w:rPr>
          <w:szCs w:val="22"/>
        </w:rPr>
        <w:t xml:space="preserve"> genes</w:t>
      </w:r>
      <w:r>
        <w:rPr>
          <w:szCs w:val="22"/>
        </w:rPr>
        <w:t xml:space="preserve"> determined by </w:t>
      </w:r>
      <w:r w:rsidRPr="005E3545">
        <w:rPr>
          <w:i/>
          <w:iCs/>
          <w:szCs w:val="22"/>
        </w:rPr>
        <w:t>DUBStepR</w:t>
      </w:r>
      <w:r>
        <w:rPr>
          <w:szCs w:val="22"/>
        </w:rPr>
        <w:t xml:space="preserve"> (v1.2.0)</w:t>
      </w:r>
      <w:r w:rsidRPr="00680A49">
        <w:rPr>
          <w:szCs w:val="22"/>
        </w:rPr>
        <w:t xml:space="preserve">. Data integration was carried out using </w:t>
      </w:r>
      <w:r>
        <w:rPr>
          <w:i/>
          <w:iCs/>
          <w:szCs w:val="22"/>
        </w:rPr>
        <w:t>h</w:t>
      </w:r>
      <w:r w:rsidRPr="005E3545">
        <w:rPr>
          <w:i/>
          <w:iCs/>
          <w:szCs w:val="22"/>
        </w:rPr>
        <w:t>armony</w:t>
      </w:r>
      <w:r w:rsidRPr="00680A49">
        <w:rPr>
          <w:szCs w:val="22"/>
        </w:rPr>
        <w:t xml:space="preserve"> </w:t>
      </w:r>
      <w:r w:rsidRPr="00680A49">
        <w:rPr>
          <w:szCs w:val="22"/>
        </w:rPr>
        <w:fldChar w:fldCharType="begin">
          <w:fldData xml:space="preserve">PEVuZE5vdGU+PENpdGU+PEF1dGhvcj5Lb3JzdW5za3k8L0F1dGhvcj48WWVhcj4yMDE5PC9ZZWFy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=
</w:fldData>
        </w:fldChar>
      </w:r>
      <w:r w:rsidR="003B089D">
        <w:rPr>
          <w:szCs w:val="22"/>
        </w:rPr>
        <w:instrText xml:space="preserve"> ADDIN EN.CITE </w:instrText>
      </w:r>
      <w:r w:rsidR="003B089D">
        <w:rPr>
          <w:szCs w:val="22"/>
        </w:rPr>
        <w:fldChar w:fldCharType="begin">
          <w:fldData xml:space="preserve">PEVuZE5vdGU+PENpdGU+PEF1dGhvcj5Lb3JzdW5za3k8L0F1dGhvcj48WWVhcj4yMDE5PC9ZZWFy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=
</w:fldData>
        </w:fldChar>
      </w:r>
      <w:r w:rsidR="003B089D">
        <w:rPr>
          <w:szCs w:val="22"/>
        </w:rPr>
        <w:instrText xml:space="preserve"> ADDIN EN.CITE.DATA </w:instrText>
      </w:r>
      <w:r w:rsidR="003B089D">
        <w:rPr>
          <w:szCs w:val="22"/>
        </w:rPr>
      </w:r>
      <w:r w:rsidR="003B089D">
        <w:rPr>
          <w:szCs w:val="22"/>
        </w:rPr>
        <w:fldChar w:fldCharType="end"/>
      </w:r>
      <w:r w:rsidRPr="00680A49">
        <w:rPr>
          <w:szCs w:val="22"/>
        </w:rPr>
        <w:fldChar w:fldCharType="separate"/>
      </w:r>
      <w:r w:rsidR="003B089D">
        <w:rPr>
          <w:noProof/>
          <w:szCs w:val="22"/>
        </w:rPr>
        <w:t>(14)</w:t>
      </w:r>
      <w:r w:rsidRPr="00680A49">
        <w:rPr>
          <w:szCs w:val="22"/>
        </w:rPr>
        <w:fldChar w:fldCharType="end"/>
      </w:r>
      <w:r w:rsidRPr="00680A49">
        <w:rPr>
          <w:szCs w:val="22"/>
        </w:rPr>
        <w:t xml:space="preserve">. </w:t>
      </w:r>
      <w:r w:rsidRPr="00061AD2">
        <w:rPr>
          <w:szCs w:val="22"/>
        </w:rPr>
        <w:t xml:space="preserve">Harmony embeddings were used for dimension reduction, clustering, and visualization. Unsupervised shared nearest neighbor (SNN) clustering was performed with a k parameter of 20 using the Leiden algorithm, and visualization was done using PaCMAP </w:t>
      </w:r>
      <w:r w:rsidRPr="00061AD2">
        <w:rPr>
          <w:szCs w:val="22"/>
        </w:rPr>
        <w:fldChar w:fldCharType="begin"/>
      </w:r>
      <w:r w:rsidR="003B089D">
        <w:rPr>
          <w:szCs w:val="22"/>
        </w:rPr>
        <w:instrText xml:space="preserve"> ADDIN EN.CITE &lt;EndNote&gt;&lt;Cite&gt;&lt;Author&gt;Wang&lt;/Author&gt;&lt;Year&gt;2020&lt;/Year&gt;&lt;RecNum&gt;106&lt;/RecNum&gt;&lt;DisplayText&gt;(15)&lt;/DisplayText&gt;&lt;record&gt;&lt;rec-number&gt;106&lt;/rec-number&gt;&lt;foreign-keys&gt;&lt;key app="EN" db-id="peaze5ps2xpr2oefr95ppedzasefp0edt9t9" timestamp="1673289040"&gt;106&lt;/key&gt;&lt;/foreign-keys&gt;&lt;ref-type name="Journal Article"&gt;17&lt;/ref-type&gt;&lt;contributors&gt;&lt;authors&gt;&lt;author&gt;Wang, Yingfan&lt;/author&gt;&lt;author&gt;Huang, Haiyang&lt;/author&gt;&lt;author&gt;Rudin, Cynthia&lt;/author&gt;&lt;author&gt;Shaposhnik, Yaron&lt;/author&gt;&lt;/authors&gt;&lt;/contributors&gt;&lt;titles&gt;&lt;title&gt;Understanding How Dimension Reduction Tools Work: An Empirical Approach to Deciphering t-SNE, UMAP, TriMAP, and PaCMAP for Data Visualization&lt;/title&gt;&lt;secondary-title&gt;arXiv pre-print server&lt;/secondary-title&gt;&lt;/titles&gt;&lt;periodical&gt;&lt;full-title&gt;arXiv pre-print server&lt;/full-title&gt;&lt;/periodical&gt;&lt;dates&gt;&lt;year&gt;2020&lt;/year&gt;&lt;pub-dates&gt;&lt;date&gt;2020-12-08&lt;/date&gt;&lt;/pub-dates&gt;&lt;/dates&gt;&lt;urls&gt;&lt;related-urls&gt;&lt;url&gt;https://arxiv.org/abs/2012.04456&lt;/url&gt;&lt;/related-urls&gt;&lt;/urls&gt;&lt;electronic-resource-num&gt;arxiv:2012.04456&lt;/electronic-resource-num&gt;&lt;/record&gt;&lt;/Cite&gt;&lt;/EndNote&gt;</w:instrText>
      </w:r>
      <w:r w:rsidRPr="00061AD2">
        <w:rPr>
          <w:szCs w:val="22"/>
        </w:rPr>
        <w:fldChar w:fldCharType="separate"/>
      </w:r>
      <w:r w:rsidR="003B089D">
        <w:rPr>
          <w:noProof/>
          <w:szCs w:val="22"/>
        </w:rPr>
        <w:t>(15)</w:t>
      </w:r>
      <w:r w:rsidRPr="00061AD2">
        <w:rPr>
          <w:szCs w:val="22"/>
        </w:rPr>
        <w:fldChar w:fldCharType="end"/>
      </w:r>
      <w:r w:rsidRPr="00061AD2">
        <w:rPr>
          <w:szCs w:val="22"/>
        </w:rPr>
        <w:t xml:space="preserve"> using the </w:t>
      </w:r>
      <w:r w:rsidRPr="00061AD2">
        <w:rPr>
          <w:i/>
          <w:iCs/>
          <w:szCs w:val="22"/>
        </w:rPr>
        <w:t>ReductionWrappers</w:t>
      </w:r>
      <w:r w:rsidRPr="00061AD2">
        <w:rPr>
          <w:szCs w:val="22"/>
        </w:rPr>
        <w:t xml:space="preserve"> (v2.5.4) R package. Cell type automatic annotations were predicted using the </w:t>
      </w:r>
      <w:r w:rsidRPr="00061AD2">
        <w:rPr>
          <w:i/>
          <w:iCs/>
          <w:szCs w:val="22"/>
        </w:rPr>
        <w:t>SingleR</w:t>
      </w:r>
      <w:r w:rsidRPr="00061AD2">
        <w:rPr>
          <w:szCs w:val="22"/>
        </w:rPr>
        <w:t xml:space="preserve"> (v1.10.0) package and the </w:t>
      </w:r>
      <w:r w:rsidRPr="000E1764">
        <w:rPr>
          <w:i/>
          <w:iCs/>
          <w:szCs w:val="22"/>
        </w:rPr>
        <w:t>ImmGen</w:t>
      </w:r>
      <w:r w:rsidRPr="00061AD2">
        <w:rPr>
          <w:szCs w:val="22"/>
        </w:rPr>
        <w:t xml:space="preserve"> database </w:t>
      </w:r>
      <w:r w:rsidR="005651EE">
        <w:rPr>
          <w:szCs w:val="22"/>
        </w:rPr>
        <w:t xml:space="preserve">from </w:t>
      </w:r>
      <w:r w:rsidR="005651EE" w:rsidRPr="005651EE">
        <w:rPr>
          <w:i/>
          <w:iCs/>
          <w:szCs w:val="22"/>
        </w:rPr>
        <w:t>celldex</w:t>
      </w:r>
      <w:r w:rsidR="005651EE">
        <w:rPr>
          <w:szCs w:val="22"/>
        </w:rPr>
        <w:t xml:space="preserve"> </w:t>
      </w:r>
      <w:r w:rsidRPr="00061AD2">
        <w:rPr>
          <w:szCs w:val="22"/>
        </w:rPr>
        <w:t xml:space="preserve">as reference </w:t>
      </w:r>
      <w:r w:rsidRPr="00061AD2">
        <w:rPr>
          <w:szCs w:val="22"/>
        </w:rPr>
        <w:fldChar w:fldCharType="begin">
          <w:fldData xml:space="preserve">PEVuZE5vdGU+PENpdGU+PEF1dGhvcj5BcmFuPC9BdXRob3I+PFllYXI+MjAxOTwvWWVhcj48UmVj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</w:fldData>
        </w:fldChar>
      </w:r>
      <w:r w:rsidR="003B089D">
        <w:rPr>
          <w:szCs w:val="22"/>
        </w:rPr>
        <w:instrText xml:space="preserve"> ADDIN EN.CITE </w:instrText>
      </w:r>
      <w:r w:rsidR="003B089D">
        <w:rPr>
          <w:szCs w:val="22"/>
        </w:rPr>
        <w:fldChar w:fldCharType="begin">
          <w:fldData xml:space="preserve">PEVuZE5vdGU+PENpdGU+PEF1dGhvcj5BcmFuPC9BdXRob3I+PFllYXI+MjAxOTwvWWVhcj48UmVj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</w:fldData>
        </w:fldChar>
      </w:r>
      <w:r w:rsidR="003B089D">
        <w:rPr>
          <w:szCs w:val="22"/>
        </w:rPr>
        <w:instrText xml:space="preserve"> ADDIN EN.CITE.DATA </w:instrText>
      </w:r>
      <w:r w:rsidR="003B089D">
        <w:rPr>
          <w:szCs w:val="22"/>
        </w:rPr>
      </w:r>
      <w:r w:rsidR="003B089D">
        <w:rPr>
          <w:szCs w:val="22"/>
        </w:rPr>
        <w:fldChar w:fldCharType="end"/>
      </w:r>
      <w:r w:rsidRPr="00061AD2">
        <w:rPr>
          <w:szCs w:val="22"/>
        </w:rPr>
        <w:fldChar w:fldCharType="separate"/>
      </w:r>
      <w:r w:rsidR="003B089D">
        <w:rPr>
          <w:noProof/>
          <w:szCs w:val="22"/>
        </w:rPr>
        <w:t>(16, 17)</w:t>
      </w:r>
      <w:r w:rsidRPr="00061AD2">
        <w:rPr>
          <w:szCs w:val="22"/>
        </w:rPr>
        <w:fldChar w:fldCharType="end"/>
      </w:r>
      <w:r w:rsidRPr="00061AD2">
        <w:rPr>
          <w:szCs w:val="22"/>
        </w:rPr>
        <w:t xml:space="preserve">. </w:t>
      </w:r>
      <w:r w:rsidR="005651EE">
        <w:rPr>
          <w:szCs w:val="22"/>
        </w:rPr>
        <w:t xml:space="preserve">Confidence scores were visualized using the </w:t>
      </w:r>
      <w:r w:rsidR="005651EE" w:rsidRPr="00E1290D">
        <w:rPr>
          <w:i/>
          <w:iCs/>
          <w:szCs w:val="22"/>
        </w:rPr>
        <w:t>plotScoreHeatmap</w:t>
      </w:r>
      <w:r w:rsidR="005651EE">
        <w:rPr>
          <w:szCs w:val="22"/>
        </w:rPr>
        <w:t xml:space="preserve"> function from SingleR. </w:t>
      </w:r>
      <w:r w:rsidRPr="00061AD2">
        <w:rPr>
          <w:szCs w:val="22"/>
        </w:rPr>
        <w:t xml:space="preserve">We also verified the accuracy of the assignment by exploring the </w:t>
      </w:r>
      <w:r w:rsidRPr="00061AD2">
        <w:rPr>
          <w:szCs w:val="22"/>
        </w:rPr>
        <w:lastRenderedPageBreak/>
        <w:t xml:space="preserve">expression of known cell-type gene markers and by evaluating the top differential genes between cell clusters on </w:t>
      </w:r>
      <w:r w:rsidRPr="00061AD2">
        <w:rPr>
          <w:i/>
          <w:iCs/>
          <w:szCs w:val="22"/>
        </w:rPr>
        <w:t>PanglaoDB</w:t>
      </w:r>
      <w:r w:rsidRPr="00061AD2">
        <w:rPr>
          <w:szCs w:val="22"/>
        </w:rPr>
        <w:t xml:space="preserve"> </w:t>
      </w:r>
      <w:r w:rsidRPr="00061AD2">
        <w:rPr>
          <w:szCs w:val="22"/>
        </w:rPr>
        <w:fldChar w:fldCharType="begin"/>
      </w:r>
      <w:r w:rsidR="003B089D">
        <w:rPr>
          <w:szCs w:val="22"/>
        </w:rPr>
        <w:instrText xml:space="preserve"> ADDIN EN.CITE &lt;EndNote&gt;&lt;Cite&gt;&lt;Author&gt;Franzén&lt;/Author&gt;&lt;Year&gt;2019&lt;/Year&gt;&lt;RecNum&gt;145&lt;/RecNum&gt;&lt;DisplayText&gt;(18)&lt;/DisplayText&gt;&lt;record&gt;&lt;rec-number&gt;145&lt;/rec-number&gt;&lt;foreign-keys&gt;&lt;key app="EN" db-id="peaze5ps2xpr2oefr95ppedzasefp0edt9t9" timestamp="1673303828"&gt;145&lt;/key&gt;&lt;/foreign-keys&gt;&lt;ref-type name="Journal Article"&gt;17&lt;/ref-type&gt;&lt;contributors&gt;&lt;authors&gt;&lt;author&gt;Franzén, Oscar&lt;/author&gt;&lt;author&gt;Gan, Li-Ming&lt;/author&gt;&lt;author&gt;Björkegren, Johan L. M.&lt;/author&gt;&lt;/authors&gt;&lt;/contributors&gt;&lt;titles&gt;&lt;title&gt;PanglaoDB: a web server for exploration of mouse and human single-cell RNA sequencing data&lt;/title&gt;&lt;secondary-title&gt;Database&lt;/secondary-title&gt;&lt;/titles&gt;&lt;periodical&gt;&lt;full-title&gt;Database&lt;/full-title&gt;&lt;/periodical&gt;&lt;volume&gt;2019&lt;/volume&gt;&lt;dates&gt;&lt;year&gt;2019&lt;/year&gt;&lt;/dates&gt;&lt;isbn&gt;1758-0463&lt;/isbn&gt;&lt;urls&gt;&lt;/urls&gt;&lt;electronic-resource-num&gt;10.1093/database/baz046&lt;/electronic-resource-num&gt;&lt;/record&gt;&lt;/Cite&gt;&lt;/EndNote&gt;</w:instrText>
      </w:r>
      <w:r w:rsidRPr="00061AD2">
        <w:rPr>
          <w:szCs w:val="22"/>
        </w:rPr>
        <w:fldChar w:fldCharType="separate"/>
      </w:r>
      <w:r w:rsidR="003B089D">
        <w:rPr>
          <w:noProof/>
          <w:szCs w:val="22"/>
        </w:rPr>
        <w:t>(18)</w:t>
      </w:r>
      <w:r w:rsidRPr="00061AD2">
        <w:rPr>
          <w:szCs w:val="22"/>
        </w:rPr>
        <w:fldChar w:fldCharType="end"/>
      </w:r>
      <w:r w:rsidRPr="00061AD2">
        <w:rPr>
          <w:szCs w:val="22"/>
        </w:rPr>
        <w:t>. Cluster marker genes were identified using</w:t>
      </w:r>
      <w:r w:rsidRPr="00061AD2">
        <w:rPr>
          <w:color w:val="000000" w:themeColor="text1"/>
          <w:szCs w:val="22"/>
        </w:rPr>
        <w:t xml:space="preserve"> </w:t>
      </w:r>
      <w:r w:rsidRPr="00061AD2">
        <w:rPr>
          <w:i/>
          <w:iCs/>
          <w:color w:val="000000" w:themeColor="text1"/>
          <w:szCs w:val="22"/>
        </w:rPr>
        <w:t xml:space="preserve">presto </w:t>
      </w:r>
      <w:r w:rsidRPr="00061AD2">
        <w:rPr>
          <w:color w:val="000000" w:themeColor="text1"/>
          <w:szCs w:val="22"/>
        </w:rPr>
        <w:t>to perform a Wilcoxon rank-sum test and auROC analysis (logFC &gt; 0.25, p-adj &lt; 0.0001, AUC &gt; 0.65, and ranked based on their exclusive presence in each cluster calculated as the difference between the percentage of inclusion vs. exclusion).</w:t>
      </w:r>
      <w:r w:rsidRPr="00061AD2">
        <w:rPr>
          <w:szCs w:val="22"/>
        </w:rPr>
        <w:t xml:space="preserve"> Cells in the macro-clusters of interest (Mon</w:t>
      </w:r>
      <w:r>
        <w:rPr>
          <w:szCs w:val="22"/>
        </w:rPr>
        <w:t>o</w:t>
      </w:r>
      <w:r w:rsidRPr="00061AD2">
        <w:rPr>
          <w:szCs w:val="22"/>
        </w:rPr>
        <w:t xml:space="preserve">cytes, </w:t>
      </w:r>
      <w:r w:rsidR="00317EB1">
        <w:rPr>
          <w:szCs w:val="22"/>
        </w:rPr>
        <w:t>MF</w:t>
      </w:r>
      <w:r w:rsidRPr="00061AD2">
        <w:rPr>
          <w:szCs w:val="22"/>
        </w:rPr>
        <w:t xml:space="preserve">s, and DCs) were extracted and reanalyzed. </w:t>
      </w:r>
      <w:r w:rsidRPr="00061AD2">
        <w:rPr>
          <w:color w:val="000000" w:themeColor="text1"/>
          <w:szCs w:val="22"/>
        </w:rPr>
        <w:t xml:space="preserve">Visualization was done using t-distributed stochastic neighbor embedding (t-SNE) to reveal local differences </w:t>
      </w:r>
      <w:r w:rsidRPr="00061AD2">
        <w:rPr>
          <w:color w:val="000000" w:themeColor="text1"/>
          <w:szCs w:val="22"/>
        </w:rPr>
        <w:fldChar w:fldCharType="begin"/>
      </w:r>
      <w:r w:rsidR="003B089D">
        <w:rPr>
          <w:color w:val="000000" w:themeColor="text1"/>
          <w:szCs w:val="22"/>
        </w:rPr>
        <w:instrText xml:space="preserve"> ADDIN EN.CITE &lt;EndNote&gt;&lt;Cite&gt;&lt;Author&gt;Becht&lt;/Author&gt;&lt;Year&gt;2018&lt;/Year&gt;&lt;RecNum&gt;109&lt;/RecNum&gt;&lt;DisplayText&gt;(19)&lt;/DisplayText&gt;&lt;record&gt;&lt;rec-number&gt;109&lt;/rec-number&gt;&lt;foreign-keys&gt;&lt;key app="EN" db-id="peaze5ps2xpr2oefr95ppedzasefp0edt9t9" timestamp="1673289040"&gt;109&lt;/key&gt;&lt;/foreign-keys&gt;&lt;ref-type name="Journal Article"&gt;17&lt;/ref-type&gt;&lt;contributors&gt;&lt;authors&gt;&lt;author&gt;Becht, E.&lt;/author&gt;&lt;author&gt;McInnes, L.&lt;/author&gt;&lt;author&gt;Healy, J.&lt;/author&gt;&lt;author&gt;Dutertre, C. A.&lt;/author&gt;&lt;author&gt;Kwok, I. W. H.&lt;/author&gt;&lt;author&gt;Ng, L. G.&lt;/author&gt;&lt;author&gt;Ginhoux, F.&lt;/author&gt;&lt;author&gt;Newell, E. W.&lt;/author&gt;&lt;/authors&gt;&lt;/contributors&gt;&lt;auth-address&gt;Singapore Immunology Network (SIgN), Agency for Science, Technology and Research (A*STAR), Singapore, Singapore.&amp;#xD;Tutte Institute for Mathematics and Computing, Ottawa, Ontario, Canada.&amp;#xD;Fred Hutchinson Cancer Research Center, Vaccine and Infectious Disease Division, Seattle, Washington, USA.&lt;/auth-address&gt;&lt;titles&gt;&lt;title&gt;Dimensionality reduction for visualizing single-cell data using UMAP&lt;/title&gt;&lt;secondary-title&gt;Nat Biotechnol&lt;/secondary-title&gt;&lt;/titles&gt;&lt;periodical&gt;&lt;full-title&gt;Nat Biotechnol&lt;/full-title&gt;&lt;/periodical&gt;&lt;edition&gt;2018/12/12&lt;/edition&gt;&lt;dates&gt;&lt;year&gt;2018&lt;/year&gt;&lt;pub-dates&gt;&lt;date&gt;Dec 3&lt;/date&gt;&lt;/pub-dates&gt;&lt;/dates&gt;&lt;isbn&gt;1546-1696 (Electronic)&amp;#xD;1087-0156 (Linking)&lt;/isbn&gt;&lt;accession-num&gt;30531897&lt;/accession-num&gt;&lt;urls&gt;&lt;related-urls&gt;&lt;url&gt;https://www.ncbi.nlm.nih.gov/pubmed/30531897&lt;/url&gt;&lt;/related-urls&gt;&lt;/urls&gt;&lt;electronic-resource-num&gt;10.1038/nbt.4314&lt;/electronic-resource-num&gt;&lt;/record&gt;&lt;/Cite&gt;&lt;/EndNote&gt;</w:instrText>
      </w:r>
      <w:r w:rsidRPr="00061AD2">
        <w:rPr>
          <w:color w:val="000000" w:themeColor="text1"/>
          <w:szCs w:val="22"/>
        </w:rPr>
        <w:fldChar w:fldCharType="separate"/>
      </w:r>
      <w:r w:rsidR="003B089D">
        <w:rPr>
          <w:noProof/>
          <w:color w:val="000000" w:themeColor="text1"/>
          <w:szCs w:val="22"/>
        </w:rPr>
        <w:t>(19)</w:t>
      </w:r>
      <w:r w:rsidRPr="00061AD2">
        <w:rPr>
          <w:color w:val="000000" w:themeColor="text1"/>
          <w:szCs w:val="22"/>
        </w:rPr>
        <w:fldChar w:fldCharType="end"/>
      </w:r>
      <w:r w:rsidRPr="00061AD2">
        <w:rPr>
          <w:color w:val="000000" w:themeColor="text1"/>
          <w:szCs w:val="22"/>
        </w:rPr>
        <w:t>.</w:t>
      </w:r>
      <w:r w:rsidRPr="00061AD2">
        <w:rPr>
          <w:szCs w:val="22"/>
        </w:rPr>
        <w:t xml:space="preserve"> To determine optimal cluster resolution, we first utilized a subsampling-based approach </w:t>
      </w:r>
      <w:r w:rsidRPr="00061AD2">
        <w:rPr>
          <w:i/>
          <w:iCs/>
          <w:szCs w:val="22"/>
        </w:rPr>
        <w:t>chooseR</w:t>
      </w:r>
      <w:r w:rsidRPr="00061AD2">
        <w:rPr>
          <w:szCs w:val="22"/>
        </w:rPr>
        <w:t xml:space="preserve"> that guides parameter selection while characterizing cluster robustness </w:t>
      </w:r>
      <w:r w:rsidRPr="00061AD2">
        <w:rPr>
          <w:szCs w:val="22"/>
        </w:rPr>
        <w:fldChar w:fldCharType="begin">
          <w:fldData xml:space="preserve">PEVuZE5vdGU+PENpdGU+PEF1dGhvcj5QYXR0ZXJzb24tQ3Jvc3M8L0F1dGhvcj48WWVhcj4yMDIx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</w:fldData>
        </w:fldChar>
      </w:r>
      <w:r w:rsidR="003B089D">
        <w:rPr>
          <w:szCs w:val="22"/>
        </w:rPr>
        <w:instrText xml:space="preserve"> ADDIN EN.CITE </w:instrText>
      </w:r>
      <w:r w:rsidR="003B089D">
        <w:rPr>
          <w:szCs w:val="22"/>
        </w:rPr>
        <w:fldChar w:fldCharType="begin">
          <w:fldData xml:space="preserve">PEVuZE5vdGU+PENpdGU+PEF1dGhvcj5QYXR0ZXJzb24tQ3Jvc3M8L0F1dGhvcj48WWVhcj4yMDIx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</w:fldData>
        </w:fldChar>
      </w:r>
      <w:r w:rsidR="003B089D">
        <w:rPr>
          <w:szCs w:val="22"/>
        </w:rPr>
        <w:instrText xml:space="preserve"> ADDIN EN.CITE.DATA </w:instrText>
      </w:r>
      <w:r w:rsidR="003B089D">
        <w:rPr>
          <w:szCs w:val="22"/>
        </w:rPr>
      </w:r>
      <w:r w:rsidR="003B089D">
        <w:rPr>
          <w:szCs w:val="22"/>
        </w:rPr>
        <w:fldChar w:fldCharType="end"/>
      </w:r>
      <w:r w:rsidRPr="00061AD2">
        <w:rPr>
          <w:szCs w:val="22"/>
        </w:rPr>
        <w:fldChar w:fldCharType="separate"/>
      </w:r>
      <w:r w:rsidR="003B089D">
        <w:rPr>
          <w:noProof/>
          <w:szCs w:val="22"/>
        </w:rPr>
        <w:t>(20)</w:t>
      </w:r>
      <w:r w:rsidRPr="00061AD2">
        <w:rPr>
          <w:szCs w:val="22"/>
        </w:rPr>
        <w:fldChar w:fldCharType="end"/>
      </w:r>
      <w:r w:rsidRPr="00061AD2">
        <w:rPr>
          <w:szCs w:val="22"/>
        </w:rPr>
        <w:t xml:space="preserve"> (</w:t>
      </w:r>
      <w:r w:rsidRPr="00061AD2">
        <w:rPr>
          <w:b/>
          <w:bCs/>
          <w:szCs w:val="22"/>
        </w:rPr>
        <w:t xml:space="preserve">Figs. </w:t>
      </w:r>
      <w:r>
        <w:rPr>
          <w:b/>
          <w:bCs/>
          <w:szCs w:val="22"/>
        </w:rPr>
        <w:t>S</w:t>
      </w:r>
      <w:r w:rsidR="00E26E95">
        <w:rPr>
          <w:b/>
          <w:bCs/>
          <w:szCs w:val="22"/>
        </w:rPr>
        <w:t>2E</w:t>
      </w:r>
      <w:r w:rsidRPr="00061AD2">
        <w:rPr>
          <w:b/>
          <w:bCs/>
          <w:szCs w:val="22"/>
        </w:rPr>
        <w:t>-</w:t>
      </w:r>
      <w:r w:rsidR="00E26E95">
        <w:rPr>
          <w:b/>
          <w:bCs/>
          <w:szCs w:val="22"/>
        </w:rPr>
        <w:t>F</w:t>
      </w:r>
      <w:r w:rsidRPr="00061AD2">
        <w:rPr>
          <w:szCs w:val="22"/>
        </w:rPr>
        <w:t xml:space="preserve">). We also independently performed the clustering </w:t>
      </w:r>
      <w:r w:rsidR="00124A70">
        <w:rPr>
          <w:szCs w:val="22"/>
        </w:rPr>
        <w:t>workflow</w:t>
      </w:r>
      <w:r w:rsidRPr="00061AD2">
        <w:rPr>
          <w:szCs w:val="22"/>
        </w:rPr>
        <w:t xml:space="preserve"> with the </w:t>
      </w:r>
      <w:r w:rsidRPr="00061AD2">
        <w:rPr>
          <w:i/>
          <w:iCs/>
          <w:szCs w:val="22"/>
        </w:rPr>
        <w:t>FindClusters</w:t>
      </w:r>
      <w:r w:rsidRPr="00061AD2">
        <w:rPr>
          <w:szCs w:val="22"/>
        </w:rPr>
        <w:t xml:space="preserve"> function from resolution 0.1 to 1 in steps of 0.1 (</w:t>
      </w:r>
      <w:r w:rsidRPr="00061AD2">
        <w:rPr>
          <w:b/>
          <w:bCs/>
          <w:szCs w:val="22"/>
        </w:rPr>
        <w:t xml:space="preserve">Fig. </w:t>
      </w:r>
      <w:r>
        <w:rPr>
          <w:b/>
          <w:bCs/>
          <w:szCs w:val="22"/>
        </w:rPr>
        <w:t>S</w:t>
      </w:r>
      <w:r w:rsidRPr="00061AD2">
        <w:rPr>
          <w:b/>
          <w:bCs/>
          <w:szCs w:val="22"/>
        </w:rPr>
        <w:t>3</w:t>
      </w:r>
      <w:r w:rsidR="00E26E95">
        <w:rPr>
          <w:b/>
          <w:bCs/>
          <w:szCs w:val="22"/>
        </w:rPr>
        <w:t>B</w:t>
      </w:r>
      <w:r w:rsidRPr="00061AD2">
        <w:rPr>
          <w:szCs w:val="22"/>
        </w:rPr>
        <w:t xml:space="preserve">). The resolution 0.6 was evaluated as best by both approaches. </w:t>
      </w:r>
      <w:r w:rsidR="00124A70">
        <w:rPr>
          <w:szCs w:val="22"/>
        </w:rPr>
        <w:t>However, o</w:t>
      </w:r>
      <w:r w:rsidRPr="00061AD2">
        <w:rPr>
          <w:szCs w:val="22"/>
        </w:rPr>
        <w:t xml:space="preserve">ne cluster emerged that expressed marker genes representing multiple </w:t>
      </w:r>
      <w:r w:rsidR="00075A2F">
        <w:rPr>
          <w:szCs w:val="22"/>
        </w:rPr>
        <w:t xml:space="preserve">cell </w:t>
      </w:r>
      <w:r w:rsidRPr="00061AD2">
        <w:rPr>
          <w:szCs w:val="22"/>
        </w:rPr>
        <w:t>populations (</w:t>
      </w:r>
      <w:r w:rsidRPr="00061AD2">
        <w:rPr>
          <w:b/>
          <w:bCs/>
          <w:szCs w:val="22"/>
        </w:rPr>
        <w:t xml:space="preserve">Figs. </w:t>
      </w:r>
      <w:r w:rsidR="00075A2F">
        <w:rPr>
          <w:b/>
          <w:bCs/>
          <w:szCs w:val="22"/>
        </w:rPr>
        <w:t xml:space="preserve">2D </w:t>
      </w:r>
      <w:r w:rsidR="00075A2F" w:rsidRPr="00075A2F">
        <w:rPr>
          <w:szCs w:val="22"/>
        </w:rPr>
        <w:t xml:space="preserve">and </w:t>
      </w:r>
      <w:r>
        <w:rPr>
          <w:b/>
          <w:bCs/>
          <w:szCs w:val="22"/>
        </w:rPr>
        <w:t>S</w:t>
      </w:r>
      <w:r w:rsidRPr="00061AD2">
        <w:rPr>
          <w:b/>
          <w:bCs/>
          <w:szCs w:val="22"/>
        </w:rPr>
        <w:t>3</w:t>
      </w:r>
      <w:r w:rsidR="00E26E95">
        <w:rPr>
          <w:b/>
          <w:bCs/>
          <w:szCs w:val="22"/>
        </w:rPr>
        <w:t>A</w:t>
      </w:r>
      <w:r w:rsidRPr="00061AD2">
        <w:rPr>
          <w:b/>
          <w:bCs/>
          <w:szCs w:val="22"/>
        </w:rPr>
        <w:t>-</w:t>
      </w:r>
      <w:r w:rsidR="00E26E95">
        <w:rPr>
          <w:b/>
          <w:bCs/>
          <w:szCs w:val="22"/>
        </w:rPr>
        <w:t>C</w:t>
      </w:r>
      <w:r w:rsidRPr="00061AD2">
        <w:rPr>
          <w:szCs w:val="22"/>
        </w:rPr>
        <w:t>)</w:t>
      </w:r>
      <w:r w:rsidR="00124A70">
        <w:rPr>
          <w:szCs w:val="22"/>
        </w:rPr>
        <w:t>,</w:t>
      </w:r>
      <w:r w:rsidRPr="00061AD2">
        <w:rPr>
          <w:szCs w:val="22"/>
        </w:rPr>
        <w:t xml:space="preserve"> </w:t>
      </w:r>
      <w:r w:rsidR="00124A70">
        <w:rPr>
          <w:szCs w:val="22"/>
        </w:rPr>
        <w:t>suggesting</w:t>
      </w:r>
      <w:r w:rsidRPr="00061AD2">
        <w:rPr>
          <w:szCs w:val="22"/>
        </w:rPr>
        <w:t xml:space="preserve"> re-clustering/splitting into two cluste</w:t>
      </w:r>
      <w:r w:rsidR="00124A70">
        <w:rPr>
          <w:szCs w:val="22"/>
        </w:rPr>
        <w:t>rs</w:t>
      </w:r>
      <w:r w:rsidRPr="00061AD2">
        <w:rPr>
          <w:szCs w:val="22"/>
        </w:rPr>
        <w:t xml:space="preserve">. This choice was evaluated and confirmed with the aid of the </w:t>
      </w:r>
      <w:r w:rsidRPr="00061AD2">
        <w:rPr>
          <w:i/>
          <w:iCs/>
          <w:szCs w:val="22"/>
        </w:rPr>
        <w:t>Clustree</w:t>
      </w:r>
      <w:r w:rsidRPr="00061AD2">
        <w:rPr>
          <w:szCs w:val="22"/>
        </w:rPr>
        <w:t xml:space="preserve"> package (</w:t>
      </w:r>
      <w:r w:rsidRPr="00061AD2">
        <w:rPr>
          <w:b/>
          <w:bCs/>
          <w:szCs w:val="22"/>
        </w:rPr>
        <w:t xml:space="preserve">Fig. </w:t>
      </w:r>
      <w:r>
        <w:rPr>
          <w:b/>
          <w:bCs/>
          <w:szCs w:val="22"/>
        </w:rPr>
        <w:t>S</w:t>
      </w:r>
      <w:r w:rsidRPr="00061AD2">
        <w:rPr>
          <w:b/>
          <w:bCs/>
          <w:szCs w:val="22"/>
        </w:rPr>
        <w:t>3</w:t>
      </w:r>
      <w:r w:rsidR="00E26E95">
        <w:rPr>
          <w:b/>
          <w:bCs/>
          <w:szCs w:val="22"/>
        </w:rPr>
        <w:t>B</w:t>
      </w:r>
      <w:r w:rsidRPr="00061AD2">
        <w:rPr>
          <w:szCs w:val="22"/>
        </w:rPr>
        <w:t>)</w:t>
      </w:r>
      <w:r w:rsidR="00124A70">
        <w:rPr>
          <w:szCs w:val="22"/>
        </w:rPr>
        <w:t xml:space="preserve"> for a total of 10 clusters</w:t>
      </w:r>
      <w:r w:rsidRPr="00061AD2">
        <w:rPr>
          <w:szCs w:val="22"/>
        </w:rPr>
        <w:t>. To assign identities to these immune subclusters, we manually curated and cross-referenced their marker genes with known subtype markers data from the literature and relevant mouse models and studies (</w:t>
      </w:r>
      <w:r w:rsidRPr="00061AD2">
        <w:rPr>
          <w:b/>
          <w:bCs/>
          <w:szCs w:val="22"/>
        </w:rPr>
        <w:t xml:space="preserve">Fig. </w:t>
      </w:r>
      <w:r w:rsidR="00E26E95">
        <w:rPr>
          <w:b/>
          <w:bCs/>
          <w:szCs w:val="22"/>
        </w:rPr>
        <w:t>5</w:t>
      </w:r>
      <w:r w:rsidRPr="00061AD2">
        <w:rPr>
          <w:szCs w:val="22"/>
        </w:rPr>
        <w:t xml:space="preserve">) </w:t>
      </w:r>
      <w:r w:rsidRPr="00061AD2">
        <w:rPr>
          <w:bCs/>
          <w:szCs w:val="22"/>
        </w:rPr>
        <w:fldChar w:fldCharType="begin">
          <w:fldData xml:space="preserve">PEVuZE5vdGU+PENpdGU+PEF1dGhvcj5EZSBNaWNoZWxpPC9BdXRob3I+PFllYXI+MjAyMDwvWWVh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==
</w:fldData>
        </w:fldChar>
      </w:r>
      <w:r w:rsidR="003B089D">
        <w:rPr>
          <w:bCs/>
          <w:szCs w:val="22"/>
        </w:rPr>
        <w:instrText xml:space="preserve"> ADDIN EN.CITE </w:instrText>
      </w:r>
      <w:r w:rsidR="003B089D">
        <w:rPr>
          <w:bCs/>
          <w:szCs w:val="22"/>
        </w:rPr>
        <w:fldChar w:fldCharType="begin">
          <w:fldData xml:space="preserve">PEVuZE5vdGU+PENpdGU+PEF1dGhvcj5EZSBNaWNoZWxpPC9BdXRob3I+PFllYXI+MjAyMDwvWWVh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==
</w:fldData>
        </w:fldChar>
      </w:r>
      <w:r w:rsidR="003B089D">
        <w:rPr>
          <w:bCs/>
          <w:szCs w:val="22"/>
        </w:rPr>
        <w:instrText xml:space="preserve"> ADDIN EN.CITE.DATA </w:instrText>
      </w:r>
      <w:r w:rsidR="003B089D">
        <w:rPr>
          <w:bCs/>
          <w:szCs w:val="22"/>
        </w:rPr>
      </w:r>
      <w:r w:rsidR="003B089D">
        <w:rPr>
          <w:bCs/>
          <w:szCs w:val="22"/>
        </w:rPr>
        <w:fldChar w:fldCharType="end"/>
      </w:r>
      <w:r w:rsidRPr="00061AD2">
        <w:rPr>
          <w:bCs/>
          <w:szCs w:val="22"/>
        </w:rPr>
        <w:fldChar w:fldCharType="separate"/>
      </w:r>
      <w:r w:rsidR="003B089D">
        <w:rPr>
          <w:bCs/>
          <w:noProof/>
          <w:szCs w:val="22"/>
        </w:rPr>
        <w:t>(21-25)</w:t>
      </w:r>
      <w:r w:rsidRPr="00061AD2">
        <w:rPr>
          <w:bCs/>
          <w:szCs w:val="22"/>
        </w:rPr>
        <w:fldChar w:fldCharType="end"/>
      </w:r>
      <w:r w:rsidRPr="00061AD2">
        <w:rPr>
          <w:szCs w:val="22"/>
        </w:rPr>
        <w:t xml:space="preserve">. For computing the Spearman similarity correlation between the subpopulations in the different samples, the R package </w:t>
      </w:r>
      <w:r w:rsidRPr="00061AD2">
        <w:rPr>
          <w:i/>
          <w:iCs/>
          <w:szCs w:val="22"/>
        </w:rPr>
        <w:t xml:space="preserve">corrplot </w:t>
      </w:r>
      <w:r w:rsidRPr="00061AD2">
        <w:rPr>
          <w:szCs w:val="22"/>
        </w:rPr>
        <w:t>was used (logFC &gt; 0.5, p-adj &lt; 0.1, auc &gt; 0.5, sig.level = 0.05, and AOE order)</w:t>
      </w:r>
      <w:r w:rsidR="005704D4">
        <w:rPr>
          <w:szCs w:val="22"/>
        </w:rPr>
        <w:t xml:space="preserve"> </w:t>
      </w:r>
      <w:r w:rsidR="005704D4" w:rsidRPr="00C47E7F">
        <w:rPr>
          <w:bCs/>
          <w:szCs w:val="22"/>
        </w:rPr>
        <w:fldChar w:fldCharType="begin"/>
      </w:r>
      <w:r w:rsidR="003B089D">
        <w:rPr>
          <w:bCs/>
          <w:szCs w:val="22"/>
        </w:rPr>
        <w:instrText xml:space="preserve"> ADDIN EN.CITE &lt;EndNote&gt;&lt;Cite&gt;&lt;Author&gt;Friendly&lt;/Author&gt;&lt;Year&gt;2002&lt;/Year&gt;&lt;RecNum&gt;92&lt;/RecNum&gt;&lt;DisplayText&gt;(26)&lt;/DisplayText&gt;&lt;record&gt;&lt;rec-number&gt;92&lt;/rec-number&gt;&lt;foreign-keys&gt;&lt;key app="EN" db-id="peaze5ps2xpr2oefr95ppedzasefp0edt9t9" timestamp="1669234188"&gt;92&lt;/key&gt;&lt;/foreign-keys&gt;&lt;ref-type name="Journal Article"&gt;17&lt;/ref-type&gt;&lt;contributors&gt;&lt;authors&gt;&lt;author&gt;Friendly, M.&lt;/author&gt;&lt;/authors&gt;&lt;/contributors&gt;&lt;auth-address&gt;York Univ, Dept Psychol, N York, ON M3J 1P3, Canada&lt;/auth-address&gt;&lt;titles&gt;&lt;title&gt;Corrgrams: Exploratory displays for correlation matrices&lt;/title&gt;&lt;secondary-title&gt;American Statistician&lt;/secondary-title&gt;&lt;alt-title&gt;Am Stat&lt;/alt-title&gt;&lt;/titles&gt;&lt;periodical&gt;&lt;full-title&gt;American Statistician&lt;/full-title&gt;&lt;abbr-1&gt;Am Stat&lt;/abbr-1&gt;&lt;/periodical&gt;&lt;alt-periodical&gt;&lt;full-title&gt;American Statistician&lt;/full-title&gt;&lt;abbr-1&gt;Am Stat&lt;/abbr-1&gt;&lt;/alt-periodical&gt;&lt;pages&gt;316-324&lt;/pages&gt;&lt;volume&gt;56&lt;/volume&gt;&lt;number&gt;4&lt;/number&gt;&lt;keywords&gt;&lt;keyword&gt;conditional independence&lt;/keyword&gt;&lt;keyword&gt;effect ordering&lt;/keyword&gt;&lt;keyword&gt;independence&lt;/keyword&gt;&lt;keyword&gt;partial correlation&lt;/keyword&gt;&lt;keyword&gt;sas&lt;/keyword&gt;&lt;keyword&gt;value rendering&lt;/keyword&gt;&lt;keyword&gt;variable sorting&lt;/keyword&gt;&lt;keyword&gt;visual thinning&lt;/keyword&gt;&lt;keyword&gt;visualization&lt;/keyword&gt;&lt;keyword&gt;principal component analysis&lt;/keyword&gt;&lt;/keywords&gt;&lt;dates&gt;&lt;year&gt;2002&lt;/year&gt;&lt;pub-dates&gt;&lt;date&gt;Nov&lt;/date&gt;&lt;/pub-dates&gt;&lt;/dates&gt;&lt;isbn&gt;0003-1305&lt;/isbn&gt;&lt;accession-num&gt;WOS:000178751400011&lt;/accession-num&gt;&lt;urls&gt;&lt;related-urls&gt;&lt;url&gt;&amp;lt;Go to ISI&amp;gt;://WOS:000178751400011&lt;/url&gt;&lt;/related-urls&gt;&lt;/urls&gt;&lt;electronic-resource-num&gt;10.1198/000313002533&lt;/electronic-resource-num&gt;&lt;language&gt;English&lt;/language&gt;&lt;/record&gt;&lt;/Cite&gt;&lt;/EndNote&gt;</w:instrText>
      </w:r>
      <w:r w:rsidR="005704D4" w:rsidRPr="00C47E7F">
        <w:rPr>
          <w:bCs/>
          <w:szCs w:val="22"/>
        </w:rPr>
        <w:fldChar w:fldCharType="separate"/>
      </w:r>
      <w:r w:rsidR="003B089D">
        <w:rPr>
          <w:bCs/>
          <w:noProof/>
          <w:szCs w:val="22"/>
        </w:rPr>
        <w:t>(26)</w:t>
      </w:r>
      <w:r w:rsidR="005704D4" w:rsidRPr="00C47E7F">
        <w:rPr>
          <w:bCs/>
          <w:szCs w:val="22"/>
        </w:rPr>
        <w:fldChar w:fldCharType="end"/>
      </w:r>
      <w:r w:rsidRPr="00061AD2">
        <w:rPr>
          <w:szCs w:val="22"/>
        </w:rPr>
        <w:t xml:space="preserve">. Feature plots were generated using the </w:t>
      </w:r>
      <w:r w:rsidRPr="00061AD2">
        <w:rPr>
          <w:i/>
          <w:iCs/>
          <w:szCs w:val="22"/>
        </w:rPr>
        <w:t>Nebulosa</w:t>
      </w:r>
      <w:r w:rsidRPr="00061AD2">
        <w:rPr>
          <w:szCs w:val="22"/>
        </w:rPr>
        <w:t xml:space="preserve"> package </w:t>
      </w:r>
      <w:r w:rsidRPr="00061AD2">
        <w:rPr>
          <w:color w:val="000000" w:themeColor="text1"/>
          <w:szCs w:val="22"/>
        </w:rPr>
        <w:fldChar w:fldCharType="begin"/>
      </w:r>
      <w:r w:rsidR="003B089D">
        <w:rPr>
          <w:color w:val="000000" w:themeColor="text1"/>
          <w:szCs w:val="22"/>
        </w:rPr>
        <w:instrText xml:space="preserve"> ADDIN EN.CITE &lt;EndNote&gt;&lt;Cite&gt;&lt;Author&gt;Alquicira-Hernandez&lt;/Author&gt;&lt;Year&gt;2020&lt;/Year&gt;&lt;RecNum&gt;111&lt;/RecNum&gt;&lt;DisplayText&gt;(27)&lt;/DisplayText&gt;&lt;record&gt;&lt;rec-number&gt;111&lt;/rec-number&gt;&lt;foreign-keys&gt;&lt;key app="EN" db-id="peaze5ps2xpr2oefr95ppedzasefp0edt9t9" timestamp="1673289040"&gt;111&lt;/key&gt;&lt;/foreign-keys&gt;&lt;ref-type name="Journal Article"&gt;17&lt;/ref-type&gt;&lt;contributors&gt;&lt;authors&gt;&lt;author&gt;Alquicira-Hernandez, Jose&lt;/author&gt;&lt;author&gt;Powell, Joseph E.&lt;/author&gt;&lt;/authors&gt;&lt;/contributors&gt;&lt;titles&gt;&lt;title&gt;&amp;lt;em&amp;gt;Nebulosa&amp;lt;/em&amp;gt; recovers single cell gene expression signals by kernel density estimation&lt;/title&gt;&lt;secondary-title&gt;bioRxiv&lt;/secondary-title&gt;&lt;/titles&gt;&lt;periodical&gt;&lt;full-title&gt;bioRxiv&lt;/full-title&gt;&lt;/periodical&gt;&lt;pages&gt;2020.09.29.315879&lt;/pages&gt;&lt;dates&gt;&lt;year&gt;2020&lt;/year&gt;&lt;/dates&gt;&lt;urls&gt;&lt;related-urls&gt;&lt;url&gt;https://www.biorxiv.org/content/biorxiv/early/2020/09/30/2020.09.29.315879.full.pdf&lt;/url&gt;&lt;/related-urls&gt;&lt;/urls&gt;&lt;electronic-resource-num&gt;10.1101/2020.09.29.315879&lt;/electronic-resource-num&gt;&lt;/record&gt;&lt;/Cite&gt;&lt;/EndNote&gt;</w:instrText>
      </w:r>
      <w:r w:rsidRPr="00061AD2">
        <w:rPr>
          <w:color w:val="000000" w:themeColor="text1"/>
          <w:szCs w:val="22"/>
        </w:rPr>
        <w:fldChar w:fldCharType="separate"/>
      </w:r>
      <w:r w:rsidR="003B089D">
        <w:rPr>
          <w:noProof/>
          <w:color w:val="000000" w:themeColor="text1"/>
          <w:szCs w:val="22"/>
        </w:rPr>
        <w:t>(27)</w:t>
      </w:r>
      <w:r w:rsidRPr="00061AD2">
        <w:rPr>
          <w:color w:val="000000" w:themeColor="text1"/>
          <w:szCs w:val="22"/>
        </w:rPr>
        <w:fldChar w:fldCharType="end"/>
      </w:r>
      <w:r w:rsidRPr="00061AD2">
        <w:rPr>
          <w:color w:val="000000" w:themeColor="text1"/>
          <w:szCs w:val="22"/>
        </w:rPr>
        <w:t xml:space="preserve">, heatmaps using the </w:t>
      </w:r>
      <w:r w:rsidRPr="00061AD2">
        <w:rPr>
          <w:i/>
          <w:iCs/>
          <w:color w:val="000000" w:themeColor="text1"/>
          <w:szCs w:val="22"/>
        </w:rPr>
        <w:t>pheatmap</w:t>
      </w:r>
      <w:r w:rsidRPr="00061AD2">
        <w:rPr>
          <w:color w:val="000000" w:themeColor="text1"/>
          <w:szCs w:val="22"/>
        </w:rPr>
        <w:t xml:space="preserve"> (v1.0.12) package, </w:t>
      </w:r>
      <w:r w:rsidRPr="00061AD2">
        <w:rPr>
          <w:i/>
          <w:iCs/>
          <w:szCs w:val="22"/>
        </w:rPr>
        <w:t>tricycle</w:t>
      </w:r>
      <w:r w:rsidRPr="00061AD2">
        <w:rPr>
          <w:szCs w:val="22"/>
        </w:rPr>
        <w:t xml:space="preserve"> (v1.4.0) for cell cycle stage scoring </w:t>
      </w:r>
      <w:r w:rsidRPr="00061AD2">
        <w:rPr>
          <w:szCs w:val="22"/>
        </w:rPr>
        <w:fldChar w:fldCharType="begin"/>
      </w:r>
      <w:r w:rsidR="003B089D">
        <w:rPr>
          <w:szCs w:val="22"/>
        </w:rPr>
        <w:instrText xml:space="preserve"> ADDIN EN.CITE &lt;EndNote&gt;&lt;Cite&gt;&lt;Author&gt;Zheng&lt;/Author&gt;&lt;Year&gt;2022&lt;/Year&gt;&lt;RecNum&gt;144&lt;/RecNum&gt;&lt;DisplayText&gt;(28)&lt;/DisplayText&gt;&lt;record&gt;&lt;rec-number&gt;144&lt;/rec-number&gt;&lt;foreign-keys&gt;&lt;key app="EN" db-id="peaze5ps2xpr2oefr95ppedzasefp0edt9t9" timestamp="1673300284"&gt;144&lt;/key&gt;&lt;/foreign-keys&gt;&lt;ref-type name="Journal Article"&gt;17&lt;/ref-type&gt;&lt;contributors&gt;&lt;authors&gt;&lt;author&gt;Zheng, Shijie C.&lt;/author&gt;&lt;author&gt;Stein-O’Brien, Genevieve&lt;/author&gt;&lt;author&gt;Augustin, Jonathan J.&lt;/author&gt;&lt;author&gt;Slosberg, Jared&lt;/author&gt;&lt;author&gt;Carosso, Giovanni A.&lt;/author&gt;&lt;author&gt;Winer, Briana&lt;/author&gt;&lt;author&gt;Shin, Gloria&lt;/author&gt;&lt;author&gt;Bjornsson, Hans T.&lt;/author&gt;&lt;author&gt;Goff, Loyal A.&lt;/author&gt;&lt;author&gt;Hansen, Kasper D.&lt;/author&gt;&lt;/authors&gt;&lt;/contributors&gt;&lt;titles&gt;&lt;title&gt;Universal prediction of cell-cycle position using transfer learning&lt;/title&gt;&lt;secondary-title&gt;Genome Biology&lt;/secondary-title&gt;&lt;/titles&gt;&lt;periodical&gt;&lt;full-title&gt;Genome Biology&lt;/full-title&gt;&lt;/periodical&gt;&lt;volume&gt;23&lt;/volume&gt;&lt;number&gt;1&lt;/number&gt;&lt;dates&gt;&lt;year&gt;2022&lt;/year&gt;&lt;/dates&gt;&lt;isbn&gt;1474-760X&lt;/isbn&gt;&lt;urls&gt;&lt;/urls&gt;&lt;electronic-resource-num&gt;10.1186/s13059-021-02581-y&lt;/electronic-resource-num&gt;&lt;/record&gt;&lt;/Cite&gt;&lt;/EndNote&gt;</w:instrText>
      </w:r>
      <w:r w:rsidRPr="00061AD2">
        <w:rPr>
          <w:szCs w:val="22"/>
        </w:rPr>
        <w:fldChar w:fldCharType="separate"/>
      </w:r>
      <w:r w:rsidR="003B089D">
        <w:rPr>
          <w:noProof/>
          <w:szCs w:val="22"/>
        </w:rPr>
        <w:t>(28)</w:t>
      </w:r>
      <w:r w:rsidRPr="00061AD2">
        <w:rPr>
          <w:szCs w:val="22"/>
        </w:rPr>
        <w:fldChar w:fldCharType="end"/>
      </w:r>
      <w:r>
        <w:rPr>
          <w:szCs w:val="22"/>
        </w:rPr>
        <w:t>,</w:t>
      </w:r>
      <w:r w:rsidRPr="00061AD2">
        <w:rPr>
          <w:color w:val="000000" w:themeColor="text1"/>
          <w:szCs w:val="22"/>
        </w:rPr>
        <w:t xml:space="preserve"> and </w:t>
      </w:r>
      <w:r w:rsidRPr="00061AD2">
        <w:rPr>
          <w:i/>
          <w:iCs/>
          <w:color w:val="000000" w:themeColor="text1"/>
          <w:szCs w:val="22"/>
        </w:rPr>
        <w:t>ggalluvial</w:t>
      </w:r>
      <w:r w:rsidRPr="00061AD2">
        <w:t xml:space="preserve"> (v0.12.3)</w:t>
      </w:r>
      <w:r w:rsidRPr="00061AD2">
        <w:rPr>
          <w:color w:val="000000" w:themeColor="text1"/>
          <w:szCs w:val="22"/>
        </w:rPr>
        <w:fldChar w:fldCharType="begin"/>
      </w:r>
      <w:r w:rsidR="003B089D">
        <w:rPr>
          <w:color w:val="000000" w:themeColor="text1"/>
          <w:szCs w:val="22"/>
        </w:rPr>
        <w:instrText xml:space="preserve"> ADDIN EN.CITE &lt;EndNote&gt;&lt;Cite&gt;&lt;Author&gt;Brunson&lt;/Author&gt;&lt;Year&gt;2020&lt;/Year&gt;&lt;RecNum&gt;142&lt;/RecNum&gt;&lt;DisplayText&gt;(29)&lt;/DisplayText&gt;&lt;record&gt;&lt;rec-number&gt;142&lt;/rec-number&gt;&lt;foreign-keys&gt;&lt;key app="EN" db-id="peaze5ps2xpr2oefr95ppedzasefp0edt9t9" timestamp="1673296970"&gt;142&lt;/key&gt;&lt;/foreign-keys&gt;&lt;ref-type name="Journal Article"&gt;17&lt;/ref-type&gt;&lt;contributors&gt;&lt;authors&gt;&lt;author&gt;Brunson, Jason&lt;/author&gt;&lt;/authors&gt;&lt;/contributors&gt;&lt;titles&gt;&lt;title&gt;ggalluvial: Layered Grammar for Alluvial Plots&lt;/title&gt;&lt;secondary-title&gt;Journal of Open Source Software&lt;/secondary-title&gt;&lt;/titles&gt;&lt;periodical&gt;&lt;full-title&gt;Journal of Open Source Software&lt;/full-title&gt;&lt;/periodical&gt;&lt;volume&gt;5&lt;/volume&gt;&lt;number&gt;49&lt;/number&gt;&lt;section&gt;2017&lt;/section&gt;&lt;dates&gt;&lt;year&gt;2020&lt;/year&gt;&lt;/dates&gt;&lt;isbn&gt;2475-9066&lt;/isbn&gt;&lt;urls&gt;&lt;/urls&gt;&lt;electronic-resource-num&gt;10.21105/joss.02017&lt;/electronic-resource-num&gt;&lt;/record&gt;&lt;/Cite&gt;&lt;/EndNote&gt;</w:instrText>
      </w:r>
      <w:r w:rsidRPr="00061AD2">
        <w:rPr>
          <w:color w:val="000000" w:themeColor="text1"/>
          <w:szCs w:val="22"/>
        </w:rPr>
        <w:fldChar w:fldCharType="separate"/>
      </w:r>
      <w:r w:rsidR="003B089D">
        <w:rPr>
          <w:noProof/>
          <w:color w:val="000000" w:themeColor="text1"/>
          <w:szCs w:val="22"/>
        </w:rPr>
        <w:t>(29)</w:t>
      </w:r>
      <w:r w:rsidRPr="00061AD2">
        <w:rPr>
          <w:color w:val="000000" w:themeColor="text1"/>
          <w:szCs w:val="22"/>
        </w:rPr>
        <w:fldChar w:fldCharType="end"/>
      </w:r>
      <w:r w:rsidRPr="00061AD2">
        <w:rPr>
          <w:color w:val="000000" w:themeColor="text1"/>
          <w:szCs w:val="22"/>
        </w:rPr>
        <w:t xml:space="preserve"> for compositional plots. Combined feature expression module scores were calculated using </w:t>
      </w:r>
      <w:r w:rsidRPr="00061AD2">
        <w:rPr>
          <w:i/>
          <w:iCs/>
          <w:color w:val="000000" w:themeColor="text1"/>
          <w:szCs w:val="22"/>
        </w:rPr>
        <w:t>Seurat</w:t>
      </w:r>
      <w:r w:rsidRPr="00061AD2">
        <w:rPr>
          <w:color w:val="000000" w:themeColor="text1"/>
          <w:szCs w:val="22"/>
        </w:rPr>
        <w:t xml:space="preserve">'s </w:t>
      </w:r>
      <w:r w:rsidRPr="00061AD2">
        <w:rPr>
          <w:i/>
          <w:iCs/>
          <w:color w:val="000000" w:themeColor="text1"/>
          <w:szCs w:val="22"/>
        </w:rPr>
        <w:t xml:space="preserve">AddModuleScore </w:t>
      </w:r>
      <w:r w:rsidRPr="00061AD2">
        <w:rPr>
          <w:color w:val="000000" w:themeColor="text1"/>
          <w:szCs w:val="22"/>
        </w:rPr>
        <w:t>function. Lastly, the d</w:t>
      </w:r>
      <w:r w:rsidRPr="00061AD2">
        <w:rPr>
          <w:szCs w:val="22"/>
        </w:rPr>
        <w:t>ynamic changes in gene expression were evaluated by performing a trajectory analysis using three packages (</w:t>
      </w:r>
      <w:r w:rsidRPr="00061AD2">
        <w:rPr>
          <w:i/>
          <w:iCs/>
          <w:szCs w:val="22"/>
        </w:rPr>
        <w:t>Slingshot, Monocle v2</w:t>
      </w:r>
      <w:r>
        <w:rPr>
          <w:i/>
          <w:iCs/>
          <w:szCs w:val="22"/>
        </w:rPr>
        <w:t>,</w:t>
      </w:r>
      <w:r w:rsidRPr="00061AD2">
        <w:rPr>
          <w:szCs w:val="22"/>
        </w:rPr>
        <w:t xml:space="preserve"> and </w:t>
      </w:r>
      <w:r w:rsidRPr="00061AD2">
        <w:rPr>
          <w:i/>
          <w:iCs/>
          <w:szCs w:val="22"/>
        </w:rPr>
        <w:t>scVelo</w:t>
      </w:r>
      <w:r w:rsidRPr="00061AD2">
        <w:rPr>
          <w:szCs w:val="22"/>
        </w:rPr>
        <w:t xml:space="preserve">) </w:t>
      </w:r>
      <w:r>
        <w:rPr>
          <w:szCs w:val="22"/>
        </w:rPr>
        <w:fldChar w:fldCharType="begin">
          <w:fldData xml:space="preserve">PEVuZE5vdGU+PENpdGU+PEF1dGhvcj5RaXU8L0F1dGhvcj48WWVhcj4yMDE3PC9ZZWFyPjxSZWNO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</w:fldData>
        </w:fldChar>
      </w:r>
      <w:r w:rsidR="003B089D">
        <w:rPr>
          <w:szCs w:val="22"/>
        </w:rPr>
        <w:instrText xml:space="preserve"> ADDIN EN.CITE </w:instrText>
      </w:r>
      <w:r w:rsidR="003B089D">
        <w:rPr>
          <w:szCs w:val="22"/>
        </w:rPr>
        <w:fldChar w:fldCharType="begin">
          <w:fldData xml:space="preserve">PEVuZE5vdGU+PENpdGU+PEF1dGhvcj5RaXU8L0F1dGhvcj48WWVhcj4yMDE3PC9ZZWFyPjxSZWNO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</w:fldData>
        </w:fldChar>
      </w:r>
      <w:r w:rsidR="003B089D">
        <w:rPr>
          <w:szCs w:val="22"/>
        </w:rPr>
        <w:instrText xml:space="preserve"> ADDIN EN.CITE.DATA </w:instrText>
      </w:r>
      <w:r w:rsidR="003B089D">
        <w:rPr>
          <w:szCs w:val="22"/>
        </w:rPr>
      </w:r>
      <w:r w:rsidR="003B089D">
        <w:rPr>
          <w:szCs w:val="22"/>
        </w:rPr>
        <w:fldChar w:fldCharType="end"/>
      </w:r>
      <w:r>
        <w:rPr>
          <w:szCs w:val="22"/>
        </w:rPr>
        <w:fldChar w:fldCharType="separate"/>
      </w:r>
      <w:r w:rsidR="003B089D">
        <w:rPr>
          <w:noProof/>
          <w:szCs w:val="22"/>
        </w:rPr>
        <w:t>(30-33)</w:t>
      </w:r>
      <w:r>
        <w:rPr>
          <w:szCs w:val="22"/>
        </w:rPr>
        <w:fldChar w:fldCharType="end"/>
      </w:r>
      <w:r w:rsidRPr="00061AD2">
        <w:rPr>
          <w:szCs w:val="22"/>
        </w:rPr>
        <w:t xml:space="preserve">. To give a finer definition of cell states and </w:t>
      </w:r>
      <w:r w:rsidRPr="00061AD2">
        <w:rPr>
          <w:szCs w:val="22"/>
        </w:rPr>
        <w:lastRenderedPageBreak/>
        <w:t>unknown myeloid subpopulations</w:t>
      </w:r>
      <w:r>
        <w:rPr>
          <w:szCs w:val="22"/>
        </w:rPr>
        <w:t>,</w:t>
      </w:r>
      <w:r w:rsidRPr="00061AD2">
        <w:rPr>
          <w:szCs w:val="22"/>
        </w:rPr>
        <w:t xml:space="preserve"> the trajectory analyses were performed only on the </w:t>
      </w:r>
      <w:r w:rsidR="00317EB1">
        <w:rPr>
          <w:szCs w:val="22"/>
        </w:rPr>
        <w:t>MF</w:t>
      </w:r>
      <w:r w:rsidRPr="00061AD2">
        <w:rPr>
          <w:szCs w:val="22"/>
        </w:rPr>
        <w:t xml:space="preserve">, monocyte, and DC subsets. RNA velocity estimations and visualizations were performed using dynamic modeling by </w:t>
      </w:r>
      <w:r w:rsidRPr="00061AD2">
        <w:rPr>
          <w:i/>
          <w:iCs/>
          <w:szCs w:val="22"/>
        </w:rPr>
        <w:t>scvelo</w:t>
      </w:r>
      <w:r w:rsidR="00FF59F8">
        <w:rPr>
          <w:i/>
          <w:iCs/>
          <w:szCs w:val="22"/>
        </w:rPr>
        <w:t xml:space="preserve"> </w:t>
      </w:r>
      <w:r w:rsidR="00FF59F8">
        <w:rPr>
          <w:i/>
          <w:iCs/>
          <w:szCs w:val="22"/>
        </w:rPr>
        <w:fldChar w:fldCharType="begin">
          <w:fldData xml:space="preserve">PEVuZE5vdGU+PENpdGU+PEF1dGhvcj5CZXJnZW48L0F1dGhvcj48WWVhcj4yMDIxPC9ZZWFyPjxS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</w:fldData>
        </w:fldChar>
      </w:r>
      <w:r w:rsidR="003B089D">
        <w:rPr>
          <w:i/>
          <w:iCs/>
          <w:szCs w:val="22"/>
        </w:rPr>
        <w:instrText xml:space="preserve"> ADDIN EN.CITE </w:instrText>
      </w:r>
      <w:r w:rsidR="003B089D">
        <w:rPr>
          <w:i/>
          <w:iCs/>
          <w:szCs w:val="22"/>
        </w:rPr>
        <w:fldChar w:fldCharType="begin">
          <w:fldData xml:space="preserve">PEVuZE5vdGU+PENpdGU+PEF1dGhvcj5CZXJnZW48L0F1dGhvcj48WWVhcj4yMDIxPC9ZZWFyPjxS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</w:fldData>
        </w:fldChar>
      </w:r>
      <w:r w:rsidR="003B089D">
        <w:rPr>
          <w:i/>
          <w:iCs/>
          <w:szCs w:val="22"/>
        </w:rPr>
        <w:instrText xml:space="preserve"> ADDIN EN.CITE.DATA </w:instrText>
      </w:r>
      <w:r w:rsidR="003B089D">
        <w:rPr>
          <w:i/>
          <w:iCs/>
          <w:szCs w:val="22"/>
        </w:rPr>
      </w:r>
      <w:r w:rsidR="003B089D">
        <w:rPr>
          <w:i/>
          <w:iCs/>
          <w:szCs w:val="22"/>
        </w:rPr>
        <w:fldChar w:fldCharType="end"/>
      </w:r>
      <w:r w:rsidR="00FF59F8">
        <w:rPr>
          <w:i/>
          <w:iCs/>
          <w:szCs w:val="22"/>
        </w:rPr>
        <w:fldChar w:fldCharType="separate"/>
      </w:r>
      <w:r w:rsidR="003B089D">
        <w:rPr>
          <w:i/>
          <w:iCs/>
          <w:noProof/>
          <w:szCs w:val="22"/>
        </w:rPr>
        <w:t>(32, 34)</w:t>
      </w:r>
      <w:r w:rsidR="00FF59F8">
        <w:rPr>
          <w:i/>
          <w:iCs/>
          <w:szCs w:val="22"/>
        </w:rPr>
        <w:fldChar w:fldCharType="end"/>
      </w:r>
      <w:r w:rsidRPr="00061AD2">
        <w:rPr>
          <w:szCs w:val="22"/>
        </w:rPr>
        <w:t xml:space="preserve">. Counts were filtered to a minimum of 20 shared counts across samples, and the top 2000 variable genes were selected for velocity analyses. </w:t>
      </w:r>
      <w:r w:rsidR="00FF59F8">
        <w:rPr>
          <w:szCs w:val="22"/>
        </w:rPr>
        <w:t>Fifty</w:t>
      </w:r>
      <w:r w:rsidRPr="00061AD2">
        <w:rPr>
          <w:szCs w:val="22"/>
        </w:rPr>
        <w:t xml:space="preserve"> nearest neighbors were used when calculating moments of velocity, followed by velocity estimation and embedding on dimensional reductions using scvelo’s </w:t>
      </w:r>
      <w:r w:rsidRPr="00061AD2">
        <w:rPr>
          <w:i/>
          <w:iCs/>
          <w:szCs w:val="22"/>
        </w:rPr>
        <w:t>velocity_embedding_stream</w:t>
      </w:r>
      <w:r w:rsidRPr="00061AD2">
        <w:rPr>
          <w:szCs w:val="22"/>
        </w:rPr>
        <w:t xml:space="preserve"> function. Pseudotime analysis was performed using </w:t>
      </w:r>
      <w:r w:rsidRPr="00061AD2">
        <w:rPr>
          <w:i/>
          <w:iCs/>
          <w:szCs w:val="22"/>
        </w:rPr>
        <w:t>Slingshot</w:t>
      </w:r>
      <w:r w:rsidRPr="00061AD2">
        <w:rPr>
          <w:szCs w:val="22"/>
        </w:rPr>
        <w:t xml:space="preserve"> and the </w:t>
      </w:r>
      <w:r w:rsidRPr="00061AD2">
        <w:rPr>
          <w:i/>
          <w:iCs/>
          <w:szCs w:val="22"/>
        </w:rPr>
        <w:t>harmony</w:t>
      </w:r>
      <w:r w:rsidRPr="00061AD2">
        <w:rPr>
          <w:szCs w:val="22"/>
        </w:rPr>
        <w:t xml:space="preserve">-corrected principal components to calculate cluster lineages with </w:t>
      </w:r>
      <w:r w:rsidRPr="00061AD2">
        <w:rPr>
          <w:i/>
          <w:iCs/>
          <w:szCs w:val="22"/>
        </w:rPr>
        <w:t>getLineages</w:t>
      </w:r>
      <w:r w:rsidRPr="00061AD2">
        <w:rPr>
          <w:szCs w:val="22"/>
        </w:rPr>
        <w:t xml:space="preserve"> providing cluster 3 (circulating monocytes) as a start cluster. Pseudotime trajectories were then calculated using the t-SNE embeddings and visualized appropriately. RNA velocity-informed embedding was used to</w:t>
      </w:r>
      <w:r w:rsidR="00FF59F8">
        <w:rPr>
          <w:szCs w:val="22"/>
        </w:rPr>
        <w:t xml:space="preserve"> </w:t>
      </w:r>
      <w:r w:rsidRPr="00061AD2">
        <w:rPr>
          <w:szCs w:val="22"/>
        </w:rPr>
        <w:t xml:space="preserve">represent the proliferating </w:t>
      </w:r>
      <w:r w:rsidR="00317EB1">
        <w:rPr>
          <w:szCs w:val="22"/>
        </w:rPr>
        <w:t>MF</w:t>
      </w:r>
      <w:r w:rsidRPr="00061AD2">
        <w:rPr>
          <w:szCs w:val="22"/>
        </w:rPr>
        <w:t xml:space="preserve"> cluster </w:t>
      </w:r>
      <w:r w:rsidR="00FF59F8">
        <w:rPr>
          <w:szCs w:val="22"/>
        </w:rPr>
        <w:t xml:space="preserve">in isolation </w:t>
      </w:r>
      <w:r w:rsidRPr="00061AD2">
        <w:rPr>
          <w:szCs w:val="22"/>
        </w:rPr>
        <w:t>using</w:t>
      </w:r>
      <w:r w:rsidR="00FF59F8">
        <w:rPr>
          <w:szCs w:val="22"/>
        </w:rPr>
        <w:t xml:space="preserve"> the</w:t>
      </w:r>
      <w:r w:rsidRPr="00061AD2">
        <w:rPr>
          <w:szCs w:val="22"/>
        </w:rPr>
        <w:t xml:space="preserve"> </w:t>
      </w:r>
      <w:r w:rsidRPr="00061AD2">
        <w:rPr>
          <w:i/>
          <w:iCs/>
          <w:szCs w:val="22"/>
        </w:rPr>
        <w:t>veloviz</w:t>
      </w:r>
      <w:r w:rsidRPr="00061AD2">
        <w:rPr>
          <w:szCs w:val="22"/>
        </w:rPr>
        <w:t xml:space="preserve"> package</w:t>
      </w:r>
      <w:r>
        <w:rPr>
          <w:szCs w:val="22"/>
        </w:rPr>
        <w:t xml:space="preserve"> </w:t>
      </w:r>
      <w:r>
        <w:rPr>
          <w:szCs w:val="22"/>
        </w:rPr>
        <w:fldChar w:fldCharType="begin"/>
      </w:r>
      <w:r w:rsidR="003B089D">
        <w:rPr>
          <w:szCs w:val="22"/>
        </w:rPr>
        <w:instrText xml:space="preserve"> ADDIN EN.CITE &lt;EndNote&gt;&lt;Cite&gt;&lt;Author&gt;Atta&lt;/Author&gt;&lt;Year&gt;2022&lt;/Year&gt;&lt;RecNum&gt;310&lt;/RecNum&gt;&lt;DisplayText&gt;(35)&lt;/DisplayText&gt;&lt;record&gt;&lt;rec-number&gt;310&lt;/rec-number&gt;&lt;foreign-keys&gt;&lt;key app="EN" db-id="peaze5ps2xpr2oefr95ppedzasefp0edt9t9" timestamp="1679696408"&gt;310&lt;/key&gt;&lt;/foreign-keys&gt;&lt;ref-type name="Journal Article"&gt;17&lt;/ref-type&gt;&lt;contributors&gt;&lt;authors&gt;&lt;author&gt;Atta, L.&lt;/author&gt;&lt;author&gt;Sahoo, A.&lt;/author&gt;&lt;author&gt;Fan, J.&lt;/author&gt;&lt;/authors&gt;&lt;/contributors&gt;&lt;auth-address&gt;Department of Biomedical Engineering, Johns Hopkins University, Baltimore, MD 21218, USA.&amp;#xD;Center for Computational Biology, Whiting School of Engineering, Johns Hopkins University, Baltimore, MD 21211, USA.&amp;#xD;Medical Scientist Training Program, Johns Hopkins University School of Medicine, Baltimore, MD 21205, USA.&amp;#xD;Department of Computer Science, Johns Hopkins University, Baltimore, MD 21218, USA.&lt;/auth-address&gt;&lt;titles&gt;&lt;title&gt;VeloViz: RNA velocity-informed embeddings for visualizing cellular trajectories&lt;/title&gt;&lt;secondary-title&gt;Bioinformatics&lt;/secondary-title&gt;&lt;/titles&gt;&lt;periodical&gt;&lt;full-title&gt;Bioinformatics&lt;/full-title&gt;&lt;/periodical&gt;&lt;pages&gt;391-396&lt;/pages&gt;&lt;volume&gt;38&lt;/volume&gt;&lt;number&gt;2&lt;/number&gt;&lt;keywords&gt;&lt;keyword&gt;*rna&lt;/keyword&gt;&lt;keyword&gt;*Software&lt;/keyword&gt;&lt;keyword&gt;Gene Expression Profiling&lt;/keyword&gt;&lt;keyword&gt;Genome&lt;/keyword&gt;&lt;keyword&gt;Sequence Analysis, RNA&lt;/keyword&gt;&lt;/keywords&gt;&lt;dates&gt;&lt;year&gt;2022&lt;/year&gt;&lt;pub-dates&gt;&lt;date&gt;Jan 3&lt;/date&gt;&lt;/pub-dates&gt;&lt;/dates&gt;&lt;isbn&gt;1367-4811 (Electronic)&amp;#xD;1367-4803 (Print)&amp;#xD;1367-4803 (Linking)&lt;/isbn&gt;&lt;accession-num&gt;34500455&lt;/accession-num&gt;&lt;urls&gt;&lt;related-urls&gt;&lt;url&gt;https://www.ncbi.nlm.nih.gov/pubmed/34500455&lt;/url&gt;&lt;/related-urls&gt;&lt;/urls&gt;&lt;custom2&gt;PMC8723140&lt;/custom2&gt;&lt;electronic-resource-num&gt;10.1093/bioinformatics/btab653&lt;/electronic-resource-num&gt;&lt;remote-database-name&gt;Medline&lt;/remote-database-name&gt;&lt;remote-database-provider&gt;NLM&lt;/remote-database-provider&gt;&lt;/record&gt;&lt;/Cite&gt;&lt;/EndNote&gt;</w:instrText>
      </w:r>
      <w:r>
        <w:rPr>
          <w:szCs w:val="22"/>
        </w:rPr>
        <w:fldChar w:fldCharType="separate"/>
      </w:r>
      <w:r w:rsidR="003B089D">
        <w:rPr>
          <w:noProof/>
          <w:szCs w:val="22"/>
        </w:rPr>
        <w:t>(35)</w:t>
      </w:r>
      <w:r>
        <w:rPr>
          <w:szCs w:val="22"/>
        </w:rPr>
        <w:fldChar w:fldCharType="end"/>
      </w:r>
      <w:r w:rsidRPr="00061AD2">
        <w:rPr>
          <w:szCs w:val="22"/>
        </w:rPr>
        <w:t>.</w:t>
      </w:r>
      <w:r>
        <w:rPr>
          <w:szCs w:val="22"/>
        </w:rPr>
        <w:t xml:space="preserve"> </w:t>
      </w:r>
      <w:r w:rsidR="00C83C16" w:rsidRPr="00C83C16">
        <w:rPr>
          <w:szCs w:val="22"/>
        </w:rPr>
        <w:t xml:space="preserve">The cell cycle </w:t>
      </w:r>
      <w:r w:rsidR="00C83C16">
        <w:rPr>
          <w:szCs w:val="22"/>
        </w:rPr>
        <w:t xml:space="preserve">phase </w:t>
      </w:r>
      <w:r w:rsidR="00C83C16" w:rsidRPr="00C83C16">
        <w:rPr>
          <w:szCs w:val="22"/>
        </w:rPr>
        <w:t>(G1, S, G2M)</w:t>
      </w:r>
      <w:r w:rsidR="006F1C6A" w:rsidRPr="006F1C6A">
        <w:rPr>
          <w:szCs w:val="22"/>
        </w:rPr>
        <w:t xml:space="preserve"> </w:t>
      </w:r>
      <w:r w:rsidR="006F1C6A" w:rsidRPr="00061AD2">
        <w:rPr>
          <w:szCs w:val="22"/>
        </w:rPr>
        <w:t>of individual cells</w:t>
      </w:r>
      <w:r w:rsidR="00C83C16">
        <w:rPr>
          <w:szCs w:val="22"/>
        </w:rPr>
        <w:t xml:space="preserve"> was assigned using </w:t>
      </w:r>
      <w:r w:rsidR="00A05222">
        <w:rPr>
          <w:szCs w:val="22"/>
        </w:rPr>
        <w:t xml:space="preserve">the calculated </w:t>
      </w:r>
      <w:r w:rsidR="00A05222" w:rsidRPr="00C83C16">
        <w:rPr>
          <w:szCs w:val="22"/>
        </w:rPr>
        <w:t xml:space="preserve">standardized </w:t>
      </w:r>
      <w:r w:rsidR="00A05222">
        <w:rPr>
          <w:szCs w:val="22"/>
        </w:rPr>
        <w:t>z-</w:t>
      </w:r>
      <w:r w:rsidR="00A05222" w:rsidRPr="00C83C16">
        <w:rPr>
          <w:szCs w:val="22"/>
        </w:rPr>
        <w:t xml:space="preserve">scores of </w:t>
      </w:r>
      <w:r w:rsidR="00A05222" w:rsidRPr="00A05222">
        <w:rPr>
          <w:szCs w:val="22"/>
        </w:rPr>
        <w:t xml:space="preserve">highly expressed </w:t>
      </w:r>
      <w:r w:rsidR="00A05222">
        <w:rPr>
          <w:szCs w:val="22"/>
        </w:rPr>
        <w:t>stage-specific</w:t>
      </w:r>
      <w:r w:rsidR="00A05222" w:rsidRPr="00A05222">
        <w:rPr>
          <w:szCs w:val="22"/>
        </w:rPr>
        <w:t xml:space="preserve"> cell cycle marker genes</w:t>
      </w:r>
      <w:r w:rsidR="00A05222" w:rsidRPr="00C83C16">
        <w:rPr>
          <w:szCs w:val="22"/>
        </w:rPr>
        <w:t xml:space="preserve"> using </w:t>
      </w:r>
      <w:r w:rsidR="00A05222">
        <w:rPr>
          <w:szCs w:val="22"/>
        </w:rPr>
        <w:t>a previously defined</w:t>
      </w:r>
      <w:r w:rsidR="00A05222" w:rsidRPr="00C83C16">
        <w:rPr>
          <w:szCs w:val="22"/>
        </w:rPr>
        <w:t xml:space="preserve"> list of cell cycle genes </w:t>
      </w:r>
      <w:r w:rsidR="00A05222">
        <w:rPr>
          <w:szCs w:val="22"/>
        </w:rPr>
        <w:fldChar w:fldCharType="begin">
          <w:fldData xml:space="preserve">PEVuZE5vdGU+PENpdGU+PEF1dGhvcj5UaXJvc2g8L0F1dGhvcj48WWVhcj4yMDE2PC9ZZWFyPjxS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</w:fldData>
        </w:fldChar>
      </w:r>
      <w:r w:rsidR="003B089D">
        <w:rPr>
          <w:szCs w:val="22"/>
        </w:rPr>
        <w:instrText xml:space="preserve"> ADDIN EN.CITE </w:instrText>
      </w:r>
      <w:r w:rsidR="003B089D">
        <w:rPr>
          <w:szCs w:val="22"/>
        </w:rPr>
        <w:fldChar w:fldCharType="begin">
          <w:fldData xml:space="preserve">PEVuZE5vdGU+PENpdGU+PEF1dGhvcj5UaXJvc2g8L0F1dGhvcj48WWVhcj4yMDE2PC9ZZWFyPjxS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</w:fldData>
        </w:fldChar>
      </w:r>
      <w:r w:rsidR="003B089D">
        <w:rPr>
          <w:szCs w:val="22"/>
        </w:rPr>
        <w:instrText xml:space="preserve"> ADDIN EN.CITE.DATA </w:instrText>
      </w:r>
      <w:r w:rsidR="003B089D">
        <w:rPr>
          <w:szCs w:val="22"/>
        </w:rPr>
      </w:r>
      <w:r w:rsidR="003B089D">
        <w:rPr>
          <w:szCs w:val="22"/>
        </w:rPr>
        <w:fldChar w:fldCharType="end"/>
      </w:r>
      <w:r w:rsidR="00A05222">
        <w:rPr>
          <w:szCs w:val="22"/>
        </w:rPr>
        <w:fldChar w:fldCharType="separate"/>
      </w:r>
      <w:r w:rsidR="003B089D">
        <w:rPr>
          <w:noProof/>
          <w:szCs w:val="22"/>
        </w:rPr>
        <w:t>(36, 37)</w:t>
      </w:r>
      <w:r w:rsidR="00A05222">
        <w:rPr>
          <w:szCs w:val="22"/>
        </w:rPr>
        <w:fldChar w:fldCharType="end"/>
      </w:r>
      <w:r w:rsidR="00A05222" w:rsidRPr="00A05222">
        <w:rPr>
          <w:szCs w:val="22"/>
        </w:rPr>
        <w:t>.</w:t>
      </w:r>
      <w:r w:rsidR="00A05222">
        <w:rPr>
          <w:szCs w:val="22"/>
        </w:rPr>
        <w:t xml:space="preserve"> </w:t>
      </w:r>
      <w:r w:rsidR="00A05222" w:rsidRPr="00061AD2">
        <w:rPr>
          <w:i/>
          <w:iCs/>
          <w:szCs w:val="22"/>
        </w:rPr>
        <w:t>tricycle</w:t>
      </w:r>
      <w:r w:rsidR="00A05222" w:rsidRPr="00061AD2">
        <w:rPr>
          <w:szCs w:val="22"/>
        </w:rPr>
        <w:t xml:space="preserve"> </w:t>
      </w:r>
      <w:r w:rsidR="00A05222">
        <w:rPr>
          <w:szCs w:val="22"/>
        </w:rPr>
        <w:t xml:space="preserve">was then used to visualize the </w:t>
      </w:r>
      <w:r w:rsidR="00A05222" w:rsidRPr="00061AD2">
        <w:rPr>
          <w:szCs w:val="22"/>
        </w:rPr>
        <w:t>cell cycle stage scoring</w:t>
      </w:r>
      <w:r w:rsidR="00AC4350">
        <w:rPr>
          <w:szCs w:val="22"/>
        </w:rPr>
        <w:t xml:space="preserve"> of the clusters</w:t>
      </w:r>
      <w:r w:rsidR="00A05222" w:rsidRPr="00061AD2">
        <w:rPr>
          <w:szCs w:val="22"/>
        </w:rPr>
        <w:t xml:space="preserve"> </w:t>
      </w:r>
      <w:r w:rsidR="006F1C6A">
        <w:rPr>
          <w:szCs w:val="22"/>
        </w:rPr>
        <w:t xml:space="preserve">as </w:t>
      </w:r>
      <w:r w:rsidR="006F1C6A" w:rsidRPr="006F1C6A">
        <w:rPr>
          <w:szCs w:val="22"/>
        </w:rPr>
        <w:t>Cartesian coordinates</w:t>
      </w:r>
      <w:r w:rsidR="00A05222" w:rsidRPr="00061AD2">
        <w:rPr>
          <w:szCs w:val="22"/>
        </w:rPr>
        <w:t xml:space="preserve"> </w:t>
      </w:r>
      <w:r w:rsidR="00744A04">
        <w:rPr>
          <w:szCs w:val="22"/>
        </w:rPr>
        <w:t>by</w:t>
      </w:r>
      <w:r w:rsidR="00744A04" w:rsidRPr="00744A04">
        <w:rPr>
          <w:szCs w:val="22"/>
        </w:rPr>
        <w:t xml:space="preserve"> comput</w:t>
      </w:r>
      <w:r w:rsidR="00744A04">
        <w:rPr>
          <w:szCs w:val="22"/>
        </w:rPr>
        <w:t>ing</w:t>
      </w:r>
      <w:r w:rsidR="00744A04" w:rsidRPr="00744A04">
        <w:rPr>
          <w:szCs w:val="22"/>
        </w:rPr>
        <w:t xml:space="preserve"> </w:t>
      </w:r>
      <w:r w:rsidR="00744A04">
        <w:rPr>
          <w:szCs w:val="22"/>
        </w:rPr>
        <w:t xml:space="preserve">the </w:t>
      </w:r>
      <w:r w:rsidR="00744A04" w:rsidRPr="00744A04">
        <w:rPr>
          <w:szCs w:val="22"/>
        </w:rPr>
        <w:t>kernel density of θ</w:t>
      </w:r>
      <w:r w:rsidR="00744A04">
        <w:rPr>
          <w:szCs w:val="22"/>
        </w:rPr>
        <w:t xml:space="preserve"> </w:t>
      </w:r>
      <w:r w:rsidR="00744A04" w:rsidRPr="00744A04">
        <w:rPr>
          <w:szCs w:val="22"/>
        </w:rPr>
        <w:t xml:space="preserve">conditioned on a phenotype using </w:t>
      </w:r>
      <w:r w:rsidR="006F1C6A">
        <w:rPr>
          <w:szCs w:val="22"/>
        </w:rPr>
        <w:t xml:space="preserve">the </w:t>
      </w:r>
      <w:r w:rsidR="00744A04" w:rsidRPr="00744A04">
        <w:rPr>
          <w:szCs w:val="22"/>
        </w:rPr>
        <w:t>von Mises distribution</w:t>
      </w:r>
      <w:r w:rsidR="00AC4350">
        <w:rPr>
          <w:szCs w:val="22"/>
        </w:rPr>
        <w:t xml:space="preserve"> </w:t>
      </w:r>
      <w:r w:rsidR="00A05222" w:rsidRPr="00061AD2">
        <w:rPr>
          <w:szCs w:val="22"/>
        </w:rPr>
        <w:fldChar w:fldCharType="begin"/>
      </w:r>
      <w:r w:rsidR="003B089D">
        <w:rPr>
          <w:szCs w:val="22"/>
        </w:rPr>
        <w:instrText xml:space="preserve"> ADDIN EN.CITE &lt;EndNote&gt;&lt;Cite&gt;&lt;Author&gt;Zheng&lt;/Author&gt;&lt;Year&gt;2022&lt;/Year&gt;&lt;RecNum&gt;144&lt;/RecNum&gt;&lt;DisplayText&gt;(28)&lt;/DisplayText&gt;&lt;record&gt;&lt;rec-number&gt;144&lt;/rec-number&gt;&lt;foreign-keys&gt;&lt;key app="EN" db-id="peaze5ps2xpr2oefr95ppedzasefp0edt9t9" timestamp="1673300284"&gt;144&lt;/key&gt;&lt;/foreign-keys&gt;&lt;ref-type name="Journal Article"&gt;17&lt;/ref-type&gt;&lt;contributors&gt;&lt;authors&gt;&lt;author&gt;Zheng, Shijie C.&lt;/author&gt;&lt;author&gt;Stein-O’Brien, Genevieve&lt;/author&gt;&lt;author&gt;Augustin, Jonathan J.&lt;/author&gt;&lt;author&gt;Slosberg, Jared&lt;/author&gt;&lt;author&gt;Carosso, Giovanni A.&lt;/author&gt;&lt;author&gt;Winer, Briana&lt;/author&gt;&lt;author&gt;Shin, Gloria&lt;/author&gt;&lt;author&gt;Bjornsson, Hans T.&lt;/author&gt;&lt;author&gt;Goff, Loyal A.&lt;/author&gt;&lt;author&gt;Hansen, Kasper D.&lt;/author&gt;&lt;/authors&gt;&lt;/contributors&gt;&lt;titles&gt;&lt;title&gt;Universal prediction of cell-cycle position using transfer learning&lt;/title&gt;&lt;secondary-title&gt;Genome Biology&lt;/secondary-title&gt;&lt;/titles&gt;&lt;periodical&gt;&lt;full-title&gt;Genome Biology&lt;/full-title&gt;&lt;/periodical&gt;&lt;volume&gt;23&lt;/volume&gt;&lt;number&gt;1&lt;/number&gt;&lt;dates&gt;&lt;year&gt;2022&lt;/year&gt;&lt;/dates&gt;&lt;isbn&gt;1474-760X&lt;/isbn&gt;&lt;urls&gt;&lt;/urls&gt;&lt;electronic-resource-num&gt;10.1186/s13059-021-02581-y&lt;/electronic-resource-num&gt;&lt;/record&gt;&lt;/Cite&gt;&lt;/EndNote&gt;</w:instrText>
      </w:r>
      <w:r w:rsidR="00A05222" w:rsidRPr="00061AD2">
        <w:rPr>
          <w:szCs w:val="22"/>
        </w:rPr>
        <w:fldChar w:fldCharType="separate"/>
      </w:r>
      <w:r w:rsidR="003B089D">
        <w:rPr>
          <w:noProof/>
          <w:szCs w:val="22"/>
        </w:rPr>
        <w:t>(28)</w:t>
      </w:r>
      <w:r w:rsidR="00A05222" w:rsidRPr="00061AD2">
        <w:rPr>
          <w:szCs w:val="22"/>
        </w:rPr>
        <w:fldChar w:fldCharType="end"/>
      </w:r>
      <w:r w:rsidR="00A05222" w:rsidRPr="00061AD2">
        <w:rPr>
          <w:szCs w:val="22"/>
        </w:rPr>
        <w:t>.</w:t>
      </w:r>
      <w:r w:rsidR="00EB17D9">
        <w:rPr>
          <w:szCs w:val="22"/>
        </w:rPr>
        <w:t xml:space="preserve"> To generate the TF h</w:t>
      </w:r>
      <w:r w:rsidR="00EB17D9" w:rsidRPr="00EB17D9">
        <w:rPr>
          <w:szCs w:val="22"/>
        </w:rPr>
        <w:t>eatmap</w:t>
      </w:r>
      <w:r w:rsidR="00EB17D9">
        <w:rPr>
          <w:szCs w:val="22"/>
        </w:rPr>
        <w:t xml:space="preserve">, the average log-normalized expression values for the list of TFs were calculated, ordered, and </w:t>
      </w:r>
      <w:r w:rsidR="00EB17D9" w:rsidRPr="00EB17D9">
        <w:rPr>
          <w:szCs w:val="22"/>
        </w:rPr>
        <w:t>decile</w:t>
      </w:r>
      <w:r w:rsidR="00EB17D9">
        <w:rPr>
          <w:szCs w:val="22"/>
        </w:rPr>
        <w:t>-</w:t>
      </w:r>
      <w:r w:rsidR="00EB17D9" w:rsidRPr="00EB17D9">
        <w:rPr>
          <w:szCs w:val="22"/>
        </w:rPr>
        <w:t>filter</w:t>
      </w:r>
      <w:r w:rsidR="00EB17D9">
        <w:rPr>
          <w:szCs w:val="22"/>
        </w:rPr>
        <w:t>ed</w:t>
      </w:r>
      <w:r w:rsidR="00EB17D9" w:rsidRPr="00EB17D9">
        <w:rPr>
          <w:szCs w:val="22"/>
        </w:rPr>
        <w:t xml:space="preserve"> </w:t>
      </w:r>
      <w:r w:rsidR="00EB17D9">
        <w:rPr>
          <w:szCs w:val="22"/>
        </w:rPr>
        <w:t xml:space="preserve">to select </w:t>
      </w:r>
      <w:r w:rsidR="00EB17D9" w:rsidRPr="00EB17D9">
        <w:rPr>
          <w:szCs w:val="22"/>
        </w:rPr>
        <w:t>the top 75% for visualization.</w:t>
      </w:r>
    </w:p>
    <w:p w14:paraId="1919F103" w14:textId="77777777" w:rsidR="0016398C" w:rsidRDefault="0016398C" w:rsidP="009D41CE">
      <w:pPr>
        <w:pStyle w:val="EndNoteBibliographyTitle"/>
        <w:spacing w:line="480" w:lineRule="auto"/>
        <w:jc w:val="both"/>
        <w:rPr>
          <w:szCs w:val="22"/>
        </w:rPr>
      </w:pPr>
    </w:p>
    <w:p w14:paraId="133FB54B" w14:textId="77777777" w:rsidR="0016398C" w:rsidRPr="002A6956" w:rsidRDefault="0016398C" w:rsidP="009D41CE">
      <w:pPr>
        <w:pStyle w:val="EndNoteBibliographyTitle"/>
        <w:spacing w:line="480" w:lineRule="auto"/>
        <w:jc w:val="both"/>
        <w:rPr>
          <w:b/>
          <w:bCs/>
          <w:color w:val="000000" w:themeColor="text1"/>
          <w:szCs w:val="22"/>
        </w:rPr>
      </w:pPr>
      <w:r>
        <w:rPr>
          <w:b/>
          <w:bCs/>
          <w:szCs w:val="22"/>
        </w:rPr>
        <w:t>Human s</w:t>
      </w:r>
      <w:r w:rsidRPr="002A6956">
        <w:rPr>
          <w:b/>
          <w:bCs/>
          <w:szCs w:val="22"/>
        </w:rPr>
        <w:t>ingle</w:t>
      </w:r>
      <w:r>
        <w:rPr>
          <w:b/>
          <w:bCs/>
          <w:szCs w:val="22"/>
        </w:rPr>
        <w:t>-</w:t>
      </w:r>
      <w:r w:rsidRPr="002A6956">
        <w:rPr>
          <w:b/>
          <w:bCs/>
          <w:szCs w:val="22"/>
        </w:rPr>
        <w:t>nuclei RNA-seq data analysis</w:t>
      </w:r>
    </w:p>
    <w:p w14:paraId="0E1AB060" w14:textId="30549E7F" w:rsidR="0016398C" w:rsidRDefault="0016398C" w:rsidP="009D41CE">
      <w:pPr>
        <w:pStyle w:val="EndNoteBibliographyTitle"/>
        <w:spacing w:line="480" w:lineRule="auto"/>
        <w:ind w:firstLine="720"/>
        <w:jc w:val="both"/>
        <w:rPr>
          <w:szCs w:val="22"/>
        </w:rPr>
      </w:pPr>
      <w:r w:rsidRPr="002A6956">
        <w:rPr>
          <w:szCs w:val="22"/>
        </w:rPr>
        <w:t>Raw sequence data for human samples</w:t>
      </w:r>
      <w:r>
        <w:rPr>
          <w:szCs w:val="22"/>
        </w:rPr>
        <w:t xml:space="preserve"> (vastus lateralis biopsies from healthy and DMD patients) from BioProject </w:t>
      </w:r>
      <w:r w:rsidRPr="00AC6402">
        <w:rPr>
          <w:bCs/>
          <w:szCs w:val="22"/>
        </w:rPr>
        <w:t>PRJNA772047</w:t>
      </w:r>
      <w:r>
        <w:rPr>
          <w:bCs/>
          <w:szCs w:val="22"/>
        </w:rPr>
        <w:t xml:space="preserve"> </w:t>
      </w:r>
      <w:r>
        <w:rPr>
          <w:bCs/>
          <w:szCs w:val="22"/>
        </w:rPr>
        <w:fldChar w:fldCharType="begin">
          <w:fldData xml:space="preserve">PEVuZE5vdGU+PENpdGU+PEF1dGhvcj5TY3JpcHR1cmUtQWRhbXM8L0F1dGhvcj48WWVhcj4yMDIy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</w:fldData>
        </w:fldChar>
      </w:r>
      <w:r w:rsidR="003B089D">
        <w:rPr>
          <w:bCs/>
          <w:szCs w:val="22"/>
        </w:rPr>
        <w:instrText xml:space="preserve"> ADDIN EN.CITE </w:instrText>
      </w:r>
      <w:r w:rsidR="003B089D">
        <w:rPr>
          <w:bCs/>
          <w:szCs w:val="22"/>
        </w:rPr>
        <w:fldChar w:fldCharType="begin">
          <w:fldData xml:space="preserve">PEVuZE5vdGU+PENpdGU+PEF1dGhvcj5TY3JpcHR1cmUtQWRhbXM8L0F1dGhvcj48WWVhcj4yMDIy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</w:fldData>
        </w:fldChar>
      </w:r>
      <w:r w:rsidR="003B089D">
        <w:rPr>
          <w:bCs/>
          <w:szCs w:val="22"/>
        </w:rPr>
        <w:instrText xml:space="preserve"> ADDIN EN.CITE.DATA </w:instrText>
      </w:r>
      <w:r w:rsidR="003B089D">
        <w:rPr>
          <w:bCs/>
          <w:szCs w:val="22"/>
        </w:rPr>
      </w:r>
      <w:r w:rsidR="003B089D">
        <w:rPr>
          <w:bCs/>
          <w:szCs w:val="22"/>
        </w:rPr>
        <w:fldChar w:fldCharType="end"/>
      </w:r>
      <w:r>
        <w:rPr>
          <w:bCs/>
          <w:szCs w:val="22"/>
        </w:rPr>
        <w:fldChar w:fldCharType="separate"/>
      </w:r>
      <w:r w:rsidR="003B089D">
        <w:rPr>
          <w:bCs/>
          <w:noProof/>
          <w:szCs w:val="22"/>
        </w:rPr>
        <w:t>(25)</w:t>
      </w:r>
      <w:r>
        <w:rPr>
          <w:bCs/>
          <w:szCs w:val="22"/>
        </w:rPr>
        <w:fldChar w:fldCharType="end"/>
      </w:r>
      <w:r w:rsidRPr="002A6956">
        <w:rPr>
          <w:szCs w:val="22"/>
        </w:rPr>
        <w:t xml:space="preserve"> were processed using </w:t>
      </w:r>
      <w:r w:rsidRPr="0035070D">
        <w:rPr>
          <w:i/>
          <w:iCs/>
          <w:szCs w:val="22"/>
        </w:rPr>
        <w:t>Cell</w:t>
      </w:r>
      <w:r>
        <w:rPr>
          <w:i/>
          <w:iCs/>
          <w:szCs w:val="22"/>
        </w:rPr>
        <w:t>R</w:t>
      </w:r>
      <w:r w:rsidRPr="0035070D">
        <w:rPr>
          <w:i/>
          <w:iCs/>
          <w:szCs w:val="22"/>
        </w:rPr>
        <w:t xml:space="preserve">anger </w:t>
      </w:r>
      <w:r>
        <w:rPr>
          <w:i/>
          <w:iCs/>
          <w:szCs w:val="22"/>
        </w:rPr>
        <w:t xml:space="preserve">(v7.0.1) </w:t>
      </w:r>
      <w:r w:rsidRPr="002A6956">
        <w:rPr>
          <w:szCs w:val="22"/>
        </w:rPr>
        <w:t xml:space="preserve">to generate gene expression matrices aligned to </w:t>
      </w:r>
      <w:r>
        <w:rPr>
          <w:szCs w:val="22"/>
        </w:rPr>
        <w:t xml:space="preserve">the </w:t>
      </w:r>
      <w:r w:rsidRPr="0035070D">
        <w:rPr>
          <w:i/>
          <w:iCs/>
          <w:szCs w:val="22"/>
        </w:rPr>
        <w:t xml:space="preserve">hg38 </w:t>
      </w:r>
      <w:r w:rsidRPr="002A6956">
        <w:rPr>
          <w:szCs w:val="22"/>
        </w:rPr>
        <w:t>reference genome.</w:t>
      </w:r>
      <w:r>
        <w:rPr>
          <w:szCs w:val="22"/>
        </w:rPr>
        <w:t xml:space="preserve"> </w:t>
      </w:r>
      <w:r w:rsidRPr="002A6956">
        <w:rPr>
          <w:szCs w:val="22"/>
        </w:rPr>
        <w:t xml:space="preserve">Single nuclei data were logged </w:t>
      </w:r>
      <w:proofErr w:type="gramStart"/>
      <w:r w:rsidRPr="002A6956">
        <w:rPr>
          <w:szCs w:val="22"/>
        </w:rPr>
        <w:t>normalized</w:t>
      </w:r>
      <w:r w:rsidR="002F06BB">
        <w:rPr>
          <w:szCs w:val="22"/>
        </w:rPr>
        <w:t>,</w:t>
      </w:r>
      <w:r w:rsidRPr="002A6956">
        <w:rPr>
          <w:szCs w:val="22"/>
        </w:rPr>
        <w:t xml:space="preserve"> and</w:t>
      </w:r>
      <w:proofErr w:type="gramEnd"/>
      <w:r w:rsidRPr="002A6956">
        <w:rPr>
          <w:szCs w:val="22"/>
        </w:rPr>
        <w:t xml:space="preserve"> scaled</w:t>
      </w:r>
      <w:r>
        <w:rPr>
          <w:szCs w:val="22"/>
        </w:rPr>
        <w:t xml:space="preserve"> with </w:t>
      </w:r>
      <w:r w:rsidRPr="00061AD2">
        <w:rPr>
          <w:i/>
          <w:iCs/>
          <w:szCs w:val="22"/>
        </w:rPr>
        <w:t>Seurat</w:t>
      </w:r>
      <w:r w:rsidRPr="002A6956">
        <w:rPr>
          <w:szCs w:val="22"/>
        </w:rPr>
        <w:t xml:space="preserve">. Doublets identified using </w:t>
      </w:r>
      <w:r w:rsidRPr="00355A41">
        <w:rPr>
          <w:i/>
          <w:iCs/>
          <w:szCs w:val="22"/>
        </w:rPr>
        <w:t>scDblFinder</w:t>
      </w:r>
      <w:r w:rsidRPr="002A6956">
        <w:rPr>
          <w:szCs w:val="22"/>
        </w:rPr>
        <w:t xml:space="preserve">, nuclei </w:t>
      </w:r>
      <w:r>
        <w:rPr>
          <w:szCs w:val="22"/>
        </w:rPr>
        <w:t xml:space="preserve">with </w:t>
      </w:r>
      <w:r w:rsidRPr="002A6956">
        <w:rPr>
          <w:szCs w:val="22"/>
        </w:rPr>
        <w:t>&lt;</w:t>
      </w:r>
      <w:r>
        <w:rPr>
          <w:szCs w:val="22"/>
        </w:rPr>
        <w:t xml:space="preserve"> 5</w:t>
      </w:r>
      <w:r w:rsidRPr="002A6956">
        <w:rPr>
          <w:szCs w:val="22"/>
        </w:rPr>
        <w:t>00</w:t>
      </w:r>
      <w:r>
        <w:rPr>
          <w:szCs w:val="22"/>
        </w:rPr>
        <w:t xml:space="preserve"> UMI, </w:t>
      </w:r>
      <w:r>
        <w:rPr>
          <w:szCs w:val="22"/>
        </w:rPr>
        <w:lastRenderedPageBreak/>
        <w:t xml:space="preserve">and </w:t>
      </w:r>
      <w:r w:rsidRPr="00061AD2">
        <w:rPr>
          <w:szCs w:val="22"/>
        </w:rPr>
        <w:t>high mitochondrial gene content (</w:t>
      </w:r>
      <w:r w:rsidRPr="00061AD2">
        <w:rPr>
          <w:i/>
          <w:iCs/>
          <w:szCs w:val="22"/>
        </w:rPr>
        <w:t>miQC</w:t>
      </w:r>
      <w:r w:rsidRPr="00061AD2">
        <w:rPr>
          <w:szCs w:val="22"/>
        </w:rPr>
        <w:t xml:space="preserve">) were removed before integrating datasets using </w:t>
      </w:r>
      <w:r>
        <w:rPr>
          <w:i/>
          <w:iCs/>
          <w:szCs w:val="22"/>
        </w:rPr>
        <w:t>h</w:t>
      </w:r>
      <w:r w:rsidRPr="00061AD2">
        <w:rPr>
          <w:i/>
          <w:iCs/>
          <w:szCs w:val="22"/>
        </w:rPr>
        <w:t>armony</w:t>
      </w:r>
      <w:r w:rsidRPr="00061AD2">
        <w:rPr>
          <w:szCs w:val="22"/>
        </w:rPr>
        <w:t xml:space="preserve">. Major cell-type populations were identified using the </w:t>
      </w:r>
      <w:r w:rsidRPr="00061AD2">
        <w:rPr>
          <w:i/>
          <w:iCs/>
          <w:szCs w:val="22"/>
        </w:rPr>
        <w:t>SingleR</w:t>
      </w:r>
      <w:r w:rsidRPr="00061AD2">
        <w:rPr>
          <w:szCs w:val="22"/>
        </w:rPr>
        <w:t xml:space="preserve"> package</w:t>
      </w:r>
      <w:r>
        <w:rPr>
          <w:szCs w:val="22"/>
        </w:rPr>
        <w:t xml:space="preserve"> </w:t>
      </w:r>
      <w:r w:rsidRPr="00061AD2">
        <w:rPr>
          <w:szCs w:val="22"/>
        </w:rPr>
        <w:t>and the Human Primary Cell Atlas, and only cells classified as “Monocyte</w:t>
      </w:r>
      <w:r>
        <w:rPr>
          <w:szCs w:val="22"/>
        </w:rPr>
        <w:t>,</w:t>
      </w:r>
      <w:r w:rsidRPr="00061AD2">
        <w:rPr>
          <w:szCs w:val="22"/>
        </w:rPr>
        <w:t>” and “Macrophage” were selected for downstream analysis</w:t>
      </w:r>
      <w:r>
        <w:rPr>
          <w:szCs w:val="22"/>
        </w:rPr>
        <w:t xml:space="preserve"> </w:t>
      </w:r>
      <w:r>
        <w:rPr>
          <w:szCs w:val="22"/>
        </w:rPr>
        <w:fldChar w:fldCharType="begin">
          <w:fldData xml:space="preserve">PEVuZE5vdGU+PENpdGU+PEF1dGhvcj5BcmFuPC9BdXRob3I+PFllYXI+MjAxOTwvWWVhcj48UmVj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</w:fldData>
        </w:fldChar>
      </w:r>
      <w:r w:rsidR="003B089D">
        <w:rPr>
          <w:szCs w:val="22"/>
        </w:rPr>
        <w:instrText xml:space="preserve"> ADDIN EN.CITE </w:instrText>
      </w:r>
      <w:r w:rsidR="003B089D">
        <w:rPr>
          <w:szCs w:val="22"/>
        </w:rPr>
        <w:fldChar w:fldCharType="begin">
          <w:fldData xml:space="preserve">PEVuZE5vdGU+PENpdGU+PEF1dGhvcj5BcmFuPC9BdXRob3I+PFllYXI+MjAxOTwvWWVhcj48UmVj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</w:fldData>
        </w:fldChar>
      </w:r>
      <w:r w:rsidR="003B089D">
        <w:rPr>
          <w:szCs w:val="22"/>
        </w:rPr>
        <w:instrText xml:space="preserve"> ADDIN EN.CITE.DATA </w:instrText>
      </w:r>
      <w:r w:rsidR="003B089D">
        <w:rPr>
          <w:szCs w:val="22"/>
        </w:rPr>
      </w:r>
      <w:r w:rsidR="003B089D">
        <w:rPr>
          <w:szCs w:val="22"/>
        </w:rPr>
        <w:fldChar w:fldCharType="end"/>
      </w:r>
      <w:r>
        <w:rPr>
          <w:szCs w:val="22"/>
        </w:rPr>
        <w:fldChar w:fldCharType="separate"/>
      </w:r>
      <w:r w:rsidR="003B089D">
        <w:rPr>
          <w:noProof/>
          <w:szCs w:val="22"/>
        </w:rPr>
        <w:t>(16)</w:t>
      </w:r>
      <w:r>
        <w:rPr>
          <w:szCs w:val="22"/>
        </w:rPr>
        <w:fldChar w:fldCharType="end"/>
      </w:r>
      <w:r w:rsidRPr="00061AD2">
        <w:rPr>
          <w:szCs w:val="22"/>
        </w:rPr>
        <w:t xml:space="preserve">. Clustering trees </w:t>
      </w:r>
      <w:r>
        <w:rPr>
          <w:szCs w:val="22"/>
        </w:rPr>
        <w:t>were</w:t>
      </w:r>
      <w:r w:rsidRPr="00061AD2">
        <w:rPr>
          <w:szCs w:val="22"/>
        </w:rPr>
        <w:t xml:space="preserve"> used to identify the optimal number of clusters (cluster resolution = 0.9) and visualized with t-SNE. For each immune subset, marker genes were identified using </w:t>
      </w:r>
      <w:r w:rsidRPr="00061AD2">
        <w:rPr>
          <w:i/>
          <w:iCs/>
          <w:color w:val="000000" w:themeColor="text1"/>
          <w:szCs w:val="22"/>
        </w:rPr>
        <w:t>presto</w:t>
      </w:r>
      <w:r w:rsidRPr="00061AD2">
        <w:rPr>
          <w:color w:val="000000" w:themeColor="text1"/>
          <w:szCs w:val="22"/>
        </w:rPr>
        <w:t xml:space="preserve"> using the same parameters </w:t>
      </w:r>
      <w:r w:rsidRPr="00061AD2">
        <w:rPr>
          <w:szCs w:val="22"/>
        </w:rPr>
        <w:t xml:space="preserve">as described above for the scRNA-seq datasets. Feature plots were generated using the </w:t>
      </w:r>
      <w:r w:rsidRPr="00061AD2">
        <w:rPr>
          <w:i/>
          <w:iCs/>
          <w:szCs w:val="22"/>
        </w:rPr>
        <w:t>Nebulosa</w:t>
      </w:r>
      <w:r w:rsidRPr="00061AD2">
        <w:rPr>
          <w:szCs w:val="22"/>
        </w:rPr>
        <w:t xml:space="preserve"> package </w:t>
      </w:r>
      <w:r w:rsidRPr="00061AD2">
        <w:rPr>
          <w:color w:val="000000" w:themeColor="text1"/>
          <w:szCs w:val="22"/>
        </w:rPr>
        <w:fldChar w:fldCharType="begin"/>
      </w:r>
      <w:r w:rsidR="003B089D">
        <w:rPr>
          <w:color w:val="000000" w:themeColor="text1"/>
          <w:szCs w:val="22"/>
        </w:rPr>
        <w:instrText xml:space="preserve"> ADDIN EN.CITE &lt;EndNote&gt;&lt;Cite&gt;&lt;Author&gt;Alquicira-Hernandez&lt;/Author&gt;&lt;Year&gt;2020&lt;/Year&gt;&lt;RecNum&gt;111&lt;/RecNum&gt;&lt;DisplayText&gt;(27)&lt;/DisplayText&gt;&lt;record&gt;&lt;rec-number&gt;111&lt;/rec-number&gt;&lt;foreign-keys&gt;&lt;key app="EN" db-id="peaze5ps2xpr2oefr95ppedzasefp0edt9t9" timestamp="1673289040"&gt;111&lt;/key&gt;&lt;/foreign-keys&gt;&lt;ref-type name="Journal Article"&gt;17&lt;/ref-type&gt;&lt;contributors&gt;&lt;authors&gt;&lt;author&gt;Alquicira-Hernandez, Jose&lt;/author&gt;&lt;author&gt;Powell, Joseph E.&lt;/author&gt;&lt;/authors&gt;&lt;/contributors&gt;&lt;titles&gt;&lt;title&gt;&amp;lt;em&amp;gt;Nebulosa&amp;lt;/em&amp;gt; recovers single cell gene expression signals by kernel density estimation&lt;/title&gt;&lt;secondary-title&gt;bioRxiv&lt;/secondary-title&gt;&lt;/titles&gt;&lt;periodical&gt;&lt;full-title&gt;bioRxiv&lt;/full-title&gt;&lt;/periodical&gt;&lt;pages&gt;2020.09.29.315879&lt;/pages&gt;&lt;dates&gt;&lt;year&gt;2020&lt;/year&gt;&lt;/dates&gt;&lt;urls&gt;&lt;related-urls&gt;&lt;url&gt;https://www.biorxiv.org/content/biorxiv/early/2020/09/30/2020.09.29.315879.full.pdf&lt;/url&gt;&lt;/related-urls&gt;&lt;/urls&gt;&lt;electronic-resource-num&gt;10.1101/2020.09.29.315879&lt;/electronic-resource-num&gt;&lt;/record&gt;&lt;/Cite&gt;&lt;/EndNote&gt;</w:instrText>
      </w:r>
      <w:r w:rsidRPr="00061AD2">
        <w:rPr>
          <w:color w:val="000000" w:themeColor="text1"/>
          <w:szCs w:val="22"/>
        </w:rPr>
        <w:fldChar w:fldCharType="separate"/>
      </w:r>
      <w:r w:rsidR="003B089D">
        <w:rPr>
          <w:noProof/>
          <w:color w:val="000000" w:themeColor="text1"/>
          <w:szCs w:val="22"/>
        </w:rPr>
        <w:t>(27)</w:t>
      </w:r>
      <w:r w:rsidRPr="00061AD2">
        <w:rPr>
          <w:color w:val="000000" w:themeColor="text1"/>
          <w:szCs w:val="22"/>
        </w:rPr>
        <w:fldChar w:fldCharType="end"/>
      </w:r>
      <w:r w:rsidRPr="00061AD2">
        <w:rPr>
          <w:szCs w:val="22"/>
        </w:rPr>
        <w:t xml:space="preserve"> and </w:t>
      </w:r>
      <w:r w:rsidRPr="00061AD2">
        <w:rPr>
          <w:i/>
          <w:iCs/>
          <w:szCs w:val="22"/>
        </w:rPr>
        <w:t>tricycle</w:t>
      </w:r>
      <w:r w:rsidRPr="00061AD2">
        <w:rPr>
          <w:szCs w:val="22"/>
        </w:rPr>
        <w:t xml:space="preserve"> for cell cycle stage scoring of individual cells</w:t>
      </w:r>
      <w:r w:rsidR="006F1C6A">
        <w:rPr>
          <w:szCs w:val="22"/>
        </w:rPr>
        <w:t>, as described previously</w:t>
      </w:r>
      <w:r w:rsidRPr="00061AD2">
        <w:rPr>
          <w:szCs w:val="22"/>
        </w:rPr>
        <w:t xml:space="preserve"> </w:t>
      </w:r>
      <w:r w:rsidRPr="00061AD2">
        <w:rPr>
          <w:szCs w:val="22"/>
        </w:rPr>
        <w:fldChar w:fldCharType="begin"/>
      </w:r>
      <w:r w:rsidR="003B089D">
        <w:rPr>
          <w:szCs w:val="22"/>
        </w:rPr>
        <w:instrText xml:space="preserve"> ADDIN EN.CITE &lt;EndNote&gt;&lt;Cite&gt;&lt;Author&gt;Zheng&lt;/Author&gt;&lt;Year&gt;2022&lt;/Year&gt;&lt;RecNum&gt;144&lt;/RecNum&gt;&lt;DisplayText&gt;(28)&lt;/DisplayText&gt;&lt;record&gt;&lt;rec-number&gt;144&lt;/rec-number&gt;&lt;foreign-keys&gt;&lt;key app="EN" db-id="peaze5ps2xpr2oefr95ppedzasefp0edt9t9" timestamp="1673300284"&gt;144&lt;/key&gt;&lt;/foreign-keys&gt;&lt;ref-type name="Journal Article"&gt;17&lt;/ref-type&gt;&lt;contributors&gt;&lt;authors&gt;&lt;author&gt;Zheng, Shijie C.&lt;/author&gt;&lt;author&gt;Stein-O’Brien, Genevieve&lt;/author&gt;&lt;author&gt;Augustin, Jonathan J.&lt;/author&gt;&lt;author&gt;Slosberg, Jared&lt;/author&gt;&lt;author&gt;Carosso, Giovanni A.&lt;/author&gt;&lt;author&gt;Winer, Briana&lt;/author&gt;&lt;author&gt;Shin, Gloria&lt;/author&gt;&lt;author&gt;Bjornsson, Hans T.&lt;/author&gt;&lt;author&gt;Goff, Loyal A.&lt;/author&gt;&lt;author&gt;Hansen, Kasper D.&lt;/author&gt;&lt;/authors&gt;&lt;/contributors&gt;&lt;titles&gt;&lt;title&gt;Universal prediction of cell-cycle position using transfer learning&lt;/title&gt;&lt;secondary-title&gt;Genome Biology&lt;/secondary-title&gt;&lt;/titles&gt;&lt;periodical&gt;&lt;full-title&gt;Genome Biology&lt;/full-title&gt;&lt;/periodical&gt;&lt;volume&gt;23&lt;/volume&gt;&lt;number&gt;1&lt;/number&gt;&lt;dates&gt;&lt;year&gt;2022&lt;/year&gt;&lt;/dates&gt;&lt;isbn&gt;1474-760X&lt;/isbn&gt;&lt;urls&gt;&lt;/urls&gt;&lt;electronic-resource-num&gt;10.1186/s13059-021-02581-y&lt;/electronic-resource-num&gt;&lt;/record&gt;&lt;/Cite&gt;&lt;/EndNote&gt;</w:instrText>
      </w:r>
      <w:r w:rsidRPr="00061AD2">
        <w:rPr>
          <w:szCs w:val="22"/>
        </w:rPr>
        <w:fldChar w:fldCharType="separate"/>
      </w:r>
      <w:r w:rsidR="003B089D">
        <w:rPr>
          <w:noProof/>
          <w:szCs w:val="22"/>
        </w:rPr>
        <w:t>(28)</w:t>
      </w:r>
      <w:r w:rsidRPr="00061AD2">
        <w:rPr>
          <w:szCs w:val="22"/>
        </w:rPr>
        <w:fldChar w:fldCharType="end"/>
      </w:r>
      <w:r w:rsidRPr="00061AD2">
        <w:rPr>
          <w:szCs w:val="22"/>
        </w:rPr>
        <w:t>.</w:t>
      </w:r>
    </w:p>
    <w:p w14:paraId="3F397AB9" w14:textId="77777777" w:rsidR="00937311" w:rsidRDefault="00937311" w:rsidP="00937311">
      <w:pPr>
        <w:spacing w:line="480" w:lineRule="auto"/>
        <w:jc w:val="both"/>
        <w:rPr>
          <w:rFonts w:ascii="Calibri" w:hAnsi="Calibri" w:cs="Calibri"/>
          <w:b/>
          <w:bCs/>
          <w:sz w:val="22"/>
          <w:szCs w:val="22"/>
        </w:rPr>
      </w:pPr>
    </w:p>
    <w:p w14:paraId="49B3B7BE" w14:textId="7AC95971" w:rsidR="00FB14E7" w:rsidRDefault="00FB14E7" w:rsidP="00FB14E7">
      <w:pPr>
        <w:spacing w:line="480" w:lineRule="auto"/>
        <w:jc w:val="both"/>
        <w:rPr>
          <w:rFonts w:ascii="Calibri" w:hAnsi="Calibri" w:cs="Calibri"/>
          <w:b/>
          <w:bCs/>
          <w:sz w:val="22"/>
          <w:szCs w:val="22"/>
        </w:rPr>
      </w:pPr>
      <w:r>
        <w:rPr>
          <w:rFonts w:ascii="Calibri" w:hAnsi="Calibri" w:cs="Calibri"/>
          <w:b/>
          <w:bCs/>
          <w:sz w:val="22"/>
          <w:szCs w:val="22"/>
        </w:rPr>
        <w:t xml:space="preserve">ATF3 KO microarray gene expression </w:t>
      </w:r>
      <w:r w:rsidRPr="00FB14E7">
        <w:rPr>
          <w:rFonts w:ascii="Calibri" w:hAnsi="Calibri" w:cs="Calibri"/>
          <w:b/>
          <w:bCs/>
          <w:sz w:val="22"/>
          <w:szCs w:val="22"/>
        </w:rPr>
        <w:t>data</w:t>
      </w:r>
      <w:r>
        <w:rPr>
          <w:rFonts w:ascii="Calibri" w:hAnsi="Calibri" w:cs="Calibri"/>
          <w:b/>
          <w:bCs/>
          <w:sz w:val="22"/>
          <w:szCs w:val="22"/>
        </w:rPr>
        <w:t xml:space="preserve"> analysis</w:t>
      </w:r>
    </w:p>
    <w:p w14:paraId="285A89C0" w14:textId="5E1782DC" w:rsidR="00FB14E7" w:rsidRPr="00FB14E7" w:rsidRDefault="00FB14E7" w:rsidP="00FB14E7">
      <w:pPr>
        <w:spacing w:line="480" w:lineRule="auto"/>
        <w:ind w:firstLine="720"/>
        <w:jc w:val="both"/>
        <w:rPr>
          <w:rFonts w:ascii="Calibri" w:hAnsi="Calibri" w:cs="Calibri"/>
          <w:b/>
          <w:bCs/>
          <w:sz w:val="22"/>
          <w:szCs w:val="22"/>
        </w:rPr>
      </w:pPr>
      <w:r w:rsidRPr="00FB14E7">
        <w:rPr>
          <w:rFonts w:ascii="Calibri" w:hAnsi="Calibri" w:cs="Calibri"/>
          <w:i/>
          <w:iCs/>
          <w:sz w:val="22"/>
          <w:szCs w:val="22"/>
        </w:rPr>
        <w:t>GEOquery</w:t>
      </w:r>
      <w:r w:rsidRPr="00FB14E7">
        <w:rPr>
          <w:rFonts w:ascii="Calibri" w:hAnsi="Calibri" w:cs="Calibri"/>
          <w:sz w:val="22"/>
          <w:szCs w:val="22"/>
        </w:rPr>
        <w:t xml:space="preserve"> and </w:t>
      </w:r>
      <w:r w:rsidRPr="00FB14E7">
        <w:rPr>
          <w:rFonts w:ascii="Calibri" w:hAnsi="Calibri" w:cs="Calibri"/>
          <w:i/>
          <w:iCs/>
          <w:sz w:val="22"/>
          <w:szCs w:val="22"/>
        </w:rPr>
        <w:t>limma</w:t>
      </w:r>
      <w:r w:rsidRPr="00FB14E7">
        <w:rPr>
          <w:rFonts w:ascii="Calibri" w:hAnsi="Calibri" w:cs="Calibri"/>
          <w:sz w:val="22"/>
          <w:szCs w:val="22"/>
        </w:rPr>
        <w:t xml:space="preserve"> </w:t>
      </w:r>
      <w:r w:rsidR="00623E86">
        <w:rPr>
          <w:rFonts w:ascii="Calibri" w:hAnsi="Calibri" w:cs="Calibri"/>
          <w:sz w:val="22"/>
          <w:szCs w:val="22"/>
        </w:rPr>
        <w:t>v</w:t>
      </w:r>
      <w:r w:rsidR="00623E86" w:rsidRPr="00623E86">
        <w:t xml:space="preserve"> </w:t>
      </w:r>
      <w:r w:rsidR="00623E86" w:rsidRPr="00623E86">
        <w:rPr>
          <w:rFonts w:ascii="Calibri" w:hAnsi="Calibri" w:cs="Calibri"/>
          <w:sz w:val="22"/>
          <w:szCs w:val="22"/>
        </w:rPr>
        <w:t xml:space="preserve">3.58.1 </w:t>
      </w:r>
      <w:r>
        <w:rPr>
          <w:rFonts w:ascii="Calibri" w:hAnsi="Calibri" w:cs="Calibri"/>
          <w:sz w:val="22"/>
          <w:szCs w:val="22"/>
        </w:rPr>
        <w:t xml:space="preserve">were used to perform differential expression analysis using </w:t>
      </w:r>
      <w:r w:rsidR="00A86D80">
        <w:rPr>
          <w:rFonts w:ascii="Calibri" w:hAnsi="Calibri" w:cs="Calibri"/>
          <w:sz w:val="22"/>
          <w:szCs w:val="22"/>
        </w:rPr>
        <w:t xml:space="preserve">the </w:t>
      </w:r>
      <w:r>
        <w:rPr>
          <w:rFonts w:ascii="Calibri" w:hAnsi="Calibri" w:cs="Calibri"/>
          <w:sz w:val="22"/>
          <w:szCs w:val="22"/>
        </w:rPr>
        <w:t>original submitter-supplied processed data tables as input and by applying</w:t>
      </w:r>
      <w:r w:rsidRPr="00FB14E7">
        <w:rPr>
          <w:rFonts w:ascii="Calibri" w:hAnsi="Calibri" w:cs="Calibri"/>
          <w:sz w:val="22"/>
          <w:szCs w:val="22"/>
        </w:rPr>
        <w:t xml:space="preserve"> multiple-testing corrections</w:t>
      </w:r>
      <w:r w:rsidR="00A86D80">
        <w:rPr>
          <w:rFonts w:ascii="Calibri" w:hAnsi="Calibri" w:cs="Calibri"/>
          <w:sz w:val="22"/>
          <w:szCs w:val="22"/>
        </w:rPr>
        <w:t xml:space="preserve"> (</w:t>
      </w:r>
      <w:r w:rsidR="00A86D80" w:rsidRPr="00A86D80">
        <w:rPr>
          <w:rFonts w:ascii="Calibri" w:hAnsi="Calibri" w:cs="Calibri"/>
          <w:sz w:val="22"/>
          <w:szCs w:val="22"/>
        </w:rPr>
        <w:t xml:space="preserve">Benjamini &amp; Hochberg </w:t>
      </w:r>
      <w:r w:rsidR="00A86D80">
        <w:rPr>
          <w:rFonts w:ascii="Calibri" w:hAnsi="Calibri" w:cs="Calibri"/>
          <w:sz w:val="22"/>
          <w:szCs w:val="22"/>
        </w:rPr>
        <w:t xml:space="preserve">FDR) </w:t>
      </w:r>
      <w:r w:rsidRPr="00FB14E7">
        <w:rPr>
          <w:rFonts w:ascii="Calibri" w:hAnsi="Calibri" w:cs="Calibri"/>
          <w:sz w:val="22"/>
          <w:szCs w:val="22"/>
        </w:rPr>
        <w:t>on P-values to correct for the occurrence of false positives</w:t>
      </w:r>
      <w:r>
        <w:rPr>
          <w:rFonts w:ascii="Calibri" w:hAnsi="Calibri" w:cs="Calibri"/>
          <w:sz w:val="22"/>
          <w:szCs w:val="22"/>
        </w:rPr>
        <w:t xml:space="preserve"> (</w:t>
      </w:r>
      <w:r w:rsidRPr="00FB14E7">
        <w:rPr>
          <w:rFonts w:ascii="Calibri" w:hAnsi="Calibri" w:cs="Calibri"/>
          <w:sz w:val="22"/>
          <w:szCs w:val="22"/>
        </w:rPr>
        <w:t>p-value cutoff of 0.05</w:t>
      </w:r>
      <w:r>
        <w:rPr>
          <w:rFonts w:ascii="Calibri" w:hAnsi="Calibri" w:cs="Calibri"/>
          <w:sz w:val="22"/>
          <w:szCs w:val="22"/>
        </w:rPr>
        <w:t>)</w:t>
      </w:r>
      <w:r w:rsidRPr="00FB14E7">
        <w:rPr>
          <w:rFonts w:ascii="Calibri" w:hAnsi="Calibri" w:cs="Calibri"/>
          <w:sz w:val="22"/>
          <w:szCs w:val="22"/>
        </w:rPr>
        <w:t>.</w:t>
      </w:r>
    </w:p>
    <w:p w14:paraId="0CB2C84A" w14:textId="77777777" w:rsidR="00FB14E7" w:rsidRDefault="00FB14E7" w:rsidP="00937311">
      <w:pPr>
        <w:spacing w:line="480" w:lineRule="auto"/>
        <w:jc w:val="both"/>
        <w:rPr>
          <w:rFonts w:ascii="Calibri" w:hAnsi="Calibri" w:cs="Calibri"/>
          <w:b/>
          <w:bCs/>
          <w:sz w:val="22"/>
          <w:szCs w:val="22"/>
        </w:rPr>
      </w:pPr>
    </w:p>
    <w:p w14:paraId="047A2EBA" w14:textId="77777777" w:rsidR="00C30523" w:rsidRPr="00C30523" w:rsidRDefault="00C30523" w:rsidP="00C30523">
      <w:pPr>
        <w:spacing w:line="480" w:lineRule="auto"/>
        <w:jc w:val="both"/>
        <w:rPr>
          <w:rFonts w:ascii="Calibri" w:hAnsi="Calibri" w:cs="Calibri"/>
          <w:b/>
          <w:bCs/>
          <w:sz w:val="22"/>
          <w:szCs w:val="22"/>
        </w:rPr>
      </w:pPr>
      <w:r w:rsidRPr="00C30523">
        <w:rPr>
          <w:rFonts w:ascii="Calibri" w:hAnsi="Calibri" w:cs="Calibri"/>
          <w:b/>
          <w:bCs/>
          <w:sz w:val="22"/>
          <w:szCs w:val="22"/>
        </w:rPr>
        <w:t>Chromatin immunoprecipitation (ChIP)</w:t>
      </w:r>
    </w:p>
    <w:p w14:paraId="4924892D" w14:textId="4BEF9874" w:rsidR="00C30523" w:rsidRPr="00C30523" w:rsidRDefault="00C30523" w:rsidP="00C30523">
      <w:pPr>
        <w:spacing w:line="480" w:lineRule="auto"/>
        <w:ind w:firstLine="720"/>
        <w:jc w:val="both"/>
        <w:rPr>
          <w:rFonts w:ascii="Calibri" w:hAnsi="Calibri" w:cs="Calibri"/>
          <w:sz w:val="22"/>
          <w:szCs w:val="22"/>
        </w:rPr>
      </w:pPr>
      <w:r w:rsidRPr="00C30523">
        <w:rPr>
          <w:rFonts w:ascii="Calibri" w:hAnsi="Calibri" w:cs="Calibri"/>
          <w:sz w:val="22"/>
          <w:szCs w:val="22"/>
        </w:rPr>
        <w:t xml:space="preserve">ChIP was performed as previously described </w:t>
      </w:r>
      <w:r w:rsidRPr="00C30523">
        <w:rPr>
          <w:rFonts w:ascii="Calibri" w:hAnsi="Calibri" w:cs="Calibri"/>
          <w:sz w:val="22"/>
          <w:szCs w:val="22"/>
        </w:rPr>
        <w:fldChar w:fldCharType="begin"/>
      </w:r>
      <w:r w:rsidR="003B089D">
        <w:rPr>
          <w:rFonts w:ascii="Calibri" w:hAnsi="Calibri" w:cs="Calibri"/>
          <w:sz w:val="22"/>
          <w:szCs w:val="22"/>
        </w:rPr>
        <w:instrText xml:space="preserve"> ADDIN EN.CITE &lt;EndNote&gt;&lt;Cite&gt;&lt;Author&gt;Daniel&lt;/Author&gt;&lt;Year&gt;2014&lt;/Year&gt;&lt;RecNum&gt;635&lt;/RecNum&gt;&lt;DisplayText&gt;(38)&lt;/DisplayText&gt;&lt;record&gt;&lt;rec-number&gt;635&lt;/rec-number&gt;&lt;foreign-keys&gt;&lt;key app="EN" db-id="peaze5ps2xpr2oefr95ppedzasefp0edt9t9" timestamp="1717099006"&gt;635&lt;/key&gt;&lt;/foreign-keys&gt;&lt;ref-type name="Journal Article"&gt;17&lt;/ref-type&gt;&lt;contributors&gt;&lt;authors&gt;&lt;author&gt;Daniel, B.&lt;/author&gt;&lt;author&gt;Balint, B. L.&lt;/author&gt;&lt;author&gt;Nagy, Z. S.&lt;/author&gt;&lt;author&gt;Nagy, L.&lt;/author&gt;&lt;/authors&gt;&lt;/contributors&gt;&lt;auth-address&gt;Department of Biochemistry and Molecular Biology, Faculty of Medicine, University of Debrecen, Debrecen, Hungary.&lt;/auth-address&gt;&lt;titles&gt;&lt;title&gt;Mapping the genomic binding sites of the activated retinoid X receptor in murine bone marrow-derived macrophages using chromatin immunoprecipitation sequencing&lt;/title&gt;&lt;secondary-title&gt;Methods Mol Biol&lt;/secondary-title&gt;&lt;/titles&gt;&lt;periodical&gt;&lt;full-title&gt;Methods Mol Biol&lt;/full-title&gt;&lt;/periodical&gt;&lt;pages&gt;15-24&lt;/pages&gt;&lt;volume&gt;1204&lt;/volume&gt;&lt;keywords&gt;&lt;keyword&gt;Animals&lt;/keyword&gt;&lt;keyword&gt;Binding Sites&lt;/keyword&gt;&lt;keyword&gt;Bone Marrow Cells/metabolism&lt;/keyword&gt;&lt;keyword&gt;Cells, Cultured&lt;/keyword&gt;&lt;keyword&gt;Chromatin/genetics/isolation &amp;amp; purification/*metabolism&lt;/keyword&gt;&lt;keyword&gt;Chromatin Immunoprecipitation/*methods&lt;/keyword&gt;&lt;keyword&gt;DNA/genetics/isolation &amp;amp; purification/metabolism&lt;/keyword&gt;&lt;keyword&gt;*Genome&lt;/keyword&gt;&lt;keyword&gt;Genomics/*methods&lt;/keyword&gt;&lt;keyword&gt;Macrophages/*metabolism&lt;/keyword&gt;&lt;keyword&gt;Mice&lt;/keyword&gt;&lt;keyword&gt;Retinoid X Receptors/*metabolism&lt;/keyword&gt;&lt;/keywords&gt;&lt;dates&gt;&lt;year&gt;2014&lt;/year&gt;&lt;/dates&gt;&lt;isbn&gt;1940-6029 (Electronic)&amp;#xD;1064-3745 (Linking)&lt;/isbn&gt;&lt;accession-num&gt;25182757&lt;/accession-num&gt;&lt;urls&gt;&lt;related-urls&gt;&lt;url&gt;https://www.ncbi.nlm.nih.gov/pubmed/25182757&lt;/url&gt;&lt;/related-urls&gt;&lt;/urls&gt;&lt;electronic-resource-num&gt;10.1007/978-1-4939-1346-6_2&lt;/electronic-resource-num&gt;&lt;/record&gt;&lt;/Cite&gt;&lt;/EndNote&gt;</w:instrText>
      </w:r>
      <w:r w:rsidRPr="00C30523">
        <w:rPr>
          <w:rFonts w:ascii="Calibri" w:hAnsi="Calibri" w:cs="Calibri"/>
          <w:sz w:val="22"/>
          <w:szCs w:val="22"/>
        </w:rPr>
        <w:fldChar w:fldCharType="separate"/>
      </w:r>
      <w:r w:rsidR="003B089D">
        <w:rPr>
          <w:rFonts w:ascii="Calibri" w:hAnsi="Calibri" w:cs="Calibri"/>
          <w:noProof/>
          <w:sz w:val="22"/>
          <w:szCs w:val="22"/>
        </w:rPr>
        <w:t>(38)</w:t>
      </w:r>
      <w:r w:rsidRPr="00C30523">
        <w:rPr>
          <w:rFonts w:ascii="Calibri" w:hAnsi="Calibri" w:cs="Calibri"/>
          <w:sz w:val="22"/>
          <w:szCs w:val="22"/>
        </w:rPr>
        <w:fldChar w:fldCharType="end"/>
      </w:r>
      <w:r>
        <w:rPr>
          <w:rFonts w:ascii="Calibri" w:hAnsi="Calibri" w:cs="Calibri"/>
          <w:sz w:val="22"/>
          <w:szCs w:val="22"/>
        </w:rPr>
        <w:t xml:space="preserve"> </w:t>
      </w:r>
      <w:r w:rsidRPr="00C30523">
        <w:rPr>
          <w:rFonts w:ascii="Calibri" w:hAnsi="Calibri" w:cs="Calibri"/>
          <w:sz w:val="22"/>
          <w:szCs w:val="22"/>
        </w:rPr>
        <w:t xml:space="preserve">with minor modifications. Briefly, </w:t>
      </w:r>
      <w:r>
        <w:rPr>
          <w:rFonts w:ascii="Calibri" w:hAnsi="Calibri" w:cs="Calibri"/>
          <w:sz w:val="22"/>
          <w:szCs w:val="22"/>
        </w:rPr>
        <w:t xml:space="preserve">sorted </w:t>
      </w:r>
      <w:r w:rsidRPr="00C30523">
        <w:rPr>
          <w:rFonts w:ascii="Calibri" w:hAnsi="Calibri" w:cs="Calibri"/>
          <w:sz w:val="22"/>
          <w:szCs w:val="22"/>
        </w:rPr>
        <w:t>cells were crosslinked with DSG (Sigma) for 30 minutes and then with formaldehyde (Sigma) for 10 minutes. After fixation</w:t>
      </w:r>
      <w:r>
        <w:rPr>
          <w:rFonts w:ascii="Calibri" w:hAnsi="Calibri" w:cs="Calibri"/>
          <w:sz w:val="22"/>
          <w:szCs w:val="22"/>
        </w:rPr>
        <w:t>, chromatin was</w:t>
      </w:r>
      <w:r w:rsidRPr="00C30523">
        <w:rPr>
          <w:rFonts w:ascii="Calibri" w:hAnsi="Calibri" w:cs="Calibri"/>
          <w:sz w:val="22"/>
          <w:szCs w:val="22"/>
        </w:rPr>
        <w:t xml:space="preserve"> sonicated with Diagenode Bioruptor to generate 200-1000 bp fragments. Chromatin was immunoprecipitated with </w:t>
      </w:r>
      <w:r>
        <w:rPr>
          <w:rFonts w:ascii="Calibri" w:hAnsi="Calibri" w:cs="Calibri"/>
          <w:sz w:val="22"/>
          <w:szCs w:val="22"/>
        </w:rPr>
        <w:t xml:space="preserve">an </w:t>
      </w:r>
      <w:r w:rsidRPr="00C30523">
        <w:rPr>
          <w:rFonts w:ascii="Calibri" w:hAnsi="Calibri" w:cs="Calibri"/>
          <w:sz w:val="22"/>
          <w:szCs w:val="22"/>
        </w:rPr>
        <w:t>antibod</w:t>
      </w:r>
      <w:r>
        <w:rPr>
          <w:rFonts w:ascii="Calibri" w:hAnsi="Calibri" w:cs="Calibri"/>
          <w:sz w:val="22"/>
          <w:szCs w:val="22"/>
        </w:rPr>
        <w:t>y</w:t>
      </w:r>
      <w:r w:rsidRPr="00C30523">
        <w:rPr>
          <w:rFonts w:ascii="Calibri" w:hAnsi="Calibri" w:cs="Calibri"/>
          <w:sz w:val="22"/>
          <w:szCs w:val="22"/>
        </w:rPr>
        <w:t xml:space="preserve"> against H3K27ac (ab4729). Chromatin antibody complexes were precipitated with Protein A</w:t>
      </w:r>
      <w:r>
        <w:rPr>
          <w:rFonts w:ascii="Calibri" w:hAnsi="Calibri" w:cs="Calibri"/>
          <w:sz w:val="22"/>
          <w:szCs w:val="22"/>
        </w:rPr>
        <w:t>-</w:t>
      </w:r>
      <w:r w:rsidRPr="00C30523">
        <w:rPr>
          <w:rFonts w:ascii="Calibri" w:hAnsi="Calibri" w:cs="Calibri"/>
          <w:sz w:val="22"/>
          <w:szCs w:val="22"/>
        </w:rPr>
        <w:t xml:space="preserve">coated paramagnetic beads (Life Technologies). After </w:t>
      </w:r>
      <w:r>
        <w:rPr>
          <w:rFonts w:ascii="Calibri" w:hAnsi="Calibri" w:cs="Calibri"/>
          <w:sz w:val="22"/>
          <w:szCs w:val="22"/>
        </w:rPr>
        <w:t>six</w:t>
      </w:r>
      <w:r w:rsidRPr="00C30523">
        <w:rPr>
          <w:rFonts w:ascii="Calibri" w:hAnsi="Calibri" w:cs="Calibri"/>
          <w:sz w:val="22"/>
          <w:szCs w:val="22"/>
        </w:rPr>
        <w:t xml:space="preserve"> washing steps</w:t>
      </w:r>
      <w:r>
        <w:rPr>
          <w:rFonts w:ascii="Calibri" w:hAnsi="Calibri" w:cs="Calibri"/>
          <w:sz w:val="22"/>
          <w:szCs w:val="22"/>
        </w:rPr>
        <w:t>,</w:t>
      </w:r>
      <w:r w:rsidRPr="00C30523">
        <w:rPr>
          <w:rFonts w:ascii="Calibri" w:hAnsi="Calibri" w:cs="Calibri"/>
          <w:sz w:val="22"/>
          <w:szCs w:val="22"/>
        </w:rPr>
        <w:t xml:space="preserve"> complexes were eluted and reverse crosslinked. DNA fragments were column purified (Qiagen, MinElute). The amount of immunoprecipitated DNA was quantified with Qubit fluorometer (Invitrogen). Libraries were </w:t>
      </w:r>
      <w:r w:rsidRPr="00C30523">
        <w:rPr>
          <w:rFonts w:ascii="Calibri" w:hAnsi="Calibri" w:cs="Calibri"/>
          <w:sz w:val="22"/>
          <w:szCs w:val="22"/>
        </w:rPr>
        <w:lastRenderedPageBreak/>
        <w:t>prepared by Ovation Ultralow Library Systems (Nugen) from two biological replicates according to the manufacturer’s instructions.</w:t>
      </w:r>
    </w:p>
    <w:p w14:paraId="10FD0ED8" w14:textId="77777777" w:rsidR="00C30523" w:rsidRDefault="00C30523" w:rsidP="00937311">
      <w:pPr>
        <w:spacing w:line="480" w:lineRule="auto"/>
        <w:jc w:val="both"/>
        <w:rPr>
          <w:rFonts w:ascii="Calibri" w:hAnsi="Calibri" w:cs="Calibri"/>
          <w:b/>
          <w:bCs/>
          <w:sz w:val="22"/>
          <w:szCs w:val="22"/>
        </w:rPr>
      </w:pPr>
    </w:p>
    <w:p w14:paraId="2747565F" w14:textId="23C45D3C" w:rsidR="00937311" w:rsidRPr="00E3625F" w:rsidRDefault="00937311" w:rsidP="00937311">
      <w:pPr>
        <w:spacing w:line="480" w:lineRule="auto"/>
        <w:jc w:val="both"/>
        <w:rPr>
          <w:rFonts w:ascii="Calibri" w:hAnsi="Calibri" w:cs="Calibri"/>
          <w:b/>
          <w:bCs/>
          <w:sz w:val="22"/>
          <w:szCs w:val="22"/>
        </w:rPr>
      </w:pPr>
      <w:r w:rsidRPr="00E3625F">
        <w:rPr>
          <w:rFonts w:ascii="Calibri" w:hAnsi="Calibri" w:cs="Calibri"/>
          <w:b/>
          <w:bCs/>
          <w:sz w:val="22"/>
          <w:szCs w:val="22"/>
        </w:rPr>
        <w:t>ChIP-seq analysis</w:t>
      </w:r>
    </w:p>
    <w:p w14:paraId="76C94E0E" w14:textId="1153DC87" w:rsidR="00937311" w:rsidRDefault="00937311" w:rsidP="00937311">
      <w:pPr>
        <w:spacing w:line="480" w:lineRule="auto"/>
        <w:ind w:firstLine="720"/>
        <w:jc w:val="both"/>
        <w:rPr>
          <w:rFonts w:ascii="Calibri" w:hAnsi="Calibri" w:cs="Calibri"/>
          <w:bCs/>
          <w:sz w:val="22"/>
          <w:szCs w:val="22"/>
        </w:rPr>
      </w:pPr>
      <w:r w:rsidRPr="005B7F08">
        <w:rPr>
          <w:rFonts w:ascii="Calibri" w:hAnsi="Calibri" w:cs="Calibri"/>
          <w:bCs/>
          <w:sz w:val="22"/>
          <w:szCs w:val="22"/>
        </w:rPr>
        <w:t xml:space="preserve">The collection of </w:t>
      </w:r>
      <w:proofErr w:type="gramStart"/>
      <w:r w:rsidR="003D23C4">
        <w:rPr>
          <w:rFonts w:ascii="Calibri" w:hAnsi="Calibri" w:cs="Calibri"/>
          <w:bCs/>
          <w:sz w:val="22"/>
          <w:szCs w:val="22"/>
        </w:rPr>
        <w:t>TF</w:t>
      </w:r>
      <w:proofErr w:type="gramEnd"/>
      <w:r w:rsidRPr="005B7F08">
        <w:rPr>
          <w:rFonts w:ascii="Calibri" w:hAnsi="Calibri" w:cs="Calibri"/>
          <w:bCs/>
          <w:sz w:val="22"/>
          <w:szCs w:val="22"/>
        </w:rPr>
        <w:t xml:space="preserve"> ChIP-seq data and the primary analysis of raw sequence reads were carried out as described earlier </w:t>
      </w:r>
      <w:r w:rsidR="007370D3">
        <w:rPr>
          <w:rFonts w:ascii="Calibri" w:hAnsi="Calibri" w:cs="Calibri"/>
          <w:bCs/>
          <w:sz w:val="22"/>
          <w:szCs w:val="22"/>
        </w:rPr>
        <w:fldChar w:fldCharType="begin">
          <w:fldData xml:space="preserve">PEVuZE5vdGU+PENpdGU+PEF1dGhvcj5OYWd5PC9BdXRob3I+PFllYXI+MjAyNDwvWWVhcj48UmVj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</w:fldData>
        </w:fldChar>
      </w:r>
      <w:r w:rsidR="003B089D">
        <w:rPr>
          <w:rFonts w:ascii="Calibri" w:hAnsi="Calibri" w:cs="Calibri"/>
          <w:bCs/>
          <w:sz w:val="22"/>
          <w:szCs w:val="22"/>
        </w:rPr>
        <w:instrText xml:space="preserve"> ADDIN EN.CITE </w:instrText>
      </w:r>
      <w:r w:rsidR="003B089D">
        <w:rPr>
          <w:rFonts w:ascii="Calibri" w:hAnsi="Calibri" w:cs="Calibri"/>
          <w:bCs/>
          <w:sz w:val="22"/>
          <w:szCs w:val="22"/>
        </w:rPr>
        <w:fldChar w:fldCharType="begin">
          <w:fldData xml:space="preserve">PEVuZE5vdGU+PENpdGU+PEF1dGhvcj5OYWd5PC9BdXRob3I+PFllYXI+MjAyNDwvWWVhcj48UmVj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</w:fldData>
        </w:fldChar>
      </w:r>
      <w:r w:rsidR="003B089D">
        <w:rPr>
          <w:rFonts w:ascii="Calibri" w:hAnsi="Calibri" w:cs="Calibri"/>
          <w:bCs/>
          <w:sz w:val="22"/>
          <w:szCs w:val="22"/>
        </w:rPr>
        <w:instrText xml:space="preserve"> ADDIN EN.CITE.DATA </w:instrText>
      </w:r>
      <w:r w:rsidR="003B089D">
        <w:rPr>
          <w:rFonts w:ascii="Calibri" w:hAnsi="Calibri" w:cs="Calibri"/>
          <w:bCs/>
          <w:sz w:val="22"/>
          <w:szCs w:val="22"/>
        </w:rPr>
      </w:r>
      <w:r w:rsidR="003B089D">
        <w:rPr>
          <w:rFonts w:ascii="Calibri" w:hAnsi="Calibri" w:cs="Calibri"/>
          <w:bCs/>
          <w:sz w:val="22"/>
          <w:szCs w:val="22"/>
        </w:rPr>
        <w:fldChar w:fldCharType="end"/>
      </w:r>
      <w:r w:rsidR="007370D3">
        <w:rPr>
          <w:rFonts w:ascii="Calibri" w:hAnsi="Calibri" w:cs="Calibri"/>
          <w:bCs/>
          <w:sz w:val="22"/>
          <w:szCs w:val="22"/>
        </w:rPr>
        <w:fldChar w:fldCharType="separate"/>
      </w:r>
      <w:r w:rsidR="003B089D">
        <w:rPr>
          <w:rFonts w:ascii="Calibri" w:hAnsi="Calibri" w:cs="Calibri"/>
          <w:bCs/>
          <w:noProof/>
          <w:sz w:val="22"/>
          <w:szCs w:val="22"/>
        </w:rPr>
        <w:t>(39, 40)</w:t>
      </w:r>
      <w:r w:rsidR="007370D3">
        <w:rPr>
          <w:rFonts w:ascii="Calibri" w:hAnsi="Calibri" w:cs="Calibri"/>
          <w:bCs/>
          <w:sz w:val="22"/>
          <w:szCs w:val="22"/>
        </w:rPr>
        <w:fldChar w:fldCharType="end"/>
      </w:r>
      <w:r w:rsidRPr="005B7F08">
        <w:rPr>
          <w:rFonts w:ascii="Calibri" w:hAnsi="Calibri" w:cs="Calibri"/>
          <w:bCs/>
          <w:sz w:val="22"/>
          <w:szCs w:val="22"/>
        </w:rPr>
        <w:t xml:space="preserve">. In more detail, raw data were selected and downloaded from the SRA database of NCBI. Alignment to the </w:t>
      </w:r>
      <w:r w:rsidRPr="005B7F08">
        <w:rPr>
          <w:rFonts w:ascii="Calibri" w:hAnsi="Calibri" w:cs="Calibri"/>
          <w:bCs/>
          <w:i/>
          <w:iCs/>
          <w:sz w:val="22"/>
          <w:szCs w:val="22"/>
        </w:rPr>
        <w:t>mm10</w:t>
      </w:r>
      <w:r w:rsidRPr="005B7F08">
        <w:rPr>
          <w:rFonts w:ascii="Calibri" w:hAnsi="Calibri" w:cs="Calibri"/>
          <w:bCs/>
          <w:sz w:val="22"/>
          <w:szCs w:val="22"/>
        </w:rPr>
        <w:t xml:space="preserve"> mouse reference genome assembly was performed by the </w:t>
      </w:r>
      <w:r w:rsidRPr="005B7F08">
        <w:rPr>
          <w:rFonts w:ascii="Calibri" w:hAnsi="Calibri" w:cs="Calibri"/>
          <w:bCs/>
          <w:i/>
          <w:iCs/>
          <w:sz w:val="22"/>
          <w:szCs w:val="22"/>
        </w:rPr>
        <w:t>BWA</w:t>
      </w:r>
      <w:r w:rsidRPr="005B7F08">
        <w:rPr>
          <w:rFonts w:ascii="Calibri" w:hAnsi="Calibri" w:cs="Calibri"/>
          <w:bCs/>
          <w:sz w:val="22"/>
          <w:szCs w:val="22"/>
        </w:rPr>
        <w:t xml:space="preserve"> v0.7.17 tool </w:t>
      </w:r>
      <w:r w:rsidR="006A408A" w:rsidRPr="00324709">
        <w:rPr>
          <w:rFonts w:ascii="Calibri" w:hAnsi="Calibri" w:cs="Calibri"/>
          <w:bCs/>
          <w:sz w:val="22"/>
          <w:szCs w:val="22"/>
        </w:rPr>
        <w:fldChar w:fldCharType="begin"/>
      </w:r>
      <w:r w:rsidR="003B089D">
        <w:rPr>
          <w:rFonts w:ascii="Calibri" w:hAnsi="Calibri" w:cs="Calibri"/>
          <w:bCs/>
          <w:sz w:val="22"/>
          <w:szCs w:val="22"/>
        </w:rPr>
        <w:instrText xml:space="preserve"> ADDIN EN.CITE &lt;EndNote&gt;&lt;Cite&gt;&lt;Author&gt;Li&lt;/Author&gt;&lt;Year&gt;2009&lt;/Year&gt;&lt;RecNum&gt;636&lt;/RecNum&gt;&lt;DisplayText&gt;(41)&lt;/DisplayText&gt;&lt;record&gt;&lt;rec-number&gt;636&lt;/rec-number&gt;&lt;foreign-keys&gt;&lt;key app="EN" db-id="peaze5ps2xpr2oefr95ppedzasefp0edt9t9" timestamp="1717099006"&gt;636&lt;/key&gt;&lt;/foreign-keys&gt;&lt;ref-type name="Journal Article"&gt;17&lt;/ref-type&gt;&lt;contributors&gt;&lt;authors&gt;&lt;author&gt;Li, H.&lt;/author&gt;&lt;author&gt;Durbin, R.&lt;/author&gt;&lt;/authors&gt;&lt;/contributors&gt;&lt;auth-address&gt;Wellcome Trust Sanger Institute, Wellcome Trust Genome Campus, Cambridge, CB10 1SA, UK.&lt;/auth-address&gt;&lt;titles&gt;&lt;title&gt;Fast and accurate short read alignment with Burrows-Wheeler transform&lt;/title&gt;&lt;secondary-title&gt;Bioinformatics&lt;/secondary-title&gt;&lt;/titles&gt;&lt;periodical&gt;&lt;full-title&gt;Bioinformatics&lt;/full-title&gt;&lt;/periodical&gt;&lt;pages&gt;1754-60&lt;/pages&gt;&lt;volume&gt;25&lt;/volume&gt;&lt;number&gt;14&lt;/number&gt;&lt;keywords&gt;&lt;keyword&gt;*Algorithms&lt;/keyword&gt;&lt;keyword&gt;Genomics/*methods&lt;/keyword&gt;&lt;keyword&gt;Sequence Alignment/*methods&lt;/keyword&gt;&lt;keyword&gt;Sequence Analysis, DNA/methods&lt;/keyword&gt;&lt;keyword&gt;*Software&lt;/keyword&gt;&lt;/keywords&gt;&lt;dates&gt;&lt;year&gt;2009&lt;/year&gt;&lt;pub-dates&gt;&lt;date&gt;Jul 15&lt;/date&gt;&lt;/pub-dates&gt;&lt;/dates&gt;&lt;isbn&gt;1367-4811 (Electronic)&amp;#xD;1367-4803 (Linking)&lt;/isbn&gt;&lt;accession-num&gt;19451168&lt;/accession-num&gt;&lt;urls&gt;&lt;related-urls&gt;&lt;url&gt;https://www.ncbi.nlm.nih.gov/pubmed/19451168&lt;/url&gt;&lt;/related-urls&gt;&lt;/urls&gt;&lt;custom2&gt;PMC2705234&lt;/custom2&gt;&lt;electronic-resource-num&gt;10.1093/bioinformatics/btp324&lt;/electronic-resource-num&gt;&lt;/record&gt;&lt;/Cite&gt;&lt;/EndNote&gt;</w:instrText>
      </w:r>
      <w:r w:rsidR="006A408A" w:rsidRPr="00324709">
        <w:rPr>
          <w:rFonts w:ascii="Calibri" w:hAnsi="Calibri" w:cs="Calibri"/>
          <w:bCs/>
          <w:sz w:val="22"/>
          <w:szCs w:val="22"/>
        </w:rPr>
        <w:fldChar w:fldCharType="separate"/>
      </w:r>
      <w:r w:rsidR="003B089D">
        <w:rPr>
          <w:rFonts w:ascii="Calibri" w:hAnsi="Calibri" w:cs="Calibri"/>
          <w:bCs/>
          <w:noProof/>
          <w:sz w:val="22"/>
          <w:szCs w:val="22"/>
        </w:rPr>
        <w:t>(41)</w:t>
      </w:r>
      <w:r w:rsidR="006A408A" w:rsidRPr="00324709">
        <w:rPr>
          <w:rFonts w:ascii="Calibri" w:hAnsi="Calibri" w:cs="Calibri"/>
          <w:bCs/>
          <w:sz w:val="22"/>
          <w:szCs w:val="22"/>
        </w:rPr>
        <w:fldChar w:fldCharType="end"/>
      </w:r>
      <w:r w:rsidRPr="005B7F08">
        <w:rPr>
          <w:rFonts w:ascii="Calibri" w:hAnsi="Calibri" w:cs="Calibri"/>
          <w:bCs/>
          <w:sz w:val="22"/>
          <w:szCs w:val="22"/>
        </w:rPr>
        <w:t xml:space="preserve">. BAM files were created by </w:t>
      </w:r>
      <w:r w:rsidRPr="005B7F08">
        <w:rPr>
          <w:rFonts w:ascii="Calibri" w:hAnsi="Calibri" w:cs="Calibri"/>
          <w:bCs/>
          <w:i/>
          <w:iCs/>
          <w:sz w:val="22"/>
          <w:szCs w:val="22"/>
        </w:rPr>
        <w:t>SAMtools</w:t>
      </w:r>
      <w:r w:rsidRPr="005B7F08">
        <w:rPr>
          <w:rFonts w:ascii="Calibri" w:hAnsi="Calibri" w:cs="Calibri"/>
          <w:bCs/>
          <w:sz w:val="22"/>
          <w:szCs w:val="22"/>
        </w:rPr>
        <w:t xml:space="preserve"> v1.7 </w:t>
      </w:r>
      <w:r w:rsidR="006A408A" w:rsidRPr="00324709">
        <w:rPr>
          <w:rFonts w:ascii="Calibri" w:hAnsi="Calibri" w:cs="Calibri"/>
          <w:bCs/>
          <w:sz w:val="22"/>
          <w:szCs w:val="22"/>
        </w:rPr>
        <w:fldChar w:fldCharType="begin"/>
      </w:r>
      <w:r w:rsidR="003B089D">
        <w:rPr>
          <w:rFonts w:ascii="Calibri" w:hAnsi="Calibri" w:cs="Calibri"/>
          <w:bCs/>
          <w:sz w:val="22"/>
          <w:szCs w:val="22"/>
        </w:rPr>
        <w:instrText xml:space="preserve"> ADDIN EN.CITE &lt;EndNote&gt;&lt;Cite&gt;&lt;Author&gt;Li&lt;/Author&gt;&lt;Year&gt;2009&lt;/Year&gt;&lt;RecNum&gt;637&lt;/RecNum&gt;&lt;DisplayText&gt;(42)&lt;/DisplayText&gt;&lt;record&gt;&lt;rec-number&gt;637&lt;/rec-number&gt;&lt;foreign-keys&gt;&lt;key app="EN" db-id="peaze5ps2xpr2oefr95ppedzasefp0edt9t9" timestamp="1717099006"&gt;637&lt;/key&gt;&lt;/foreign-keys&gt;&lt;ref-type name="Journal Article"&gt;17&lt;/ref-type&gt;&lt;contributors&gt;&lt;authors&gt;&lt;author&gt;Li, H.&lt;/author&gt;&lt;author&gt;Handsaker, B.&lt;/author&gt;&lt;author&gt;Wysoker, A.&lt;/author&gt;&lt;author&gt;Fennell, T.&lt;/author&gt;&lt;author&gt;Ruan, J.&lt;/author&gt;&lt;author&gt;Homer, N.&lt;/author&gt;&lt;author&gt;Marth, G.&lt;/author&gt;&lt;author&gt;Abecasis, G.&lt;/author&gt;&lt;author&gt;Durbin, R.&lt;/author&gt;&lt;author&gt;Genome Project Data Processing, Subgroup&lt;/author&gt;&lt;/authors&gt;&lt;/contributors&gt;&lt;auth-address&gt;Wellcome Trust Sanger Institute, Wellcome Trust Genome Campus, Cambridge, CB10 1SA, UK, Broad Institute of MIT and Harvard, Cambridge, MA 02141, USA.&lt;/auth-address&gt;&lt;titles&gt;&lt;title&gt;The Sequence Alignment/Map format and SAMtools&lt;/title&gt;&lt;secondary-title&gt;Bioinformatics&lt;/secondary-title&gt;&lt;/titles&gt;&lt;periodical&gt;&lt;full-title&gt;Bioinformatics&lt;/full-title&gt;&lt;/periodical&gt;&lt;pages&gt;2078-9&lt;/pages&gt;&lt;volume&gt;25&lt;/volume&gt;&lt;number&gt;16&lt;/number&gt;&lt;keywords&gt;&lt;keyword&gt;Algorithms&lt;/keyword&gt;&lt;keyword&gt;Base Sequence&lt;/keyword&gt;&lt;keyword&gt;Computational Biology/*methods&lt;/keyword&gt;&lt;keyword&gt;Genome&lt;/keyword&gt;&lt;keyword&gt;Genomics&lt;/keyword&gt;&lt;keyword&gt;Molecular Sequence Data&lt;/keyword&gt;&lt;keyword&gt;Sequence Alignment/*methods&lt;/keyword&gt;&lt;keyword&gt;Sequence Analysis, DNA/*methods&lt;/keyword&gt;&lt;keyword&gt;*Software&lt;/keyword&gt;&lt;/keywords&gt;&lt;dates&gt;&lt;year&gt;2009&lt;/year&gt;&lt;pub-dates&gt;&lt;date&gt;Aug 15&lt;/date&gt;&lt;/pub-dates&gt;&lt;/dates&gt;&lt;isbn&gt;1367-4811 (Electronic)&amp;#xD;1367-4803 (Linking)&lt;/isbn&gt;&lt;accession-num&gt;19505943&lt;/accession-num&gt;&lt;urls&gt;&lt;related-urls&gt;&lt;url&gt;https://www.ncbi.nlm.nih.gov/pubmed/19505943&lt;/url&gt;&lt;/related-urls&gt;&lt;/urls&gt;&lt;custom2&gt;PMC2723002&lt;/custom2&gt;&lt;electronic-resource-num&gt;10.1093/bioinformatics/btp352&lt;/electronic-resource-num&gt;&lt;/record&gt;&lt;/Cite&gt;&lt;/EndNote&gt;</w:instrText>
      </w:r>
      <w:r w:rsidR="006A408A" w:rsidRPr="00324709">
        <w:rPr>
          <w:rFonts w:ascii="Calibri" w:hAnsi="Calibri" w:cs="Calibri"/>
          <w:bCs/>
          <w:sz w:val="22"/>
          <w:szCs w:val="22"/>
        </w:rPr>
        <w:fldChar w:fldCharType="separate"/>
      </w:r>
      <w:r w:rsidR="003B089D">
        <w:rPr>
          <w:rFonts w:ascii="Calibri" w:hAnsi="Calibri" w:cs="Calibri"/>
          <w:bCs/>
          <w:noProof/>
          <w:sz w:val="22"/>
          <w:szCs w:val="22"/>
        </w:rPr>
        <w:t>(42)</w:t>
      </w:r>
      <w:r w:rsidR="006A408A" w:rsidRPr="00324709">
        <w:rPr>
          <w:rFonts w:ascii="Calibri" w:hAnsi="Calibri" w:cs="Calibri"/>
          <w:bCs/>
          <w:sz w:val="22"/>
          <w:szCs w:val="22"/>
        </w:rPr>
        <w:fldChar w:fldCharType="end"/>
      </w:r>
      <w:r w:rsidRPr="005B7F08">
        <w:rPr>
          <w:rFonts w:ascii="Calibri" w:hAnsi="Calibri" w:cs="Calibri"/>
          <w:bCs/>
          <w:sz w:val="22"/>
          <w:szCs w:val="22"/>
        </w:rPr>
        <w:t xml:space="preserve">. Genome coverage (bedgraph) files were generated by </w:t>
      </w:r>
      <w:r w:rsidRPr="005B7F08">
        <w:rPr>
          <w:rFonts w:ascii="Calibri" w:hAnsi="Calibri" w:cs="Calibri"/>
          <w:bCs/>
          <w:i/>
          <w:iCs/>
          <w:sz w:val="22"/>
          <w:szCs w:val="22"/>
        </w:rPr>
        <w:t>makeUCSCfile.pl</w:t>
      </w:r>
      <w:r w:rsidRPr="005B7F08">
        <w:rPr>
          <w:rFonts w:ascii="Calibri" w:hAnsi="Calibri" w:cs="Calibri"/>
          <w:bCs/>
          <w:sz w:val="22"/>
          <w:szCs w:val="22"/>
        </w:rPr>
        <w:t xml:space="preserve"> (HOMER v4.9.1) </w:t>
      </w:r>
      <w:r w:rsidR="006A408A" w:rsidRPr="00324709">
        <w:rPr>
          <w:rFonts w:ascii="Calibri" w:hAnsi="Calibri" w:cs="Calibri"/>
          <w:bCs/>
          <w:sz w:val="22"/>
          <w:szCs w:val="22"/>
        </w:rPr>
        <w:fldChar w:fldCharType="begin">
          <w:fldData xml:space="preserve">PEVuZE5vdGU+PENpdGU+PEF1dGhvcj5IZWluejwvQXV0aG9yPjxZZWFyPjIwMTA8L1llYXI+PFJl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=
</w:fldData>
        </w:fldChar>
      </w:r>
      <w:r w:rsidR="003B089D">
        <w:rPr>
          <w:rFonts w:ascii="Calibri" w:hAnsi="Calibri" w:cs="Calibri"/>
          <w:bCs/>
          <w:sz w:val="22"/>
          <w:szCs w:val="22"/>
        </w:rPr>
        <w:instrText xml:space="preserve"> ADDIN EN.CITE </w:instrText>
      </w:r>
      <w:r w:rsidR="003B089D">
        <w:rPr>
          <w:rFonts w:ascii="Calibri" w:hAnsi="Calibri" w:cs="Calibri"/>
          <w:bCs/>
          <w:sz w:val="22"/>
          <w:szCs w:val="22"/>
        </w:rPr>
        <w:fldChar w:fldCharType="begin">
          <w:fldData xml:space="preserve">PEVuZE5vdGU+PENpdGU+PEF1dGhvcj5IZWluejwvQXV0aG9yPjxZZWFyPjIwMTA8L1llYXI+PFJl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=
</w:fldData>
        </w:fldChar>
      </w:r>
      <w:r w:rsidR="003B089D">
        <w:rPr>
          <w:rFonts w:ascii="Calibri" w:hAnsi="Calibri" w:cs="Calibri"/>
          <w:bCs/>
          <w:sz w:val="22"/>
          <w:szCs w:val="22"/>
        </w:rPr>
        <w:instrText xml:space="preserve"> ADDIN EN.CITE.DATA </w:instrText>
      </w:r>
      <w:r w:rsidR="003B089D">
        <w:rPr>
          <w:rFonts w:ascii="Calibri" w:hAnsi="Calibri" w:cs="Calibri"/>
          <w:bCs/>
          <w:sz w:val="22"/>
          <w:szCs w:val="22"/>
        </w:rPr>
      </w:r>
      <w:r w:rsidR="003B089D">
        <w:rPr>
          <w:rFonts w:ascii="Calibri" w:hAnsi="Calibri" w:cs="Calibri"/>
          <w:bCs/>
          <w:sz w:val="22"/>
          <w:szCs w:val="22"/>
        </w:rPr>
        <w:fldChar w:fldCharType="end"/>
      </w:r>
      <w:r w:rsidR="006A408A" w:rsidRPr="00324709">
        <w:rPr>
          <w:rFonts w:ascii="Calibri" w:hAnsi="Calibri" w:cs="Calibri"/>
          <w:bCs/>
          <w:sz w:val="22"/>
          <w:szCs w:val="22"/>
        </w:rPr>
        <w:fldChar w:fldCharType="separate"/>
      </w:r>
      <w:r w:rsidR="003B089D">
        <w:rPr>
          <w:rFonts w:ascii="Calibri" w:hAnsi="Calibri" w:cs="Calibri"/>
          <w:bCs/>
          <w:noProof/>
          <w:sz w:val="22"/>
          <w:szCs w:val="22"/>
        </w:rPr>
        <w:t>(43)</w:t>
      </w:r>
      <w:r w:rsidR="006A408A" w:rsidRPr="00324709">
        <w:rPr>
          <w:rFonts w:ascii="Calibri" w:hAnsi="Calibri" w:cs="Calibri"/>
          <w:bCs/>
          <w:sz w:val="22"/>
          <w:szCs w:val="22"/>
        </w:rPr>
        <w:fldChar w:fldCharType="end"/>
      </w:r>
      <w:r w:rsidR="006A408A" w:rsidRPr="005B7F08">
        <w:rPr>
          <w:rFonts w:ascii="Calibri" w:hAnsi="Calibri" w:cs="Calibri"/>
          <w:bCs/>
          <w:sz w:val="22"/>
          <w:szCs w:val="22"/>
        </w:rPr>
        <w:t xml:space="preserve"> </w:t>
      </w:r>
      <w:r w:rsidRPr="005B7F08">
        <w:rPr>
          <w:rFonts w:ascii="Calibri" w:hAnsi="Calibri" w:cs="Calibri"/>
          <w:bCs/>
          <w:sz w:val="22"/>
          <w:szCs w:val="22"/>
        </w:rPr>
        <w:t xml:space="preserve">and visualized by Integrative Genomics Viewer (IGV v2.16.1) </w:t>
      </w:r>
      <w:r w:rsidR="006A408A" w:rsidRPr="00324709">
        <w:rPr>
          <w:rFonts w:ascii="Calibri" w:hAnsi="Calibri" w:cs="Calibri"/>
          <w:bCs/>
          <w:sz w:val="22"/>
          <w:szCs w:val="22"/>
        </w:rPr>
        <w:fldChar w:fldCharType="begin"/>
      </w:r>
      <w:r w:rsidR="003B089D">
        <w:rPr>
          <w:rFonts w:ascii="Calibri" w:hAnsi="Calibri" w:cs="Calibri"/>
          <w:bCs/>
          <w:sz w:val="22"/>
          <w:szCs w:val="22"/>
        </w:rPr>
        <w:instrText xml:space="preserve"> ADDIN EN.CITE &lt;EndNote&gt;&lt;Cite&gt;&lt;Author&gt;Thorvaldsdottir&lt;/Author&gt;&lt;Year&gt;2013&lt;/Year&gt;&lt;RecNum&gt;639&lt;/RecNum&gt;&lt;DisplayText&gt;(44)&lt;/DisplayText&gt;&lt;record&gt;&lt;rec-number&gt;639&lt;/rec-number&gt;&lt;foreign-keys&gt;&lt;key app="EN" db-id="peaze5ps2xpr2oefr95ppedzasefp0edt9t9" timestamp="1717099006"&gt;639&lt;/key&gt;&lt;/foreign-keys&gt;&lt;ref-type name="Journal Article"&gt;17&lt;/ref-type&gt;&lt;contributors&gt;&lt;authors&gt;&lt;author&gt;Thorvaldsdottir, H.&lt;/author&gt;&lt;author&gt;Robinson, J. T.&lt;/author&gt;&lt;author&gt;Mesirov, J. P.&lt;/author&gt;&lt;/authors&gt;&lt;/contributors&gt;&lt;auth-address&gt;Broad Institute, 7 Cambridge Center 301B-5057, Cambridge, MA 02142, USA.&lt;/auth-address&gt;&lt;titles&gt;&lt;title&gt;Integrative Genomics Viewer (IGV): high-performance genomics data visualization and exploration&lt;/title&gt;&lt;secondary-title&gt;Brief Bioinform&lt;/secondary-title&gt;&lt;/titles&gt;&lt;periodical&gt;&lt;full-title&gt;Brief Bioinform&lt;/full-title&gt;&lt;/periodical&gt;&lt;pages&gt;178-92&lt;/pages&gt;&lt;volume&gt;14&lt;/volume&gt;&lt;number&gt;2&lt;/number&gt;&lt;keywords&gt;&lt;keyword&gt;Computational Biology&lt;/keyword&gt;&lt;keyword&gt;Computer Graphics&lt;/keyword&gt;&lt;keyword&gt;Data Display&lt;/keyword&gt;&lt;keyword&gt;Data Mining&lt;/keyword&gt;&lt;keyword&gt;Databases, Genetic/*statistics &amp;amp; numerical data&lt;/keyword&gt;&lt;keyword&gt;Genomics/*statistics &amp;amp; numerical data&lt;/keyword&gt;&lt;keyword&gt;High-Throughput Nucleotide Sequencing/statistics &amp;amp; numerical data&lt;/keyword&gt;&lt;keyword&gt;Humans&lt;/keyword&gt;&lt;keyword&gt;Information Storage and Retrieval&lt;/keyword&gt;&lt;keyword&gt;Sequence Alignment/statistics &amp;amp; numerical data&lt;/keyword&gt;&lt;keyword&gt;Software&lt;/keyword&gt;&lt;keyword&gt;User-Computer Interface&lt;/keyword&gt;&lt;/keywords&gt;&lt;dates&gt;&lt;year&gt;2013&lt;/year&gt;&lt;pub-dates&gt;&lt;date&gt;Mar&lt;/date&gt;&lt;/pub-dates&gt;&lt;/dates&gt;&lt;isbn&gt;1477-4054 (Electronic)&amp;#xD;1467-5463 (Linking)&lt;/isbn&gt;&lt;accession-num&gt;22517427&lt;/accession-num&gt;&lt;urls&gt;&lt;related-urls&gt;&lt;url&gt;https://www.ncbi.nlm.nih.gov/pubmed/22517427&lt;/url&gt;&lt;/related-urls&gt;&lt;/urls&gt;&lt;custom2&gt;PMC3603213&lt;/custom2&gt;&lt;electronic-resource-num&gt;10.1093/bib/bbs017&lt;/electronic-resource-num&gt;&lt;/record&gt;&lt;/Cite&gt;&lt;/EndNote&gt;</w:instrText>
      </w:r>
      <w:r w:rsidR="006A408A" w:rsidRPr="00324709">
        <w:rPr>
          <w:rFonts w:ascii="Calibri" w:hAnsi="Calibri" w:cs="Calibri"/>
          <w:bCs/>
          <w:sz w:val="22"/>
          <w:szCs w:val="22"/>
        </w:rPr>
        <w:fldChar w:fldCharType="separate"/>
      </w:r>
      <w:r w:rsidR="003B089D">
        <w:rPr>
          <w:rFonts w:ascii="Calibri" w:hAnsi="Calibri" w:cs="Calibri"/>
          <w:bCs/>
          <w:noProof/>
          <w:sz w:val="22"/>
          <w:szCs w:val="22"/>
        </w:rPr>
        <w:t>(44)</w:t>
      </w:r>
      <w:r w:rsidR="006A408A" w:rsidRPr="00324709">
        <w:rPr>
          <w:rFonts w:ascii="Calibri" w:hAnsi="Calibri" w:cs="Calibri"/>
          <w:bCs/>
          <w:sz w:val="22"/>
          <w:szCs w:val="22"/>
        </w:rPr>
        <w:fldChar w:fldCharType="end"/>
      </w:r>
      <w:r w:rsidR="006A408A" w:rsidRPr="00324709">
        <w:rPr>
          <w:rFonts w:ascii="Calibri" w:hAnsi="Calibri" w:cs="Calibri"/>
          <w:bCs/>
          <w:sz w:val="22"/>
          <w:szCs w:val="22"/>
        </w:rPr>
        <w:t>.</w:t>
      </w:r>
    </w:p>
    <w:p w14:paraId="5D59CAEF" w14:textId="77777777" w:rsidR="00324709" w:rsidRDefault="00324709" w:rsidP="009D41CE">
      <w:pPr>
        <w:pStyle w:val="EndNoteBibliographyTitle"/>
        <w:spacing w:line="480" w:lineRule="auto"/>
        <w:ind w:firstLine="720"/>
        <w:jc w:val="both"/>
        <w:rPr>
          <w:szCs w:val="22"/>
        </w:rPr>
      </w:pPr>
    </w:p>
    <w:p w14:paraId="742AED42" w14:textId="2E7FB46B" w:rsidR="00324709" w:rsidRPr="00324709" w:rsidRDefault="00324709" w:rsidP="00324709">
      <w:pPr>
        <w:spacing w:line="480" w:lineRule="auto"/>
        <w:jc w:val="both"/>
        <w:rPr>
          <w:rFonts w:ascii="Calibri" w:hAnsi="Calibri" w:cs="Calibri"/>
          <w:b/>
          <w:bCs/>
          <w:sz w:val="22"/>
          <w:szCs w:val="22"/>
        </w:rPr>
      </w:pPr>
      <w:r w:rsidRPr="00324709">
        <w:rPr>
          <w:rFonts w:ascii="Calibri" w:hAnsi="Calibri" w:cs="Calibri"/>
          <w:b/>
          <w:bCs/>
          <w:sz w:val="22"/>
          <w:szCs w:val="22"/>
        </w:rPr>
        <w:t>Assay for Transposase-Accessible Chromatin with high-throughput sequencing (ATAC-seq)</w:t>
      </w:r>
    </w:p>
    <w:p w14:paraId="2DDCF204" w14:textId="363E3AFE" w:rsidR="00324709" w:rsidRPr="00324709" w:rsidRDefault="00324709" w:rsidP="00324709">
      <w:pPr>
        <w:spacing w:line="480" w:lineRule="auto"/>
        <w:ind w:firstLine="720"/>
        <w:jc w:val="both"/>
        <w:rPr>
          <w:rFonts w:ascii="Calibri" w:hAnsi="Calibri" w:cs="Calibri"/>
          <w:bCs/>
          <w:sz w:val="22"/>
          <w:szCs w:val="22"/>
        </w:rPr>
      </w:pPr>
      <w:r w:rsidRPr="00324709">
        <w:rPr>
          <w:rFonts w:ascii="Calibri" w:hAnsi="Calibri" w:cs="Calibri"/>
          <w:bCs/>
          <w:sz w:val="22"/>
          <w:szCs w:val="22"/>
        </w:rPr>
        <w:t>ATAC-seq was carried out as described earlier with minor modification</w:t>
      </w:r>
      <w:r w:rsidR="005B7F08">
        <w:rPr>
          <w:rFonts w:ascii="Calibri" w:hAnsi="Calibri" w:cs="Calibri"/>
          <w:bCs/>
          <w:sz w:val="22"/>
          <w:szCs w:val="22"/>
        </w:rPr>
        <w:t>s</w:t>
      </w:r>
      <w:r w:rsidRPr="00324709">
        <w:rPr>
          <w:rFonts w:ascii="Calibri" w:hAnsi="Calibri" w:cs="Calibri"/>
          <w:bCs/>
          <w:sz w:val="22"/>
          <w:szCs w:val="22"/>
        </w:rPr>
        <w:t xml:space="preserve"> </w:t>
      </w:r>
      <w:r w:rsidRPr="00324709">
        <w:rPr>
          <w:rFonts w:ascii="Calibri" w:hAnsi="Calibri" w:cs="Calibri"/>
          <w:bCs/>
          <w:sz w:val="22"/>
          <w:szCs w:val="22"/>
        </w:rPr>
        <w:fldChar w:fldCharType="begin">
          <w:fldData xml:space="preserve">PEVuZE5vdGU+PENpdGU+PEF1dGhvcj5CdWVucm9zdHJvPC9BdXRob3I+PFllYXI+MjAxMzwvWWVh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</w:fldData>
        </w:fldChar>
      </w:r>
      <w:r w:rsidR="003B089D">
        <w:rPr>
          <w:rFonts w:ascii="Calibri" w:hAnsi="Calibri" w:cs="Calibri"/>
          <w:bCs/>
          <w:sz w:val="22"/>
          <w:szCs w:val="22"/>
        </w:rPr>
        <w:instrText xml:space="preserve"> ADDIN EN.CITE </w:instrText>
      </w:r>
      <w:r w:rsidR="003B089D">
        <w:rPr>
          <w:rFonts w:ascii="Calibri" w:hAnsi="Calibri" w:cs="Calibri"/>
          <w:bCs/>
          <w:sz w:val="22"/>
          <w:szCs w:val="22"/>
        </w:rPr>
        <w:fldChar w:fldCharType="begin">
          <w:fldData xml:space="preserve">PEVuZE5vdGU+PENpdGU+PEF1dGhvcj5CdWVucm9zdHJvPC9BdXRob3I+PFllYXI+MjAxMzwvWWVh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</w:fldData>
        </w:fldChar>
      </w:r>
      <w:r w:rsidR="003B089D">
        <w:rPr>
          <w:rFonts w:ascii="Calibri" w:hAnsi="Calibri" w:cs="Calibri"/>
          <w:bCs/>
          <w:sz w:val="22"/>
          <w:szCs w:val="22"/>
        </w:rPr>
        <w:instrText xml:space="preserve"> ADDIN EN.CITE.DATA </w:instrText>
      </w:r>
      <w:r w:rsidR="003B089D">
        <w:rPr>
          <w:rFonts w:ascii="Calibri" w:hAnsi="Calibri" w:cs="Calibri"/>
          <w:bCs/>
          <w:sz w:val="22"/>
          <w:szCs w:val="22"/>
        </w:rPr>
      </w:r>
      <w:r w:rsidR="003B089D">
        <w:rPr>
          <w:rFonts w:ascii="Calibri" w:hAnsi="Calibri" w:cs="Calibri"/>
          <w:bCs/>
          <w:sz w:val="22"/>
          <w:szCs w:val="22"/>
        </w:rPr>
        <w:fldChar w:fldCharType="end"/>
      </w:r>
      <w:r w:rsidRPr="00324709">
        <w:rPr>
          <w:rFonts w:ascii="Calibri" w:hAnsi="Calibri" w:cs="Calibri"/>
          <w:bCs/>
          <w:sz w:val="22"/>
          <w:szCs w:val="22"/>
        </w:rPr>
        <w:fldChar w:fldCharType="separate"/>
      </w:r>
      <w:r w:rsidR="003B089D">
        <w:rPr>
          <w:rFonts w:ascii="Calibri" w:hAnsi="Calibri" w:cs="Calibri"/>
          <w:bCs/>
          <w:noProof/>
          <w:sz w:val="22"/>
          <w:szCs w:val="22"/>
        </w:rPr>
        <w:t>(45)</w:t>
      </w:r>
      <w:r w:rsidRPr="00324709">
        <w:rPr>
          <w:rFonts w:ascii="Calibri" w:hAnsi="Calibri" w:cs="Calibri"/>
          <w:bCs/>
          <w:sz w:val="22"/>
          <w:szCs w:val="22"/>
        </w:rPr>
        <w:fldChar w:fldCharType="end"/>
      </w:r>
      <w:r w:rsidRPr="00324709">
        <w:rPr>
          <w:rFonts w:ascii="Calibri" w:hAnsi="Calibri" w:cs="Calibri"/>
          <w:bCs/>
          <w:sz w:val="22"/>
          <w:szCs w:val="22"/>
        </w:rPr>
        <w:t>. 20</w:t>
      </w:r>
      <w:r w:rsidR="00937311" w:rsidRPr="00937311">
        <w:rPr>
          <w:rFonts w:ascii="Calibri" w:hAnsi="Calibri" w:cs="Calibri"/>
          <w:bCs/>
          <w:sz w:val="22"/>
          <w:szCs w:val="22"/>
        </w:rPr>
        <w:t>,</w:t>
      </w:r>
      <w:r w:rsidRPr="00324709">
        <w:rPr>
          <w:rFonts w:ascii="Calibri" w:hAnsi="Calibri" w:cs="Calibri"/>
          <w:bCs/>
          <w:sz w:val="22"/>
          <w:szCs w:val="22"/>
        </w:rPr>
        <w:t xml:space="preserve">000 </w:t>
      </w:r>
      <w:r w:rsidR="00F10085">
        <w:rPr>
          <w:rFonts w:ascii="Calibri" w:hAnsi="Calibri" w:cs="Calibri"/>
          <w:bCs/>
          <w:sz w:val="22"/>
          <w:szCs w:val="22"/>
        </w:rPr>
        <w:t>Ly6C</w:t>
      </w:r>
      <w:r w:rsidR="00F10085" w:rsidRPr="00F10085">
        <w:rPr>
          <w:rFonts w:ascii="Calibri" w:hAnsi="Calibri" w:cs="Calibri"/>
          <w:bCs/>
          <w:sz w:val="22"/>
          <w:szCs w:val="22"/>
          <w:vertAlign w:val="superscript"/>
        </w:rPr>
        <w:t>high</w:t>
      </w:r>
      <w:r w:rsidR="00F10085">
        <w:rPr>
          <w:rFonts w:ascii="Calibri" w:hAnsi="Calibri" w:cs="Calibri"/>
          <w:bCs/>
          <w:sz w:val="22"/>
          <w:szCs w:val="22"/>
        </w:rPr>
        <w:t xml:space="preserve"> circulating </w:t>
      </w:r>
      <w:r w:rsidRPr="00324709">
        <w:rPr>
          <w:rFonts w:ascii="Calibri" w:hAnsi="Calibri" w:cs="Calibri"/>
          <w:bCs/>
          <w:sz w:val="22"/>
          <w:szCs w:val="22"/>
        </w:rPr>
        <w:t>cells</w:t>
      </w:r>
      <w:r w:rsidR="00937311" w:rsidRPr="00937311">
        <w:rPr>
          <w:rFonts w:ascii="Calibri" w:hAnsi="Calibri" w:cs="Calibri"/>
          <w:bCs/>
          <w:sz w:val="22"/>
          <w:szCs w:val="22"/>
        </w:rPr>
        <w:t xml:space="preserve"> </w:t>
      </w:r>
      <w:r w:rsidR="00F10085">
        <w:rPr>
          <w:rFonts w:ascii="Calibri" w:hAnsi="Calibri" w:cs="Calibri"/>
          <w:bCs/>
          <w:sz w:val="22"/>
          <w:szCs w:val="22"/>
        </w:rPr>
        <w:t xml:space="preserve">from C57BL/6J </w:t>
      </w:r>
      <w:r w:rsidRPr="00324709">
        <w:rPr>
          <w:rFonts w:ascii="Calibri" w:hAnsi="Calibri" w:cs="Calibri"/>
          <w:bCs/>
          <w:sz w:val="22"/>
          <w:szCs w:val="22"/>
        </w:rPr>
        <w:t>were sorted in ice-cold PBS. Nuclei were isolated with ATAC-Lysis Buffer (10mM Tris-HCl pH7.4, 10mM NaCl, 3mM MgCl</w:t>
      </w:r>
      <w:r w:rsidRPr="00324709">
        <w:rPr>
          <w:rFonts w:ascii="Calibri" w:hAnsi="Calibri" w:cs="Calibri"/>
          <w:bCs/>
          <w:sz w:val="22"/>
          <w:szCs w:val="22"/>
          <w:vertAlign w:val="subscript"/>
        </w:rPr>
        <w:t>2</w:t>
      </w:r>
      <w:r w:rsidRPr="00324709">
        <w:rPr>
          <w:rFonts w:ascii="Calibri" w:hAnsi="Calibri" w:cs="Calibri"/>
          <w:bCs/>
          <w:sz w:val="22"/>
          <w:szCs w:val="22"/>
        </w:rPr>
        <w:t>, 0.1% IGEPAL) and were used for tagmentation using Nextera DNA Library Preparation Kit (Illumina). After tagmentation DNA was purified with MinElute PCR Purification Kit (Qiagen). Tagmented DNA was amplified with Kapa Hifi Hot Start Kit (Kapa Biosystems) using 9 PCR cycles. Amplified libraries were purified again with MinElute PCR Purification Kit. Fragment distribution of libraries was assessed with Agilent Bioanalyzer and libraries were sequenced on a HiSeq 2500 platform.</w:t>
      </w:r>
    </w:p>
    <w:p w14:paraId="5693E965" w14:textId="77777777" w:rsidR="006A408A" w:rsidRDefault="006A408A" w:rsidP="006A408A">
      <w:pPr>
        <w:spacing w:line="480" w:lineRule="auto"/>
        <w:jc w:val="both"/>
        <w:rPr>
          <w:rFonts w:ascii="Calibri" w:hAnsi="Calibri" w:cs="Calibri"/>
          <w:b/>
          <w:bCs/>
          <w:sz w:val="22"/>
          <w:szCs w:val="22"/>
        </w:rPr>
      </w:pPr>
    </w:p>
    <w:p w14:paraId="11186CE3" w14:textId="1D440C2D" w:rsidR="006A408A" w:rsidRDefault="006A408A" w:rsidP="006A408A">
      <w:pPr>
        <w:spacing w:line="480" w:lineRule="auto"/>
        <w:jc w:val="both"/>
        <w:rPr>
          <w:rFonts w:ascii="Calibri" w:hAnsi="Calibri" w:cs="Calibri"/>
          <w:b/>
          <w:bCs/>
          <w:sz w:val="22"/>
          <w:szCs w:val="22"/>
        </w:rPr>
      </w:pPr>
      <w:r w:rsidRPr="006A408A">
        <w:rPr>
          <w:rFonts w:ascii="Calibri" w:hAnsi="Calibri" w:cs="Calibri"/>
          <w:b/>
          <w:bCs/>
          <w:sz w:val="22"/>
          <w:szCs w:val="22"/>
        </w:rPr>
        <w:t>Mapping and normalization of ATAC-seq</w:t>
      </w:r>
    </w:p>
    <w:p w14:paraId="0BE388AC" w14:textId="117D7B34" w:rsidR="00E3625F" w:rsidRDefault="00324709" w:rsidP="00324709">
      <w:pPr>
        <w:spacing w:line="480" w:lineRule="auto"/>
        <w:ind w:firstLine="720"/>
        <w:jc w:val="both"/>
        <w:rPr>
          <w:rFonts w:ascii="Calibri" w:hAnsi="Calibri" w:cs="Calibri"/>
          <w:bCs/>
          <w:sz w:val="22"/>
          <w:szCs w:val="22"/>
        </w:rPr>
      </w:pPr>
      <w:r w:rsidRPr="005B7F08">
        <w:rPr>
          <w:rFonts w:ascii="Calibri" w:hAnsi="Calibri" w:cs="Calibri"/>
          <w:bCs/>
          <w:sz w:val="22"/>
          <w:szCs w:val="22"/>
        </w:rPr>
        <w:t>Circulating monocytes (Ly6C</w:t>
      </w:r>
      <w:r w:rsidRPr="005B7F08">
        <w:rPr>
          <w:rFonts w:ascii="Calibri" w:hAnsi="Calibri" w:cs="Calibri"/>
          <w:bCs/>
          <w:sz w:val="22"/>
          <w:szCs w:val="22"/>
          <w:vertAlign w:val="superscript"/>
        </w:rPr>
        <w:t>high</w:t>
      </w:r>
      <w:r w:rsidRPr="005B7F08">
        <w:rPr>
          <w:rFonts w:ascii="Calibri" w:hAnsi="Calibri" w:cs="Calibri"/>
          <w:bCs/>
          <w:sz w:val="22"/>
          <w:szCs w:val="22"/>
        </w:rPr>
        <w:t xml:space="preserve">) and </w:t>
      </w:r>
      <w:r w:rsidRPr="00324709">
        <w:rPr>
          <w:rFonts w:ascii="Calibri" w:hAnsi="Calibri" w:cs="Calibri"/>
          <w:bCs/>
          <w:sz w:val="22"/>
          <w:szCs w:val="22"/>
        </w:rPr>
        <w:t>muscle-derived Ly6C</w:t>
      </w:r>
      <w:r w:rsidRPr="00324709">
        <w:rPr>
          <w:rFonts w:ascii="Calibri" w:hAnsi="Calibri" w:cs="Calibri"/>
          <w:bCs/>
          <w:sz w:val="22"/>
          <w:szCs w:val="22"/>
          <w:vertAlign w:val="superscript"/>
        </w:rPr>
        <w:t>high</w:t>
      </w:r>
      <w:r w:rsidRPr="00324709">
        <w:rPr>
          <w:rFonts w:ascii="Calibri" w:hAnsi="Calibri" w:cs="Calibri"/>
          <w:bCs/>
          <w:sz w:val="22"/>
          <w:szCs w:val="22"/>
        </w:rPr>
        <w:t xml:space="preserve"> MFs of day 1 and Ly6C</w:t>
      </w:r>
      <w:r w:rsidRPr="00324709">
        <w:rPr>
          <w:rFonts w:ascii="Calibri" w:hAnsi="Calibri" w:cs="Calibri"/>
          <w:bCs/>
          <w:sz w:val="22"/>
          <w:szCs w:val="22"/>
          <w:vertAlign w:val="superscript"/>
        </w:rPr>
        <w:t>low</w:t>
      </w:r>
      <w:r w:rsidRPr="00324709">
        <w:rPr>
          <w:rFonts w:ascii="Calibri" w:hAnsi="Calibri" w:cs="Calibri"/>
          <w:bCs/>
          <w:sz w:val="22"/>
          <w:szCs w:val="22"/>
        </w:rPr>
        <w:t xml:space="preserve"> MFs of d</w:t>
      </w:r>
      <w:r w:rsidRPr="005B7F08">
        <w:rPr>
          <w:rFonts w:ascii="Calibri" w:hAnsi="Calibri" w:cs="Calibri"/>
          <w:bCs/>
          <w:sz w:val="22"/>
          <w:szCs w:val="22"/>
        </w:rPr>
        <w:t>ay</w:t>
      </w:r>
      <w:r w:rsidRPr="00324709">
        <w:rPr>
          <w:rFonts w:ascii="Calibri" w:hAnsi="Calibri" w:cs="Calibri"/>
          <w:bCs/>
          <w:sz w:val="22"/>
          <w:szCs w:val="22"/>
        </w:rPr>
        <w:t xml:space="preserve"> 4 upon muscle injury</w:t>
      </w:r>
      <w:r w:rsidR="00937311" w:rsidRPr="005B7F08">
        <w:rPr>
          <w:rFonts w:ascii="Calibri" w:hAnsi="Calibri" w:cs="Calibri"/>
          <w:bCs/>
          <w:sz w:val="22"/>
          <w:szCs w:val="22"/>
        </w:rPr>
        <w:t xml:space="preserve"> datasets</w:t>
      </w:r>
      <w:r w:rsidRPr="00324709">
        <w:rPr>
          <w:rFonts w:ascii="Calibri" w:hAnsi="Calibri" w:cs="Calibri"/>
          <w:bCs/>
          <w:sz w:val="22"/>
          <w:szCs w:val="22"/>
        </w:rPr>
        <w:t xml:space="preserve"> were used. The primary analysis of ATAC-seq-derived raw </w:t>
      </w:r>
      <w:r w:rsidRPr="00324709">
        <w:rPr>
          <w:rFonts w:ascii="Calibri" w:hAnsi="Calibri" w:cs="Calibri"/>
          <w:bCs/>
          <w:sz w:val="22"/>
          <w:szCs w:val="22"/>
        </w:rPr>
        <w:lastRenderedPageBreak/>
        <w:t xml:space="preserve">sequence reads has been carried out using the newest version of </w:t>
      </w:r>
      <w:r w:rsidRPr="005B7F08">
        <w:rPr>
          <w:rFonts w:ascii="Calibri" w:hAnsi="Calibri" w:cs="Calibri"/>
          <w:bCs/>
          <w:sz w:val="22"/>
          <w:szCs w:val="22"/>
        </w:rPr>
        <w:t>the ChIP-seq analysis command line pipeline,</w:t>
      </w:r>
      <w:r w:rsidRPr="00324709">
        <w:rPr>
          <w:rFonts w:ascii="Calibri" w:hAnsi="Calibri" w:cs="Calibri"/>
          <w:bCs/>
          <w:sz w:val="22"/>
          <w:szCs w:val="22"/>
        </w:rPr>
        <w:t xml:space="preserve"> including the following steps: Alignment to the </w:t>
      </w:r>
      <w:r w:rsidRPr="00324709">
        <w:rPr>
          <w:rFonts w:ascii="Calibri" w:hAnsi="Calibri" w:cs="Calibri"/>
          <w:bCs/>
          <w:i/>
          <w:iCs/>
          <w:sz w:val="22"/>
          <w:szCs w:val="22"/>
        </w:rPr>
        <w:t>mm10</w:t>
      </w:r>
      <w:r w:rsidRPr="00324709">
        <w:rPr>
          <w:rFonts w:ascii="Calibri" w:hAnsi="Calibri" w:cs="Calibri"/>
          <w:bCs/>
          <w:sz w:val="22"/>
          <w:szCs w:val="22"/>
        </w:rPr>
        <w:t xml:space="preserve"> mouse genome assembly was done by the BWA tool </w:t>
      </w:r>
      <w:r w:rsidRPr="00324709">
        <w:rPr>
          <w:rFonts w:ascii="Calibri" w:hAnsi="Calibri" w:cs="Calibri"/>
          <w:bCs/>
          <w:sz w:val="22"/>
          <w:szCs w:val="22"/>
        </w:rPr>
        <w:fldChar w:fldCharType="begin"/>
      </w:r>
      <w:r w:rsidR="003B089D">
        <w:rPr>
          <w:rFonts w:ascii="Calibri" w:hAnsi="Calibri" w:cs="Calibri"/>
          <w:bCs/>
          <w:sz w:val="22"/>
          <w:szCs w:val="22"/>
        </w:rPr>
        <w:instrText xml:space="preserve"> ADDIN EN.CITE &lt;EndNote&gt;&lt;Cite&gt;&lt;Author&gt;Li&lt;/Author&gt;&lt;Year&gt;2009&lt;/Year&gt;&lt;RecNum&gt;636&lt;/RecNum&gt;&lt;DisplayText&gt;(41)&lt;/DisplayText&gt;&lt;record&gt;&lt;rec-number&gt;636&lt;/rec-number&gt;&lt;foreign-keys&gt;&lt;key app="EN" db-id="peaze5ps2xpr2oefr95ppedzasefp0edt9t9" timestamp="1717099006"&gt;636&lt;/key&gt;&lt;/foreign-keys&gt;&lt;ref-type name="Journal Article"&gt;17&lt;/ref-type&gt;&lt;contributors&gt;&lt;authors&gt;&lt;author&gt;Li, H.&lt;/author&gt;&lt;author&gt;Durbin, R.&lt;/author&gt;&lt;/authors&gt;&lt;/contributors&gt;&lt;auth-address&gt;Wellcome Trust Sanger Institute, Wellcome Trust Genome Campus, Cambridge, CB10 1SA, UK.&lt;/auth-address&gt;&lt;titles&gt;&lt;title&gt;Fast and accurate short read alignment with Burrows-Wheeler transform&lt;/title&gt;&lt;secondary-title&gt;Bioinformatics&lt;/secondary-title&gt;&lt;/titles&gt;&lt;periodical&gt;&lt;full-title&gt;Bioinformatics&lt;/full-title&gt;&lt;/periodical&gt;&lt;pages&gt;1754-60&lt;/pages&gt;&lt;volume&gt;25&lt;/volume&gt;&lt;number&gt;14&lt;/number&gt;&lt;keywords&gt;&lt;keyword&gt;*Algorithms&lt;/keyword&gt;&lt;keyword&gt;Genomics/*methods&lt;/keyword&gt;&lt;keyword&gt;Sequence Alignment/*methods&lt;/keyword&gt;&lt;keyword&gt;Sequence Analysis, DNA/methods&lt;/keyword&gt;&lt;keyword&gt;*Software&lt;/keyword&gt;&lt;/keywords&gt;&lt;dates&gt;&lt;year&gt;2009&lt;/year&gt;&lt;pub-dates&gt;&lt;date&gt;Jul 15&lt;/date&gt;&lt;/pub-dates&gt;&lt;/dates&gt;&lt;isbn&gt;1367-4811 (Electronic)&amp;#xD;1367-4803 (Linking)&lt;/isbn&gt;&lt;accession-num&gt;19451168&lt;/accession-num&gt;&lt;urls&gt;&lt;related-urls&gt;&lt;url&gt;https://www.ncbi.nlm.nih.gov/pubmed/19451168&lt;/url&gt;&lt;/related-urls&gt;&lt;/urls&gt;&lt;custom2&gt;PMC2705234&lt;/custom2&gt;&lt;electronic-resource-num&gt;10.1093/bioinformatics/btp324&lt;/electronic-resource-num&gt;&lt;/record&gt;&lt;/Cite&gt;&lt;/EndNote&gt;</w:instrText>
      </w:r>
      <w:r w:rsidRPr="00324709">
        <w:rPr>
          <w:rFonts w:ascii="Calibri" w:hAnsi="Calibri" w:cs="Calibri"/>
          <w:bCs/>
          <w:sz w:val="22"/>
          <w:szCs w:val="22"/>
        </w:rPr>
        <w:fldChar w:fldCharType="separate"/>
      </w:r>
      <w:r w:rsidR="003B089D">
        <w:rPr>
          <w:rFonts w:ascii="Calibri" w:hAnsi="Calibri" w:cs="Calibri"/>
          <w:bCs/>
          <w:noProof/>
          <w:sz w:val="22"/>
          <w:szCs w:val="22"/>
        </w:rPr>
        <w:t>(41)</w:t>
      </w:r>
      <w:r w:rsidRPr="00324709">
        <w:rPr>
          <w:rFonts w:ascii="Calibri" w:hAnsi="Calibri" w:cs="Calibri"/>
          <w:bCs/>
          <w:sz w:val="22"/>
          <w:szCs w:val="22"/>
        </w:rPr>
        <w:fldChar w:fldCharType="end"/>
      </w:r>
      <w:r w:rsidRPr="00324709">
        <w:rPr>
          <w:rFonts w:ascii="Calibri" w:hAnsi="Calibri" w:cs="Calibri"/>
          <w:bCs/>
          <w:sz w:val="22"/>
          <w:szCs w:val="22"/>
        </w:rPr>
        <w:t xml:space="preserve">, and BAM files were created by </w:t>
      </w:r>
      <w:r w:rsidRPr="00324709">
        <w:rPr>
          <w:rFonts w:ascii="Calibri" w:hAnsi="Calibri" w:cs="Calibri"/>
          <w:bCs/>
          <w:i/>
          <w:iCs/>
          <w:sz w:val="22"/>
          <w:szCs w:val="22"/>
        </w:rPr>
        <w:t>SAMTools</w:t>
      </w:r>
      <w:r w:rsidRPr="00324709">
        <w:rPr>
          <w:rFonts w:ascii="Calibri" w:hAnsi="Calibri" w:cs="Calibri"/>
          <w:bCs/>
          <w:sz w:val="22"/>
          <w:szCs w:val="22"/>
        </w:rPr>
        <w:t xml:space="preserve"> </w:t>
      </w:r>
      <w:r w:rsidRPr="00324709">
        <w:rPr>
          <w:rFonts w:ascii="Calibri" w:hAnsi="Calibri" w:cs="Calibri"/>
          <w:bCs/>
          <w:sz w:val="22"/>
          <w:szCs w:val="22"/>
        </w:rPr>
        <w:fldChar w:fldCharType="begin"/>
      </w:r>
      <w:r w:rsidR="003B089D">
        <w:rPr>
          <w:rFonts w:ascii="Calibri" w:hAnsi="Calibri" w:cs="Calibri"/>
          <w:bCs/>
          <w:sz w:val="22"/>
          <w:szCs w:val="22"/>
        </w:rPr>
        <w:instrText xml:space="preserve"> ADDIN EN.CITE &lt;EndNote&gt;&lt;Cite&gt;&lt;Author&gt;Li&lt;/Author&gt;&lt;Year&gt;2009&lt;/Year&gt;&lt;RecNum&gt;637&lt;/RecNum&gt;&lt;DisplayText&gt;(42)&lt;/DisplayText&gt;&lt;record&gt;&lt;rec-number&gt;637&lt;/rec-number&gt;&lt;foreign-keys&gt;&lt;key app="EN" db-id="peaze5ps2xpr2oefr95ppedzasefp0edt9t9" timestamp="1717099006"&gt;637&lt;/key&gt;&lt;/foreign-keys&gt;&lt;ref-type name="Journal Article"&gt;17&lt;/ref-type&gt;&lt;contributors&gt;&lt;authors&gt;&lt;author&gt;Li, H.&lt;/author&gt;&lt;author&gt;Handsaker, B.&lt;/author&gt;&lt;author&gt;Wysoker, A.&lt;/author&gt;&lt;author&gt;Fennell, T.&lt;/author&gt;&lt;author&gt;Ruan, J.&lt;/author&gt;&lt;author&gt;Homer, N.&lt;/author&gt;&lt;author&gt;Marth, G.&lt;/author&gt;&lt;author&gt;Abecasis, G.&lt;/author&gt;&lt;author&gt;Durbin, R.&lt;/author&gt;&lt;author&gt;Genome Project Data Processing, Subgroup&lt;/author&gt;&lt;/authors&gt;&lt;/contributors&gt;&lt;auth-address&gt;Wellcome Trust Sanger Institute, Wellcome Trust Genome Campus, Cambridge, CB10 1SA, UK, Broad Institute of MIT and Harvard, Cambridge, MA 02141, USA.&lt;/auth-address&gt;&lt;titles&gt;&lt;title&gt;The Sequence Alignment/Map format and SAMtools&lt;/title&gt;&lt;secondary-title&gt;Bioinformatics&lt;/secondary-title&gt;&lt;/titles&gt;&lt;periodical&gt;&lt;full-title&gt;Bioinformatics&lt;/full-title&gt;&lt;/periodical&gt;&lt;pages&gt;2078-9&lt;/pages&gt;&lt;volume&gt;25&lt;/volume&gt;&lt;number&gt;16&lt;/number&gt;&lt;keywords&gt;&lt;keyword&gt;Algorithms&lt;/keyword&gt;&lt;keyword&gt;Base Sequence&lt;/keyword&gt;&lt;keyword&gt;Computational Biology/*methods&lt;/keyword&gt;&lt;keyword&gt;Genome&lt;/keyword&gt;&lt;keyword&gt;Genomics&lt;/keyword&gt;&lt;keyword&gt;Molecular Sequence Data&lt;/keyword&gt;&lt;keyword&gt;Sequence Alignment/*methods&lt;/keyword&gt;&lt;keyword&gt;Sequence Analysis, DNA/*methods&lt;/keyword&gt;&lt;keyword&gt;*Software&lt;/keyword&gt;&lt;/keywords&gt;&lt;dates&gt;&lt;year&gt;2009&lt;/year&gt;&lt;pub-dates&gt;&lt;date&gt;Aug 15&lt;/date&gt;&lt;/pub-dates&gt;&lt;/dates&gt;&lt;isbn&gt;1367-4811 (Electronic)&amp;#xD;1367-4803 (Linking)&lt;/isbn&gt;&lt;accession-num&gt;19505943&lt;/accession-num&gt;&lt;urls&gt;&lt;related-urls&gt;&lt;url&gt;https://www.ncbi.nlm.nih.gov/pubmed/19505943&lt;/url&gt;&lt;/related-urls&gt;&lt;/urls&gt;&lt;custom2&gt;PMC2723002&lt;/custom2&gt;&lt;electronic-resource-num&gt;10.1093/bioinformatics/btp352&lt;/electronic-resource-num&gt;&lt;/record&gt;&lt;/Cite&gt;&lt;/EndNote&gt;</w:instrText>
      </w:r>
      <w:r w:rsidRPr="00324709">
        <w:rPr>
          <w:rFonts w:ascii="Calibri" w:hAnsi="Calibri" w:cs="Calibri"/>
          <w:bCs/>
          <w:sz w:val="22"/>
          <w:szCs w:val="22"/>
        </w:rPr>
        <w:fldChar w:fldCharType="separate"/>
      </w:r>
      <w:r w:rsidR="003B089D">
        <w:rPr>
          <w:rFonts w:ascii="Calibri" w:hAnsi="Calibri" w:cs="Calibri"/>
          <w:bCs/>
          <w:noProof/>
          <w:sz w:val="22"/>
          <w:szCs w:val="22"/>
        </w:rPr>
        <w:t>(42)</w:t>
      </w:r>
      <w:r w:rsidRPr="00324709">
        <w:rPr>
          <w:rFonts w:ascii="Calibri" w:hAnsi="Calibri" w:cs="Calibri"/>
          <w:bCs/>
          <w:sz w:val="22"/>
          <w:szCs w:val="22"/>
        </w:rPr>
        <w:fldChar w:fldCharType="end"/>
      </w:r>
      <w:r w:rsidRPr="00324709">
        <w:rPr>
          <w:rFonts w:ascii="Calibri" w:hAnsi="Calibri" w:cs="Calibri"/>
          <w:bCs/>
          <w:sz w:val="22"/>
          <w:szCs w:val="22"/>
        </w:rPr>
        <w:t xml:space="preserve">. Signals (peaks) were predicted by MACS2 </w:t>
      </w:r>
      <w:r w:rsidRPr="00324709">
        <w:rPr>
          <w:rFonts w:ascii="Calibri" w:hAnsi="Calibri" w:cs="Calibri"/>
          <w:bCs/>
          <w:sz w:val="22"/>
          <w:szCs w:val="22"/>
        </w:rPr>
        <w:fldChar w:fldCharType="begin"/>
      </w:r>
      <w:r w:rsidR="003B089D">
        <w:rPr>
          <w:rFonts w:ascii="Calibri" w:hAnsi="Calibri" w:cs="Calibri"/>
          <w:bCs/>
          <w:sz w:val="22"/>
          <w:szCs w:val="22"/>
        </w:rPr>
        <w:instrText xml:space="preserve"> ADDIN EN.CITE &lt;EndNote&gt;&lt;Cite&gt;&lt;Author&gt;Zhang&lt;/Author&gt;&lt;Year&gt;2008&lt;/Year&gt;&lt;RecNum&gt;641&lt;/RecNum&gt;&lt;DisplayText&gt;(46)&lt;/DisplayText&gt;&lt;record&gt;&lt;rec-number&gt;641&lt;/rec-number&gt;&lt;foreign-keys&gt;&lt;key app="EN" db-id="peaze5ps2xpr2oefr95ppedzasefp0edt9t9" timestamp="1717099006"&gt;641&lt;/key&gt;&lt;/foreign-keys&gt;&lt;ref-type name="Journal Article"&gt;17&lt;/ref-type&gt;&lt;contributors&gt;&lt;authors&gt;&lt;author&gt;Zhang, Y.&lt;/author&gt;&lt;author&gt;Liu, T.&lt;/author&gt;&lt;author&gt;Meyer, C. A.&lt;/author&gt;&lt;author&gt;Eeckhoute, J.&lt;/author&gt;&lt;author&gt;Johnson, D. S.&lt;/author&gt;&lt;author&gt;Bernstein, B. E.&lt;/author&gt;&lt;author&gt;Nusbaum, C.&lt;/author&gt;&lt;author&gt;Myers, R. M.&lt;/author&gt;&lt;author&gt;Brown, M.&lt;/author&gt;&lt;author&gt;Li, W.&lt;/author&gt;&lt;author&gt;Liu, X. S.&lt;/author&gt;&lt;/authors&gt;&lt;/contributors&gt;&lt;auth-address&gt;Department of Biostatistics and Computational Biology, Dana-Farber Cancer Institute and Harvard School of Public Health, Boston, MA 02115, USA.&lt;/auth-address&gt;&lt;titles&gt;&lt;title&gt;Model-based analysis of ChIP-Seq (MACS)&lt;/title&gt;&lt;secondary-title&gt;Genome Biol&lt;/secondary-title&gt;&lt;/titles&gt;&lt;periodical&gt;&lt;full-title&gt;Genome Biol&lt;/full-title&gt;&lt;/periodical&gt;&lt;pages&gt;R137&lt;/pages&gt;&lt;volume&gt;9&lt;/volume&gt;&lt;number&gt;9&lt;/number&gt;&lt;keywords&gt;&lt;keyword&gt;*Algorithms&lt;/keyword&gt;&lt;keyword&gt;Cell Line, Tumor&lt;/keyword&gt;&lt;keyword&gt;Chromatin Immunoprecipitation/*methods&lt;/keyword&gt;&lt;keyword&gt;Hepatocyte Nuclear Factor 3-alpha/analysis/*genetics&lt;/keyword&gt;&lt;keyword&gt;Humans&lt;/keyword&gt;&lt;keyword&gt;Models, Genetic&lt;/keyword&gt;&lt;keyword&gt;Oligonucleotide Array Sequence Analysis/*methods&lt;/keyword&gt;&lt;/keywords&gt;&lt;dates&gt;&lt;year&gt;2008&lt;/year&gt;&lt;/dates&gt;&lt;isbn&gt;1474-760X (Electronic)&amp;#xD;1474-7596 (Linking)&lt;/isbn&gt;&lt;accession-num&gt;18798982&lt;/accession-num&gt;&lt;urls&gt;&lt;related-urls&gt;&lt;url&gt;https://www.ncbi.nlm.nih.gov/pubmed/18798982&lt;/url&gt;&lt;/related-urls&gt;&lt;/urls&gt;&lt;custom2&gt;PMC2592715&lt;/custom2&gt;&lt;electronic-resource-num&gt;10.1186/gb-2008-9-9-r137&lt;/electronic-resource-num&gt;&lt;/record&gt;&lt;/Cite&gt;&lt;/EndNote&gt;</w:instrText>
      </w:r>
      <w:r w:rsidRPr="00324709">
        <w:rPr>
          <w:rFonts w:ascii="Calibri" w:hAnsi="Calibri" w:cs="Calibri"/>
          <w:bCs/>
          <w:sz w:val="22"/>
          <w:szCs w:val="22"/>
        </w:rPr>
        <w:fldChar w:fldCharType="separate"/>
      </w:r>
      <w:r w:rsidR="003B089D">
        <w:rPr>
          <w:rFonts w:ascii="Calibri" w:hAnsi="Calibri" w:cs="Calibri"/>
          <w:bCs/>
          <w:noProof/>
          <w:sz w:val="22"/>
          <w:szCs w:val="22"/>
        </w:rPr>
        <w:t>(46)</w:t>
      </w:r>
      <w:r w:rsidRPr="00324709">
        <w:rPr>
          <w:rFonts w:ascii="Calibri" w:hAnsi="Calibri" w:cs="Calibri"/>
          <w:bCs/>
          <w:sz w:val="22"/>
          <w:szCs w:val="22"/>
        </w:rPr>
        <w:fldChar w:fldCharType="end"/>
      </w:r>
      <w:r w:rsidRPr="00324709">
        <w:rPr>
          <w:rFonts w:ascii="Calibri" w:hAnsi="Calibri" w:cs="Calibri"/>
          <w:bCs/>
          <w:sz w:val="22"/>
          <w:szCs w:val="22"/>
        </w:rPr>
        <w:t xml:space="preserve">, artifacts were removed according to the blacklist of ENCODE </w:t>
      </w:r>
      <w:r w:rsidRPr="00324709">
        <w:rPr>
          <w:rFonts w:ascii="Calibri" w:hAnsi="Calibri" w:cs="Calibri"/>
          <w:bCs/>
          <w:sz w:val="22"/>
          <w:szCs w:val="22"/>
        </w:rPr>
        <w:fldChar w:fldCharType="begin">
          <w:fldData xml:space="preserve">PEVuZE5vdGU+PENpdGU+PEF1dGhvcj5Db25zb3J0aXVtPC9BdXRob3I+PFllYXI+MjAxMjwvWWVh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</w:fldData>
        </w:fldChar>
      </w:r>
      <w:r w:rsidR="003B089D">
        <w:rPr>
          <w:rFonts w:ascii="Calibri" w:hAnsi="Calibri" w:cs="Calibri"/>
          <w:bCs/>
          <w:sz w:val="22"/>
          <w:szCs w:val="22"/>
        </w:rPr>
        <w:instrText xml:space="preserve"> ADDIN EN.CITE </w:instrText>
      </w:r>
      <w:r w:rsidR="003B089D">
        <w:rPr>
          <w:rFonts w:ascii="Calibri" w:hAnsi="Calibri" w:cs="Calibri"/>
          <w:bCs/>
          <w:sz w:val="22"/>
          <w:szCs w:val="22"/>
        </w:rPr>
        <w:fldChar w:fldCharType="begin">
          <w:fldData xml:space="preserve">PEVuZE5vdGU+PENpdGU+PEF1dGhvcj5Db25zb3J0aXVtPC9BdXRob3I+PFllYXI+MjAxMjwvWWVh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</w:fldData>
        </w:fldChar>
      </w:r>
      <w:r w:rsidR="003B089D">
        <w:rPr>
          <w:rFonts w:ascii="Calibri" w:hAnsi="Calibri" w:cs="Calibri"/>
          <w:bCs/>
          <w:sz w:val="22"/>
          <w:szCs w:val="22"/>
        </w:rPr>
        <w:instrText xml:space="preserve"> ADDIN EN.CITE.DATA </w:instrText>
      </w:r>
      <w:r w:rsidR="003B089D">
        <w:rPr>
          <w:rFonts w:ascii="Calibri" w:hAnsi="Calibri" w:cs="Calibri"/>
          <w:bCs/>
          <w:sz w:val="22"/>
          <w:szCs w:val="22"/>
        </w:rPr>
      </w:r>
      <w:r w:rsidR="003B089D">
        <w:rPr>
          <w:rFonts w:ascii="Calibri" w:hAnsi="Calibri" w:cs="Calibri"/>
          <w:bCs/>
          <w:sz w:val="22"/>
          <w:szCs w:val="22"/>
        </w:rPr>
        <w:fldChar w:fldCharType="end"/>
      </w:r>
      <w:r w:rsidRPr="00324709">
        <w:rPr>
          <w:rFonts w:ascii="Calibri" w:hAnsi="Calibri" w:cs="Calibri"/>
          <w:bCs/>
          <w:sz w:val="22"/>
          <w:szCs w:val="22"/>
        </w:rPr>
        <w:fldChar w:fldCharType="separate"/>
      </w:r>
      <w:r w:rsidR="003B089D">
        <w:rPr>
          <w:rFonts w:ascii="Calibri" w:hAnsi="Calibri" w:cs="Calibri"/>
          <w:bCs/>
          <w:noProof/>
          <w:sz w:val="22"/>
          <w:szCs w:val="22"/>
        </w:rPr>
        <w:t>(47)</w:t>
      </w:r>
      <w:r w:rsidRPr="00324709">
        <w:rPr>
          <w:rFonts w:ascii="Calibri" w:hAnsi="Calibri" w:cs="Calibri"/>
          <w:bCs/>
          <w:sz w:val="22"/>
          <w:szCs w:val="22"/>
        </w:rPr>
        <w:fldChar w:fldCharType="end"/>
      </w:r>
      <w:r w:rsidRPr="00324709">
        <w:rPr>
          <w:rFonts w:ascii="Calibri" w:hAnsi="Calibri" w:cs="Calibri"/>
          <w:bCs/>
          <w:sz w:val="22"/>
          <w:szCs w:val="22"/>
        </w:rPr>
        <w:t>, and filtered for further analysis by removing low mapping quality reads (MAPQ score &lt; 10), duplicated reads and reads located in blacklisted regions. All regions derived from at least any two samples were united within 0.5kb and those summits having the highest MACS2 peak score in any sample were assigned to each region. Promoter-distal regions were selected</w:t>
      </w:r>
      <w:r w:rsidR="005B7F08">
        <w:rPr>
          <w:rFonts w:ascii="Calibri" w:hAnsi="Calibri" w:cs="Calibri"/>
          <w:bCs/>
          <w:sz w:val="22"/>
          <w:szCs w:val="22"/>
        </w:rPr>
        <w:t>,</w:t>
      </w:r>
      <w:r w:rsidRPr="00324709">
        <w:rPr>
          <w:rFonts w:ascii="Calibri" w:hAnsi="Calibri" w:cs="Calibri"/>
          <w:bCs/>
          <w:sz w:val="22"/>
          <w:szCs w:val="22"/>
        </w:rPr>
        <w:t xml:space="preserve"> excluding the TSS+/-0.5kb regions according to the mouse GRCm38.p1 (</w:t>
      </w:r>
      <w:r w:rsidRPr="00324709">
        <w:rPr>
          <w:rFonts w:ascii="Calibri" w:hAnsi="Calibri" w:cs="Calibri"/>
          <w:bCs/>
          <w:i/>
          <w:iCs/>
          <w:sz w:val="22"/>
          <w:szCs w:val="22"/>
        </w:rPr>
        <w:t>mm10</w:t>
      </w:r>
      <w:r w:rsidRPr="00324709">
        <w:rPr>
          <w:rFonts w:ascii="Calibri" w:hAnsi="Calibri" w:cs="Calibri"/>
          <w:bCs/>
          <w:sz w:val="22"/>
          <w:szCs w:val="22"/>
        </w:rPr>
        <w:t xml:space="preserve">) annotation version. Tag directories used by HOMER in the following steps were generated with a 120-nucleotide fragment length with makeTagDirectory </w:t>
      </w:r>
      <w:r w:rsidRPr="00324709">
        <w:rPr>
          <w:rFonts w:ascii="Calibri" w:hAnsi="Calibri" w:cs="Calibri"/>
          <w:bCs/>
          <w:sz w:val="22"/>
          <w:szCs w:val="22"/>
        </w:rPr>
        <w:fldChar w:fldCharType="begin">
          <w:fldData xml:space="preserve">PEVuZE5vdGU+PENpdGU+PEF1dGhvcj5IZWluejwvQXV0aG9yPjxZZWFyPjIwMTA8L1llYXI+PFJl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=
</w:fldData>
        </w:fldChar>
      </w:r>
      <w:r w:rsidR="003B089D">
        <w:rPr>
          <w:rFonts w:ascii="Calibri" w:hAnsi="Calibri" w:cs="Calibri"/>
          <w:bCs/>
          <w:sz w:val="22"/>
          <w:szCs w:val="22"/>
        </w:rPr>
        <w:instrText xml:space="preserve"> ADDIN EN.CITE </w:instrText>
      </w:r>
      <w:r w:rsidR="003B089D">
        <w:rPr>
          <w:rFonts w:ascii="Calibri" w:hAnsi="Calibri" w:cs="Calibri"/>
          <w:bCs/>
          <w:sz w:val="22"/>
          <w:szCs w:val="22"/>
        </w:rPr>
        <w:fldChar w:fldCharType="begin">
          <w:fldData xml:space="preserve">PEVuZE5vdGU+PENpdGU+PEF1dGhvcj5IZWluejwvQXV0aG9yPjxZZWFyPjIwMTA8L1llYXI+PFJl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=
</w:fldData>
        </w:fldChar>
      </w:r>
      <w:r w:rsidR="003B089D">
        <w:rPr>
          <w:rFonts w:ascii="Calibri" w:hAnsi="Calibri" w:cs="Calibri"/>
          <w:bCs/>
          <w:sz w:val="22"/>
          <w:szCs w:val="22"/>
        </w:rPr>
        <w:instrText xml:space="preserve"> ADDIN EN.CITE.DATA </w:instrText>
      </w:r>
      <w:r w:rsidR="003B089D">
        <w:rPr>
          <w:rFonts w:ascii="Calibri" w:hAnsi="Calibri" w:cs="Calibri"/>
          <w:bCs/>
          <w:sz w:val="22"/>
          <w:szCs w:val="22"/>
        </w:rPr>
      </w:r>
      <w:r w:rsidR="003B089D">
        <w:rPr>
          <w:rFonts w:ascii="Calibri" w:hAnsi="Calibri" w:cs="Calibri"/>
          <w:bCs/>
          <w:sz w:val="22"/>
          <w:szCs w:val="22"/>
        </w:rPr>
        <w:fldChar w:fldCharType="end"/>
      </w:r>
      <w:r w:rsidRPr="00324709">
        <w:rPr>
          <w:rFonts w:ascii="Calibri" w:hAnsi="Calibri" w:cs="Calibri"/>
          <w:bCs/>
          <w:sz w:val="22"/>
          <w:szCs w:val="22"/>
        </w:rPr>
        <w:fldChar w:fldCharType="separate"/>
      </w:r>
      <w:r w:rsidR="003B089D">
        <w:rPr>
          <w:rFonts w:ascii="Calibri" w:hAnsi="Calibri" w:cs="Calibri"/>
          <w:bCs/>
          <w:noProof/>
          <w:sz w:val="22"/>
          <w:szCs w:val="22"/>
        </w:rPr>
        <w:t>(43)</w:t>
      </w:r>
      <w:r w:rsidRPr="00324709">
        <w:rPr>
          <w:rFonts w:ascii="Calibri" w:hAnsi="Calibri" w:cs="Calibri"/>
          <w:bCs/>
          <w:sz w:val="22"/>
          <w:szCs w:val="22"/>
        </w:rPr>
        <w:fldChar w:fldCharType="end"/>
      </w:r>
      <w:r w:rsidRPr="00324709">
        <w:rPr>
          <w:rFonts w:ascii="Calibri" w:hAnsi="Calibri" w:cs="Calibri"/>
          <w:bCs/>
          <w:sz w:val="22"/>
          <w:szCs w:val="22"/>
        </w:rPr>
        <w:t xml:space="preserve">. Genome coverage (bedgraph and tdf) files were generated by makeUCSCfile.pl (HOMER) and igvtools, respectively, and used for visualization with IGV2 </w:t>
      </w:r>
      <w:r w:rsidRPr="00324709">
        <w:rPr>
          <w:rFonts w:ascii="Calibri" w:hAnsi="Calibri" w:cs="Calibri"/>
          <w:bCs/>
          <w:sz w:val="22"/>
          <w:szCs w:val="22"/>
        </w:rPr>
        <w:fldChar w:fldCharType="begin"/>
      </w:r>
      <w:r w:rsidR="003B089D">
        <w:rPr>
          <w:rFonts w:ascii="Calibri" w:hAnsi="Calibri" w:cs="Calibri"/>
          <w:bCs/>
          <w:sz w:val="22"/>
          <w:szCs w:val="22"/>
        </w:rPr>
        <w:instrText xml:space="preserve"> ADDIN EN.CITE &lt;EndNote&gt;&lt;Cite&gt;&lt;Author&gt;Thorvaldsdottir&lt;/Author&gt;&lt;Year&gt;2013&lt;/Year&gt;&lt;RecNum&gt;639&lt;/RecNum&gt;&lt;DisplayText&gt;(44)&lt;/DisplayText&gt;&lt;record&gt;&lt;rec-number&gt;639&lt;/rec-number&gt;&lt;foreign-keys&gt;&lt;key app="EN" db-id="peaze5ps2xpr2oefr95ppedzasefp0edt9t9" timestamp="1717099006"&gt;639&lt;/key&gt;&lt;/foreign-keys&gt;&lt;ref-type name="Journal Article"&gt;17&lt;/ref-type&gt;&lt;contributors&gt;&lt;authors&gt;&lt;author&gt;Thorvaldsdottir, H.&lt;/author&gt;&lt;author&gt;Robinson, J. T.&lt;/author&gt;&lt;author&gt;Mesirov, J. P.&lt;/author&gt;&lt;/authors&gt;&lt;/contributors&gt;&lt;auth-address&gt;Broad Institute, 7 Cambridge Center 301B-5057, Cambridge, MA 02142, USA.&lt;/auth-address&gt;&lt;titles&gt;&lt;title&gt;Integrative Genomics Viewer (IGV): high-performance genomics data visualization and exploration&lt;/title&gt;&lt;secondary-title&gt;Brief Bioinform&lt;/secondary-title&gt;&lt;/titles&gt;&lt;periodical&gt;&lt;full-title&gt;Brief Bioinform&lt;/full-title&gt;&lt;/periodical&gt;&lt;pages&gt;178-92&lt;/pages&gt;&lt;volume&gt;14&lt;/volume&gt;&lt;number&gt;2&lt;/number&gt;&lt;keywords&gt;&lt;keyword&gt;Computational Biology&lt;/keyword&gt;&lt;keyword&gt;Computer Graphics&lt;/keyword&gt;&lt;keyword&gt;Data Display&lt;/keyword&gt;&lt;keyword&gt;Data Mining&lt;/keyword&gt;&lt;keyword&gt;Databases, Genetic/*statistics &amp;amp; numerical data&lt;/keyword&gt;&lt;keyword&gt;Genomics/*statistics &amp;amp; numerical data&lt;/keyword&gt;&lt;keyword&gt;High-Throughput Nucleotide Sequencing/statistics &amp;amp; numerical data&lt;/keyword&gt;&lt;keyword&gt;Humans&lt;/keyword&gt;&lt;keyword&gt;Information Storage and Retrieval&lt;/keyword&gt;&lt;keyword&gt;Sequence Alignment/statistics &amp;amp; numerical data&lt;/keyword&gt;&lt;keyword&gt;Software&lt;/keyword&gt;&lt;keyword&gt;User-Computer Interface&lt;/keyword&gt;&lt;/keywords&gt;&lt;dates&gt;&lt;year&gt;2013&lt;/year&gt;&lt;pub-dates&gt;&lt;date&gt;Mar&lt;/date&gt;&lt;/pub-dates&gt;&lt;/dates&gt;&lt;isbn&gt;1477-4054 (Electronic)&amp;#xD;1467-5463 (Linking)&lt;/isbn&gt;&lt;accession-num&gt;22517427&lt;/accession-num&gt;&lt;urls&gt;&lt;related-urls&gt;&lt;url&gt;https://www.ncbi.nlm.nih.gov/pubmed/22517427&lt;/url&gt;&lt;/related-urls&gt;&lt;/urls&gt;&lt;custom2&gt;PMC3603213&lt;/custom2&gt;&lt;electronic-resource-num&gt;10.1093/bib/bbs017&lt;/electronic-resource-num&gt;&lt;/record&gt;&lt;/Cite&gt;&lt;/EndNote&gt;</w:instrText>
      </w:r>
      <w:r w:rsidRPr="00324709">
        <w:rPr>
          <w:rFonts w:ascii="Calibri" w:hAnsi="Calibri" w:cs="Calibri"/>
          <w:bCs/>
          <w:sz w:val="22"/>
          <w:szCs w:val="22"/>
        </w:rPr>
        <w:fldChar w:fldCharType="separate"/>
      </w:r>
      <w:r w:rsidR="003B089D">
        <w:rPr>
          <w:rFonts w:ascii="Calibri" w:hAnsi="Calibri" w:cs="Calibri"/>
          <w:bCs/>
          <w:noProof/>
          <w:sz w:val="22"/>
          <w:szCs w:val="22"/>
        </w:rPr>
        <w:t>(44)</w:t>
      </w:r>
      <w:r w:rsidRPr="00324709">
        <w:rPr>
          <w:rFonts w:ascii="Calibri" w:hAnsi="Calibri" w:cs="Calibri"/>
          <w:bCs/>
          <w:sz w:val="22"/>
          <w:szCs w:val="22"/>
        </w:rPr>
        <w:fldChar w:fldCharType="end"/>
      </w:r>
      <w:r w:rsidRPr="00324709">
        <w:rPr>
          <w:rFonts w:ascii="Calibri" w:hAnsi="Calibri" w:cs="Calibri"/>
          <w:bCs/>
          <w:sz w:val="22"/>
          <w:szCs w:val="22"/>
        </w:rPr>
        <w:t>. Coverage values were further normalized by the upper decile value detected in the consensus regions for each sample to minimize the inter-sample variance.</w:t>
      </w:r>
    </w:p>
    <w:p w14:paraId="58218C0A" w14:textId="77777777" w:rsidR="006A408A" w:rsidRDefault="006A408A" w:rsidP="00E3625F">
      <w:pPr>
        <w:spacing w:line="480" w:lineRule="auto"/>
        <w:jc w:val="both"/>
        <w:rPr>
          <w:rFonts w:ascii="Calibri" w:hAnsi="Calibri" w:cs="Calibri"/>
          <w:b/>
          <w:bCs/>
          <w:sz w:val="22"/>
          <w:szCs w:val="22"/>
        </w:rPr>
      </w:pPr>
    </w:p>
    <w:p w14:paraId="4949B08D" w14:textId="054F8EAF" w:rsidR="00E3625F" w:rsidRPr="00E3625F" w:rsidRDefault="00E3625F" w:rsidP="00E3625F">
      <w:pPr>
        <w:spacing w:line="480" w:lineRule="auto"/>
        <w:jc w:val="both"/>
        <w:rPr>
          <w:rFonts w:ascii="Calibri" w:hAnsi="Calibri" w:cs="Calibri"/>
          <w:b/>
          <w:bCs/>
          <w:sz w:val="22"/>
          <w:szCs w:val="22"/>
        </w:rPr>
      </w:pPr>
      <w:r w:rsidRPr="00E3625F">
        <w:rPr>
          <w:rFonts w:ascii="Calibri" w:hAnsi="Calibri" w:cs="Calibri"/>
          <w:b/>
          <w:bCs/>
          <w:sz w:val="22"/>
          <w:szCs w:val="22"/>
        </w:rPr>
        <w:t>Motif enrichment analysis</w:t>
      </w:r>
    </w:p>
    <w:p w14:paraId="6A039FA9" w14:textId="113E9B9E" w:rsidR="00E3625F" w:rsidRDefault="00E3625F" w:rsidP="00EB17D9">
      <w:pPr>
        <w:spacing w:line="480" w:lineRule="auto"/>
        <w:ind w:firstLine="720"/>
        <w:jc w:val="both"/>
        <w:rPr>
          <w:rFonts w:ascii="Calibri" w:hAnsi="Calibri" w:cs="Calibri"/>
          <w:bCs/>
          <w:sz w:val="22"/>
          <w:szCs w:val="22"/>
        </w:rPr>
      </w:pPr>
      <w:r w:rsidRPr="005B7F08">
        <w:rPr>
          <w:rFonts w:ascii="Calibri" w:hAnsi="Calibri" w:cs="Calibri"/>
          <w:bCs/>
          <w:sz w:val="22"/>
          <w:szCs w:val="22"/>
        </w:rPr>
        <w:t>Peaks derived from day 4 Ly6C</w:t>
      </w:r>
      <w:r w:rsidRPr="005B7F08">
        <w:rPr>
          <w:rFonts w:ascii="Calibri" w:hAnsi="Calibri" w:cs="Calibri"/>
          <w:bCs/>
          <w:sz w:val="22"/>
          <w:szCs w:val="22"/>
          <w:vertAlign w:val="superscript"/>
        </w:rPr>
        <w:t>low</w:t>
      </w:r>
      <w:r w:rsidRPr="005B7F08">
        <w:rPr>
          <w:rFonts w:ascii="Calibri" w:hAnsi="Calibri" w:cs="Calibri"/>
          <w:bCs/>
          <w:sz w:val="22"/>
          <w:szCs w:val="22"/>
        </w:rPr>
        <w:t xml:space="preserve"> muscle </w:t>
      </w:r>
      <w:r w:rsidR="00611B38">
        <w:rPr>
          <w:rFonts w:ascii="Calibri" w:hAnsi="Calibri" w:cs="Calibri"/>
          <w:bCs/>
          <w:sz w:val="22"/>
          <w:szCs w:val="22"/>
        </w:rPr>
        <w:t>MFs</w:t>
      </w:r>
      <w:r w:rsidRPr="005B7F08">
        <w:rPr>
          <w:rFonts w:ascii="Calibri" w:hAnsi="Calibri" w:cs="Calibri"/>
          <w:bCs/>
          <w:sz w:val="22"/>
          <w:szCs w:val="22"/>
        </w:rPr>
        <w:t xml:space="preserve"> and closer than 50 kb to any TSS of</w:t>
      </w:r>
      <w:r w:rsidRPr="00E3625F">
        <w:rPr>
          <w:rFonts w:ascii="Calibri" w:hAnsi="Calibri" w:cs="Calibri"/>
          <w:bCs/>
          <w:sz w:val="22"/>
          <w:szCs w:val="22"/>
        </w:rPr>
        <w:t xml:space="preserve"> </w:t>
      </w:r>
      <w:r w:rsidRPr="00E3625F">
        <w:rPr>
          <w:rFonts w:ascii="Calibri" w:hAnsi="Calibri" w:cs="Calibri"/>
          <w:bCs/>
          <w:i/>
          <w:iCs/>
          <w:sz w:val="22"/>
          <w:szCs w:val="22"/>
        </w:rPr>
        <w:t>Gpnmb</w:t>
      </w:r>
      <w:r w:rsidRPr="00E3625F">
        <w:rPr>
          <w:rFonts w:ascii="Calibri" w:hAnsi="Calibri" w:cs="Calibri"/>
          <w:bCs/>
          <w:sz w:val="22"/>
          <w:szCs w:val="22"/>
        </w:rPr>
        <w:t xml:space="preserve"> and </w:t>
      </w:r>
      <w:r w:rsidR="00323D0F">
        <w:rPr>
          <w:rFonts w:ascii="Calibri" w:hAnsi="Calibri" w:cs="Calibri"/>
          <w:bCs/>
          <w:sz w:val="22"/>
          <w:szCs w:val="22"/>
        </w:rPr>
        <w:t>other GFEM marker</w:t>
      </w:r>
      <w:r w:rsidRPr="00E3625F">
        <w:rPr>
          <w:rFonts w:ascii="Calibri" w:hAnsi="Calibri" w:cs="Calibri"/>
          <w:bCs/>
          <w:sz w:val="22"/>
          <w:szCs w:val="22"/>
        </w:rPr>
        <w:t xml:space="preserve"> genes showing an </w:t>
      </w:r>
      <w:r w:rsidR="00937311" w:rsidRPr="00E3625F">
        <w:rPr>
          <w:rFonts w:ascii="Calibri" w:hAnsi="Calibri" w:cs="Calibri"/>
          <w:bCs/>
          <w:sz w:val="22"/>
          <w:szCs w:val="22"/>
        </w:rPr>
        <w:t>expression dynamic</w:t>
      </w:r>
      <w:r w:rsidRPr="00E3625F">
        <w:rPr>
          <w:rFonts w:ascii="Calibri" w:hAnsi="Calibri" w:cs="Calibri"/>
          <w:bCs/>
          <w:sz w:val="22"/>
          <w:szCs w:val="22"/>
        </w:rPr>
        <w:t xml:space="preserve"> similar to </w:t>
      </w:r>
      <w:r w:rsidRPr="00E3625F">
        <w:rPr>
          <w:rFonts w:ascii="Calibri" w:hAnsi="Calibri" w:cs="Calibri"/>
          <w:bCs/>
          <w:i/>
          <w:iCs/>
          <w:sz w:val="22"/>
          <w:szCs w:val="22"/>
        </w:rPr>
        <w:t>Gpnmb</w:t>
      </w:r>
      <w:r w:rsidRPr="00E3625F">
        <w:rPr>
          <w:rFonts w:ascii="Calibri" w:hAnsi="Calibri" w:cs="Calibri"/>
          <w:bCs/>
          <w:sz w:val="22"/>
          <w:szCs w:val="22"/>
        </w:rPr>
        <w:t xml:space="preserve"> </w:t>
      </w:r>
      <w:r w:rsidR="00324709">
        <w:rPr>
          <w:rFonts w:ascii="Calibri" w:hAnsi="Calibri" w:cs="Calibri"/>
          <w:bCs/>
          <w:sz w:val="22"/>
          <w:szCs w:val="22"/>
        </w:rPr>
        <w:t>(</w:t>
      </w:r>
      <w:r w:rsidR="00937311">
        <w:rPr>
          <w:rFonts w:ascii="Calibri" w:hAnsi="Calibri" w:cs="Calibri"/>
          <w:bCs/>
          <w:sz w:val="22"/>
          <w:szCs w:val="22"/>
        </w:rPr>
        <w:t>Pearson correlation</w:t>
      </w:r>
      <w:r w:rsidR="005B7F08">
        <w:rPr>
          <w:rFonts w:ascii="Calibri" w:hAnsi="Calibri" w:cs="Calibri"/>
          <w:bCs/>
          <w:sz w:val="22"/>
          <w:szCs w:val="22"/>
        </w:rPr>
        <w:t xml:space="preserve"> &gt; 0.8</w:t>
      </w:r>
      <w:r w:rsidR="00324709">
        <w:rPr>
          <w:rFonts w:ascii="Calibri" w:hAnsi="Calibri" w:cs="Calibri"/>
          <w:bCs/>
          <w:sz w:val="22"/>
          <w:szCs w:val="22"/>
        </w:rPr>
        <w:t xml:space="preserve">) </w:t>
      </w:r>
      <w:r w:rsidRPr="00E3625F">
        <w:rPr>
          <w:rFonts w:ascii="Calibri" w:hAnsi="Calibri" w:cs="Calibri"/>
          <w:bCs/>
          <w:sz w:val="22"/>
          <w:szCs w:val="22"/>
        </w:rPr>
        <w:t xml:space="preserve">were determined by </w:t>
      </w:r>
      <w:r w:rsidRPr="00937311">
        <w:rPr>
          <w:rFonts w:ascii="Calibri" w:hAnsi="Calibri" w:cs="Calibri"/>
          <w:bCs/>
          <w:i/>
          <w:iCs/>
          <w:sz w:val="22"/>
          <w:szCs w:val="22"/>
        </w:rPr>
        <w:t>intersectBed</w:t>
      </w:r>
      <w:r w:rsidRPr="00E3625F">
        <w:rPr>
          <w:rFonts w:ascii="Calibri" w:hAnsi="Calibri" w:cs="Calibri"/>
          <w:bCs/>
          <w:sz w:val="22"/>
          <w:szCs w:val="22"/>
        </w:rPr>
        <w:t xml:space="preserve"> (</w:t>
      </w:r>
      <w:r w:rsidRPr="00937311">
        <w:rPr>
          <w:rFonts w:ascii="Calibri" w:hAnsi="Calibri" w:cs="Calibri"/>
          <w:bCs/>
          <w:i/>
          <w:iCs/>
          <w:sz w:val="22"/>
          <w:szCs w:val="22"/>
        </w:rPr>
        <w:t>bedtools</w:t>
      </w:r>
      <w:r w:rsidRPr="00E3625F">
        <w:rPr>
          <w:rFonts w:ascii="Calibri" w:hAnsi="Calibri" w:cs="Calibri"/>
          <w:bCs/>
          <w:sz w:val="22"/>
          <w:szCs w:val="22"/>
        </w:rPr>
        <w:t xml:space="preserve"> v2.27.1) </w:t>
      </w:r>
      <w:r w:rsidR="00F10085">
        <w:rPr>
          <w:rFonts w:ascii="Calibri" w:hAnsi="Calibri" w:cs="Calibri"/>
          <w:bCs/>
          <w:sz w:val="22"/>
          <w:szCs w:val="22"/>
        </w:rPr>
        <w:fldChar w:fldCharType="begin"/>
      </w:r>
      <w:r w:rsidR="003B089D">
        <w:rPr>
          <w:rFonts w:ascii="Calibri" w:hAnsi="Calibri" w:cs="Calibri"/>
          <w:bCs/>
          <w:sz w:val="22"/>
          <w:szCs w:val="22"/>
        </w:rPr>
        <w:instrText xml:space="preserve"> ADDIN EN.CITE &lt;EndNote&gt;&lt;Cite&gt;&lt;Author&gt;Quinlan&lt;/Author&gt;&lt;Year&gt;2010&lt;/Year&gt;&lt;RecNum&gt;584&lt;/RecNum&gt;&lt;DisplayText&gt;(48)&lt;/DisplayText&gt;&lt;record&gt;&lt;rec-number&gt;584&lt;/rec-number&gt;&lt;foreign-keys&gt;&lt;key app="EN" db-id="peaze5ps2xpr2oefr95ppedzasefp0edt9t9" timestamp="1710795477"&gt;584&lt;/key&gt;&lt;/foreign-keys&gt;&lt;ref-type name="Journal Article"&gt;17&lt;/ref-type&gt;&lt;contributors&gt;&lt;authors&gt;&lt;author&gt;Quinlan, A. R.&lt;/author&gt;&lt;author&gt;Hall, I. M.&lt;/author&gt;&lt;/authors&gt;&lt;/contributors&gt;&lt;auth-address&gt;Department of Biochemistry and Molecular Genetics, University of Virginia School of Medicine, Charlottesville, VA 22908, USA. aaronquinlan@gmail.com&lt;/auth-address&gt;&lt;titles&gt;&lt;title&gt;BEDTools: a flexible suite of utilities for comparing genomic features&lt;/title&gt;&lt;secondary-title&gt;Bioinformatics&lt;/secondary-title&gt;&lt;/titles&gt;&lt;periodical&gt;&lt;full-title&gt;Bioinformatics&lt;/full-title&gt;&lt;/periodical&gt;&lt;pages&gt;841-2&lt;/pages&gt;&lt;volume&gt;26&lt;/volume&gt;&lt;number&gt;6&lt;/number&gt;&lt;edition&gt;20100128&lt;/edition&gt;&lt;keywords&gt;&lt;keyword&gt;Genome&lt;/keyword&gt;&lt;keyword&gt;Genomics/*methods&lt;/keyword&gt;&lt;keyword&gt;Internet&lt;/keyword&gt;&lt;keyword&gt;*Software&lt;/keyword&gt;&lt;/keywords&gt;&lt;dates&gt;&lt;year&gt;2010&lt;/year&gt;&lt;pub-dates&gt;&lt;date&gt;Mar 15&lt;/date&gt;&lt;/pub-dates&gt;&lt;/dates&gt;&lt;isbn&gt;1367-4811 (Electronic)&amp;#xD;1367-4803 (Print)&amp;#xD;1367-4803 (Linking)&lt;/isbn&gt;&lt;accession-num&gt;20110278&lt;/accession-num&gt;&lt;urls&gt;&lt;related-urls&gt;&lt;url&gt;https://www.ncbi.nlm.nih.gov/pubmed/20110278&lt;/url&gt;&lt;/related-urls&gt;&lt;/urls&gt;&lt;custom2&gt;PMC2832824&lt;/custom2&gt;&lt;electronic-resource-num&gt;10.1093/bioinformatics/btq033&lt;/electronic-resource-num&gt;&lt;remote-database-name&gt;Medline&lt;/remote-database-name&gt;&lt;remote-database-provider&gt;NLM&lt;/remote-database-provider&gt;&lt;/record&gt;&lt;/Cite&gt;&lt;/EndNote&gt;</w:instrText>
      </w:r>
      <w:r w:rsidR="00F10085">
        <w:rPr>
          <w:rFonts w:ascii="Calibri" w:hAnsi="Calibri" w:cs="Calibri"/>
          <w:bCs/>
          <w:sz w:val="22"/>
          <w:szCs w:val="22"/>
        </w:rPr>
        <w:fldChar w:fldCharType="separate"/>
      </w:r>
      <w:r w:rsidR="003B089D">
        <w:rPr>
          <w:rFonts w:ascii="Calibri" w:hAnsi="Calibri" w:cs="Calibri"/>
          <w:bCs/>
          <w:noProof/>
          <w:sz w:val="22"/>
          <w:szCs w:val="22"/>
        </w:rPr>
        <w:t>(48)</w:t>
      </w:r>
      <w:r w:rsidR="00F10085">
        <w:rPr>
          <w:rFonts w:ascii="Calibri" w:hAnsi="Calibri" w:cs="Calibri"/>
          <w:bCs/>
          <w:sz w:val="22"/>
          <w:szCs w:val="22"/>
        </w:rPr>
        <w:fldChar w:fldCharType="end"/>
      </w:r>
      <w:r w:rsidRPr="00E3625F">
        <w:rPr>
          <w:rFonts w:ascii="Calibri" w:hAnsi="Calibri" w:cs="Calibri"/>
          <w:bCs/>
          <w:sz w:val="22"/>
          <w:szCs w:val="22"/>
        </w:rPr>
        <w:t xml:space="preserve"> and used as inputs for a </w:t>
      </w:r>
      <w:r w:rsidRPr="00E3625F">
        <w:rPr>
          <w:rFonts w:ascii="Calibri" w:hAnsi="Calibri" w:cs="Calibri"/>
          <w:bCs/>
          <w:i/>
          <w:iCs/>
          <w:sz w:val="22"/>
          <w:szCs w:val="22"/>
        </w:rPr>
        <w:t>de novo</w:t>
      </w:r>
      <w:r w:rsidRPr="00E3625F">
        <w:rPr>
          <w:rFonts w:ascii="Calibri" w:hAnsi="Calibri" w:cs="Calibri"/>
          <w:bCs/>
          <w:sz w:val="22"/>
          <w:szCs w:val="22"/>
        </w:rPr>
        <w:t xml:space="preserve"> motif enrichment analysis. The central 200 bp of the peaks were used as target sequences, and the enrichment of 10-, 12-, and 14-mers was determined by </w:t>
      </w:r>
      <w:r w:rsidRPr="00937311">
        <w:rPr>
          <w:rFonts w:ascii="Calibri" w:hAnsi="Calibri" w:cs="Calibri"/>
          <w:bCs/>
          <w:i/>
          <w:iCs/>
          <w:sz w:val="22"/>
          <w:szCs w:val="22"/>
        </w:rPr>
        <w:t>findMotifsGenome.pl</w:t>
      </w:r>
      <w:r w:rsidRPr="00E3625F">
        <w:rPr>
          <w:rFonts w:ascii="Calibri" w:hAnsi="Calibri" w:cs="Calibri"/>
          <w:bCs/>
          <w:sz w:val="22"/>
          <w:szCs w:val="22"/>
        </w:rPr>
        <w:t xml:space="preserve"> (HOMER). P-values were calculated by comparing the number of target and random (background) sequences carrying a certain motif.</w:t>
      </w:r>
      <w:r w:rsidR="00EB17D9">
        <w:rPr>
          <w:rFonts w:ascii="Calibri" w:hAnsi="Calibri" w:cs="Calibri"/>
          <w:bCs/>
          <w:sz w:val="22"/>
          <w:szCs w:val="22"/>
        </w:rPr>
        <w:t xml:space="preserve"> To generate the motif lolliplot, w</w:t>
      </w:r>
      <w:r w:rsidR="00EB17D9" w:rsidRPr="00EB17D9">
        <w:rPr>
          <w:rFonts w:ascii="Calibri" w:hAnsi="Calibri" w:cs="Calibri"/>
          <w:bCs/>
          <w:sz w:val="22"/>
          <w:szCs w:val="22"/>
        </w:rPr>
        <w:t xml:space="preserve">e used </w:t>
      </w:r>
      <w:r w:rsidR="00EB17D9" w:rsidRPr="00EB17D9">
        <w:rPr>
          <w:rFonts w:ascii="Calibri" w:hAnsi="Calibri" w:cs="Calibri"/>
          <w:bCs/>
          <w:i/>
          <w:iCs/>
          <w:sz w:val="22"/>
          <w:szCs w:val="22"/>
        </w:rPr>
        <w:t>trackViewer</w:t>
      </w:r>
      <w:r w:rsidR="00EB17D9" w:rsidRPr="00EB17D9">
        <w:rPr>
          <w:rFonts w:ascii="Calibri" w:hAnsi="Calibri" w:cs="Calibri"/>
          <w:bCs/>
          <w:sz w:val="22"/>
          <w:szCs w:val="22"/>
        </w:rPr>
        <w:t xml:space="preserve"> </w:t>
      </w:r>
      <w:r w:rsidR="00EB17D9">
        <w:rPr>
          <w:rFonts w:ascii="Calibri" w:hAnsi="Calibri" w:cs="Calibri"/>
          <w:bCs/>
          <w:sz w:val="22"/>
          <w:szCs w:val="22"/>
        </w:rPr>
        <w:fldChar w:fldCharType="begin"/>
      </w:r>
      <w:r w:rsidR="003B089D">
        <w:rPr>
          <w:rFonts w:ascii="Calibri" w:hAnsi="Calibri" w:cs="Calibri"/>
          <w:bCs/>
          <w:sz w:val="22"/>
          <w:szCs w:val="22"/>
        </w:rPr>
        <w:instrText xml:space="preserve"> ADDIN EN.CITE &lt;EndNote&gt;&lt;Cite&gt;&lt;Author&gt;Ou&lt;/Author&gt;&lt;Year&gt;2019&lt;/Year&gt;&lt;RecNum&gt;589&lt;/RecNum&gt;&lt;DisplayText&gt;(49)&lt;/DisplayText&gt;&lt;record&gt;&lt;rec-number&gt;589&lt;/rec-number&gt;&lt;foreign-keys&gt;&lt;key app="EN" db-id="peaze5ps2xpr2oefr95ppedzasefp0edt9t9" timestamp="1711032113"&gt;589&lt;/key&gt;&lt;/foreign-keys&gt;&lt;ref-type name="Journal Article"&gt;17&lt;/ref-type&gt;&lt;contributors&gt;&lt;authors&gt;&lt;author&gt;Ou, J.&lt;/author&gt;&lt;author&gt;Zhu, L. J.&lt;/author&gt;&lt;/authors&gt;&lt;/contributors&gt;&lt;auth-address&gt;Department of Cell Biology, Duke University School of Medicine, Durham, NC, USA. jianhong.ou@duke.edu.&amp;#xD;Department of Molecular, Cell and Cancer Biology, University of Massachusetts Medical School, Worcester, MA, USA. julie.zhu@umassmed.edu.&amp;#xD;Program in Molecular Medicine, University of Massachusetts Medical School, Worcester, MA, USA. julie.zhu@umassmed.edu.&amp;#xD;Program in Bioinformatics and Integrative Biology, University of Massachusetts Medical School, Worcester, MA, USA. julie.zhu@umassmed.edu.&lt;/auth-address&gt;&lt;titles&gt;&lt;title&gt;trackViewer: a Bioconductor package for interactive and integrative visualization of multi-omics data&lt;/title&gt;&lt;secondary-title&gt;Nat Methods&lt;/secondary-title&gt;&lt;/titles&gt;&lt;periodical&gt;&lt;full-title&gt;Nat Methods&lt;/full-title&gt;&lt;/periodical&gt;&lt;pages&gt;453-454&lt;/pages&gt;&lt;volume&gt;16&lt;/volume&gt;&lt;number&gt;6&lt;/number&gt;&lt;keywords&gt;&lt;keyword&gt;Computational Biology/*methods&lt;/keyword&gt;&lt;keyword&gt;*Computer Graphics&lt;/keyword&gt;&lt;keyword&gt;*Gene Expression Profiling&lt;/keyword&gt;&lt;keyword&gt;Humans&lt;/keyword&gt;&lt;keyword&gt;Metabolomics/*methods&lt;/keyword&gt;&lt;keyword&gt;Proteins/genetics/*metabolism&lt;/keyword&gt;&lt;keyword&gt;Proteomics/*methods&lt;/keyword&gt;&lt;keyword&gt;*Software&lt;/keyword&gt;&lt;/keywords&gt;&lt;dates&gt;&lt;year&gt;2019&lt;/year&gt;&lt;pub-dates&gt;&lt;date&gt;Jun&lt;/date&gt;&lt;/pub-dates&gt;&lt;/dates&gt;&lt;isbn&gt;1548-7105 (Electronic)&amp;#xD;1548-7091 (Linking)&lt;/isbn&gt;&lt;accession-num&gt;31133757&lt;/accession-num&gt;&lt;urls&gt;&lt;related-urls&gt;&lt;url&gt;https://www.ncbi.nlm.nih.gov/pubmed/31133757&lt;/url&gt;&lt;/related-urls&gt;&lt;/urls&gt;&lt;electronic-resource-num&gt;10.1038/s41592-019-0430-y&lt;/electronic-resource-num&gt;&lt;remote-database-name&gt;Medline&lt;/remote-database-name&gt;&lt;remote-database-provider&gt;NLM&lt;/remote-database-provider&gt;&lt;/record&gt;&lt;/Cite&gt;&lt;/EndNote&gt;</w:instrText>
      </w:r>
      <w:r w:rsidR="00EB17D9">
        <w:rPr>
          <w:rFonts w:ascii="Calibri" w:hAnsi="Calibri" w:cs="Calibri"/>
          <w:bCs/>
          <w:sz w:val="22"/>
          <w:szCs w:val="22"/>
        </w:rPr>
        <w:fldChar w:fldCharType="separate"/>
      </w:r>
      <w:r w:rsidR="003B089D">
        <w:rPr>
          <w:rFonts w:ascii="Calibri" w:hAnsi="Calibri" w:cs="Calibri"/>
          <w:bCs/>
          <w:noProof/>
          <w:sz w:val="22"/>
          <w:szCs w:val="22"/>
        </w:rPr>
        <w:t>(49)</w:t>
      </w:r>
      <w:r w:rsidR="00EB17D9">
        <w:rPr>
          <w:rFonts w:ascii="Calibri" w:hAnsi="Calibri" w:cs="Calibri"/>
          <w:bCs/>
          <w:sz w:val="22"/>
          <w:szCs w:val="22"/>
        </w:rPr>
        <w:fldChar w:fldCharType="end"/>
      </w:r>
      <w:r w:rsidR="00EB17D9" w:rsidRPr="00EB17D9">
        <w:rPr>
          <w:rFonts w:ascii="Calibri" w:hAnsi="Calibri" w:cs="Calibri"/>
          <w:bCs/>
          <w:sz w:val="22"/>
          <w:szCs w:val="22"/>
        </w:rPr>
        <w:t xml:space="preserve"> to visualize individual motif prediction scores for selected DNA sequences.</w:t>
      </w:r>
    </w:p>
    <w:p w14:paraId="6CE2DA85" w14:textId="77777777" w:rsidR="00937311" w:rsidRDefault="00937311" w:rsidP="009D41CE">
      <w:pPr>
        <w:spacing w:line="480" w:lineRule="auto"/>
        <w:jc w:val="both"/>
        <w:rPr>
          <w:rFonts w:ascii="Calibri" w:hAnsi="Calibri" w:cs="Calibri"/>
          <w:bCs/>
          <w:sz w:val="22"/>
          <w:szCs w:val="22"/>
        </w:rPr>
      </w:pPr>
    </w:p>
    <w:p w14:paraId="584D774C" w14:textId="77777777" w:rsidR="009B3303" w:rsidRPr="009B3303" w:rsidRDefault="009B3303" w:rsidP="009B3303">
      <w:pPr>
        <w:spacing w:line="480" w:lineRule="auto"/>
        <w:jc w:val="both"/>
        <w:rPr>
          <w:rFonts w:ascii="Calibri" w:hAnsi="Calibri" w:cs="Calibri"/>
          <w:b/>
          <w:sz w:val="22"/>
          <w:szCs w:val="22"/>
        </w:rPr>
      </w:pPr>
      <w:r w:rsidRPr="009B3303">
        <w:rPr>
          <w:rFonts w:ascii="Calibri" w:hAnsi="Calibri" w:cs="Calibri"/>
          <w:b/>
          <w:sz w:val="22"/>
          <w:szCs w:val="22"/>
        </w:rPr>
        <w:t>Chromatin interactions of the -23kb enhancer of the Gpnmb gene locus</w:t>
      </w:r>
    </w:p>
    <w:p w14:paraId="31AB7A85" w14:textId="4DB76EF1" w:rsidR="009B3303" w:rsidRDefault="009B3303" w:rsidP="009B3303">
      <w:pPr>
        <w:spacing w:line="480" w:lineRule="auto"/>
        <w:ind w:firstLine="720"/>
        <w:jc w:val="both"/>
        <w:rPr>
          <w:rFonts w:ascii="Calibri" w:hAnsi="Calibri" w:cs="Calibri"/>
          <w:bCs/>
          <w:sz w:val="22"/>
          <w:szCs w:val="22"/>
        </w:rPr>
      </w:pPr>
      <w:r w:rsidRPr="009B3303">
        <w:rPr>
          <w:rFonts w:ascii="Calibri" w:hAnsi="Calibri" w:cs="Calibri"/>
          <w:bCs/>
          <w:sz w:val="22"/>
          <w:szCs w:val="22"/>
        </w:rPr>
        <w:t>We applied a capture Hi-C (cHi-C) approach</w:t>
      </w:r>
      <w:r w:rsidR="00BD48F5">
        <w:rPr>
          <w:rFonts w:ascii="Calibri" w:hAnsi="Calibri" w:cs="Calibri"/>
          <w:bCs/>
          <w:sz w:val="22"/>
          <w:szCs w:val="22"/>
        </w:rPr>
        <w:t xml:space="preserve"> </w:t>
      </w:r>
      <w:r w:rsidR="00BD48F5">
        <w:rPr>
          <w:rFonts w:ascii="Calibri" w:hAnsi="Calibri" w:cs="Calibri"/>
          <w:bCs/>
          <w:sz w:val="22"/>
          <w:szCs w:val="22"/>
        </w:rPr>
        <w:fldChar w:fldCharType="begin"/>
      </w:r>
      <w:r w:rsidR="003B089D">
        <w:rPr>
          <w:rFonts w:ascii="Calibri" w:hAnsi="Calibri" w:cs="Calibri"/>
          <w:bCs/>
          <w:sz w:val="22"/>
          <w:szCs w:val="22"/>
        </w:rPr>
        <w:instrText xml:space="preserve"> ADDIN EN.CITE &lt;EndNote&gt;&lt;Cite&gt;&lt;Author&gt;Orlando&lt;/Author&gt;&lt;Year&gt;2018&lt;/Year&gt;&lt;RecNum&gt;588&lt;/RecNum&gt;&lt;DisplayText&gt;(50)&lt;/DisplayText&gt;&lt;record&gt;&lt;rec-number&gt;588&lt;/rec-number&gt;&lt;foreign-keys&gt;&lt;key app="EN" db-id="peaze5ps2xpr2oefr95ppedzasefp0edt9t9" timestamp="1710872138"&gt;588&lt;/key&gt;&lt;/foreign-keys&gt;&lt;ref-type name="Journal Article"&gt;17&lt;/ref-type&gt;&lt;contributors&gt;&lt;authors&gt;&lt;author&gt;Orlando, G.&lt;/author&gt;&lt;author&gt;Kinnersley, B.&lt;/author&gt;&lt;author&gt;Houlston, R. S.&lt;/author&gt;&lt;/authors&gt;&lt;/contributors&gt;&lt;auth-address&gt;Division of Genetics and Epidemiology, The Institute of Cancer Research, London, United Kingdom.&lt;/auth-address&gt;&lt;titles&gt;&lt;title&gt;Capture Hi-C Library Generation and Analysis to Detect Chromatin Interactions&lt;/title&gt;&lt;secondary-title&gt;Curr Protoc Hum Genet&lt;/secondary-title&gt;&lt;/titles&gt;&lt;periodical&gt;&lt;full-title&gt;Curr Protoc Hum Genet&lt;/full-title&gt;&lt;/periodical&gt;&lt;pages&gt;e63&lt;/pages&gt;&lt;volume&gt;98&lt;/volume&gt;&lt;number&gt;1&lt;/number&gt;&lt;edition&gt;20180706&lt;/edition&gt;&lt;keywords&gt;&lt;keyword&gt;Capture Hi-C (CHi-C)&lt;/keyword&gt;&lt;keyword&gt;di-tags&lt;/keyword&gt;&lt;keyword&gt;gene expression regulation&lt;/keyword&gt;&lt;keyword&gt;promoter-enhancer contacts&lt;/keyword&gt;&lt;/keywords&gt;&lt;dates&gt;&lt;year&gt;2018&lt;/year&gt;&lt;pub-dates&gt;&lt;date&gt;Jul&lt;/date&gt;&lt;/pub-dates&gt;&lt;/dates&gt;&lt;isbn&gt;1934-8258 (Electronic)&amp;#xD;1934-8258 (Linking)&lt;/isbn&gt;&lt;accession-num&gt;29979818&lt;/accession-num&gt;&lt;urls&gt;&lt;related-urls&gt;&lt;url&gt;https://www.ncbi.nlm.nih.gov/pubmed/29979818&lt;/url&gt;&lt;/related-urls&gt;&lt;/urls&gt;&lt;electronic-resource-num&gt;10.1002/cphg.63&lt;/electronic-resource-num&gt;&lt;remote-database-name&gt;PubMed-not-MEDLINE&lt;/remote-database-name&gt;&lt;remote-database-provider&gt;NLM&lt;/remote-database-provider&gt;&lt;/record&gt;&lt;/Cite&gt;&lt;/EndNote&gt;</w:instrText>
      </w:r>
      <w:r w:rsidR="00BD48F5">
        <w:rPr>
          <w:rFonts w:ascii="Calibri" w:hAnsi="Calibri" w:cs="Calibri"/>
          <w:bCs/>
          <w:sz w:val="22"/>
          <w:szCs w:val="22"/>
        </w:rPr>
        <w:fldChar w:fldCharType="separate"/>
      </w:r>
      <w:r w:rsidR="003B089D">
        <w:rPr>
          <w:rFonts w:ascii="Calibri" w:hAnsi="Calibri" w:cs="Calibri"/>
          <w:bCs/>
          <w:noProof/>
          <w:sz w:val="22"/>
          <w:szCs w:val="22"/>
        </w:rPr>
        <w:t>(50)</w:t>
      </w:r>
      <w:r w:rsidR="00BD48F5">
        <w:rPr>
          <w:rFonts w:ascii="Calibri" w:hAnsi="Calibri" w:cs="Calibri"/>
          <w:bCs/>
          <w:sz w:val="22"/>
          <w:szCs w:val="22"/>
        </w:rPr>
        <w:fldChar w:fldCharType="end"/>
      </w:r>
      <w:r w:rsidRPr="009B3303">
        <w:rPr>
          <w:rFonts w:ascii="Calibri" w:hAnsi="Calibri" w:cs="Calibri"/>
          <w:bCs/>
          <w:sz w:val="22"/>
          <w:szCs w:val="22"/>
        </w:rPr>
        <w:t xml:space="preserve"> to map chromatin interactions in the murine </w:t>
      </w:r>
      <w:r w:rsidRPr="009B3303">
        <w:rPr>
          <w:rFonts w:ascii="Calibri" w:hAnsi="Calibri" w:cs="Calibri"/>
          <w:bCs/>
          <w:i/>
          <w:iCs/>
          <w:sz w:val="22"/>
          <w:szCs w:val="22"/>
        </w:rPr>
        <w:t>Gpnmb</w:t>
      </w:r>
      <w:r w:rsidRPr="009B3303">
        <w:rPr>
          <w:rFonts w:ascii="Calibri" w:hAnsi="Calibri" w:cs="Calibri"/>
          <w:bCs/>
          <w:sz w:val="22"/>
          <w:szCs w:val="22"/>
        </w:rPr>
        <w:t xml:space="preserve"> gene locus (chr6:49007000-49060000, mm10). Briefly, </w:t>
      </w:r>
      <w:r w:rsidR="00611B25">
        <w:rPr>
          <w:rFonts w:ascii="Calibri" w:hAnsi="Calibri" w:cs="Calibri"/>
          <w:bCs/>
          <w:sz w:val="22"/>
          <w:szCs w:val="22"/>
        </w:rPr>
        <w:t xml:space="preserve">differentiated </w:t>
      </w:r>
      <w:r w:rsidRPr="009B3303">
        <w:rPr>
          <w:rFonts w:ascii="Calibri" w:hAnsi="Calibri" w:cs="Calibri"/>
          <w:bCs/>
          <w:sz w:val="22"/>
          <w:szCs w:val="22"/>
        </w:rPr>
        <w:t xml:space="preserve">mouse </w:t>
      </w:r>
      <w:r w:rsidR="00C60C95">
        <w:rPr>
          <w:rFonts w:ascii="Calibri" w:hAnsi="Calibri" w:cs="Calibri"/>
          <w:bCs/>
          <w:sz w:val="22"/>
          <w:szCs w:val="22"/>
        </w:rPr>
        <w:t>BMDMs</w:t>
      </w:r>
      <w:r w:rsidRPr="009B3303">
        <w:rPr>
          <w:rFonts w:ascii="Calibri" w:hAnsi="Calibri" w:cs="Calibri"/>
          <w:bCs/>
          <w:sz w:val="22"/>
          <w:szCs w:val="22"/>
        </w:rPr>
        <w:t xml:space="preserve"> were cross-linked with 1% formaldehyde and stored as cell pellets at -20</w:t>
      </w:r>
      <w:r w:rsidRPr="009B3303">
        <w:rPr>
          <w:rFonts w:ascii="Calibri" w:hAnsi="Calibri" w:cs="Calibri"/>
          <w:bCs/>
          <w:sz w:val="22"/>
          <w:szCs w:val="22"/>
          <w:vertAlign w:val="superscript"/>
        </w:rPr>
        <w:t>o</w:t>
      </w:r>
      <w:r w:rsidRPr="009B3303">
        <w:rPr>
          <w:rFonts w:ascii="Calibri" w:hAnsi="Calibri" w:cs="Calibri"/>
          <w:bCs/>
          <w:sz w:val="22"/>
          <w:szCs w:val="22"/>
        </w:rPr>
        <w:t xml:space="preserve">C. Cells were lysed and processed using the Arima Hi-C kit according to the manufacturer’s protocol. A capture enrichment step was applied to the generated Hi-C libraries using custom-designed probes (SureSelect, Agilent Tier 2 -2,9Mb) targeting a selective group of myeloid-specific genomic regulatory elements, including the -23kb enhancer of the </w:t>
      </w:r>
      <w:r w:rsidRPr="009B3303">
        <w:rPr>
          <w:rFonts w:ascii="Calibri" w:hAnsi="Calibri" w:cs="Calibri"/>
          <w:bCs/>
          <w:i/>
          <w:iCs/>
          <w:sz w:val="22"/>
          <w:szCs w:val="22"/>
        </w:rPr>
        <w:t>Gpnmb</w:t>
      </w:r>
      <w:r w:rsidRPr="009B3303">
        <w:rPr>
          <w:rFonts w:ascii="Calibri" w:hAnsi="Calibri" w:cs="Calibri"/>
          <w:bCs/>
          <w:sz w:val="22"/>
          <w:szCs w:val="22"/>
        </w:rPr>
        <w:t xml:space="preserve"> gene locus shown in </w:t>
      </w:r>
      <w:r w:rsidRPr="009B3303">
        <w:rPr>
          <w:rFonts w:ascii="Calibri" w:hAnsi="Calibri" w:cs="Calibri"/>
          <w:b/>
          <w:sz w:val="22"/>
          <w:szCs w:val="22"/>
        </w:rPr>
        <w:t>Fig.</w:t>
      </w:r>
      <w:r>
        <w:rPr>
          <w:rFonts w:ascii="Calibri" w:hAnsi="Calibri" w:cs="Calibri"/>
          <w:b/>
          <w:sz w:val="22"/>
          <w:szCs w:val="22"/>
        </w:rPr>
        <w:t xml:space="preserve"> </w:t>
      </w:r>
      <w:r w:rsidRPr="009B3303">
        <w:rPr>
          <w:rFonts w:ascii="Calibri" w:hAnsi="Calibri" w:cs="Calibri"/>
          <w:b/>
          <w:sz w:val="22"/>
          <w:szCs w:val="22"/>
        </w:rPr>
        <w:t>8C</w:t>
      </w:r>
      <w:r w:rsidRPr="009B3303">
        <w:rPr>
          <w:rFonts w:ascii="Calibri" w:hAnsi="Calibri" w:cs="Calibri"/>
          <w:bCs/>
          <w:sz w:val="22"/>
          <w:szCs w:val="22"/>
        </w:rPr>
        <w:t xml:space="preserve">. cHi-C libraries were prepared with the Arima Hi-C kit and Agilent SureSelect library systems according to the manufacturers’s protocol. cHi-C raw sequence output was processed with </w:t>
      </w:r>
      <w:r w:rsidRPr="00611B25">
        <w:rPr>
          <w:rFonts w:ascii="Calibri" w:hAnsi="Calibri" w:cs="Calibri"/>
          <w:bCs/>
          <w:i/>
          <w:iCs/>
          <w:sz w:val="22"/>
          <w:szCs w:val="22"/>
        </w:rPr>
        <w:t>Hicup</w:t>
      </w:r>
      <w:r w:rsidRPr="009B3303">
        <w:rPr>
          <w:rFonts w:ascii="Calibri" w:hAnsi="Calibri" w:cs="Calibri"/>
          <w:bCs/>
          <w:sz w:val="22"/>
          <w:szCs w:val="22"/>
        </w:rPr>
        <w:t xml:space="preserve"> (v0.6.1) to produce a filtered set of mapped interaction pairs in the mm10 genome. Interactions between virtual restriction fragments were detected using </w:t>
      </w:r>
      <w:r w:rsidRPr="00611B25">
        <w:rPr>
          <w:rFonts w:ascii="Calibri" w:hAnsi="Calibri" w:cs="Calibri"/>
          <w:bCs/>
          <w:i/>
          <w:iCs/>
          <w:sz w:val="22"/>
          <w:szCs w:val="22"/>
        </w:rPr>
        <w:t>Chicago</w:t>
      </w:r>
      <w:r w:rsidRPr="009B3303">
        <w:rPr>
          <w:rFonts w:ascii="Calibri" w:hAnsi="Calibri" w:cs="Calibri"/>
          <w:bCs/>
          <w:sz w:val="22"/>
          <w:szCs w:val="22"/>
        </w:rPr>
        <w:t xml:space="preserve"> (v1.6.0) </w:t>
      </w:r>
      <w:r>
        <w:rPr>
          <w:rFonts w:ascii="Calibri" w:hAnsi="Calibri" w:cs="Calibri"/>
          <w:bCs/>
          <w:sz w:val="22"/>
          <w:szCs w:val="22"/>
        </w:rPr>
        <w:t>and</w:t>
      </w:r>
      <w:r w:rsidRPr="009B3303">
        <w:rPr>
          <w:rFonts w:ascii="Calibri" w:hAnsi="Calibri" w:cs="Calibri"/>
          <w:bCs/>
          <w:sz w:val="22"/>
          <w:szCs w:val="22"/>
        </w:rPr>
        <w:t xml:space="preserve"> custom weights calculated from high</w:t>
      </w:r>
      <w:r w:rsidR="00611B25">
        <w:rPr>
          <w:rFonts w:ascii="Calibri" w:hAnsi="Calibri" w:cs="Calibri"/>
          <w:bCs/>
          <w:sz w:val="22"/>
          <w:szCs w:val="22"/>
        </w:rPr>
        <w:t>-</w:t>
      </w:r>
      <w:r w:rsidRPr="009B3303">
        <w:rPr>
          <w:rFonts w:ascii="Calibri" w:hAnsi="Calibri" w:cs="Calibri"/>
          <w:bCs/>
          <w:sz w:val="22"/>
          <w:szCs w:val="22"/>
        </w:rPr>
        <w:t xml:space="preserve">confidence interactions in the data. Bigwig files containing mapped normalized interaction pairs were uploaded to the IGV browser to visualize chromatin loops of the -23kb enhancer of the </w:t>
      </w:r>
      <w:r w:rsidRPr="00611B25">
        <w:rPr>
          <w:rFonts w:ascii="Calibri" w:hAnsi="Calibri" w:cs="Calibri"/>
          <w:bCs/>
          <w:i/>
          <w:iCs/>
          <w:sz w:val="22"/>
          <w:szCs w:val="22"/>
        </w:rPr>
        <w:t>Gpnmb</w:t>
      </w:r>
      <w:r w:rsidRPr="009B3303">
        <w:rPr>
          <w:rFonts w:ascii="Calibri" w:hAnsi="Calibri" w:cs="Calibri"/>
          <w:bCs/>
          <w:sz w:val="22"/>
          <w:szCs w:val="22"/>
        </w:rPr>
        <w:t xml:space="preserve"> gene locus together with ChIP-seq tracks. </w:t>
      </w:r>
    </w:p>
    <w:p w14:paraId="72D61CE6" w14:textId="77777777" w:rsidR="009B3303" w:rsidRPr="00C05447" w:rsidRDefault="009B3303" w:rsidP="009D41CE">
      <w:pPr>
        <w:spacing w:line="480" w:lineRule="auto"/>
        <w:jc w:val="both"/>
        <w:rPr>
          <w:rFonts w:ascii="Calibri" w:hAnsi="Calibri" w:cs="Calibri"/>
          <w:bCs/>
          <w:sz w:val="22"/>
          <w:szCs w:val="22"/>
        </w:rPr>
      </w:pPr>
    </w:p>
    <w:p w14:paraId="6FDF3690" w14:textId="77777777" w:rsidR="00736E00" w:rsidRDefault="00736E00" w:rsidP="00B80E64">
      <w:pPr>
        <w:pStyle w:val="EndNoteBibliographyTitle"/>
      </w:pPr>
    </w:p>
    <w:p w14:paraId="0939EC36" w14:textId="77777777" w:rsidR="00736E00" w:rsidRDefault="00736E00" w:rsidP="00FA595F">
      <w:pPr>
        <w:pStyle w:val="EndNoteBibliographyTitle"/>
        <w:jc w:val="left"/>
      </w:pPr>
    </w:p>
    <w:p w14:paraId="59598ECD" w14:textId="77777777" w:rsidR="002C0768" w:rsidRDefault="002C0768" w:rsidP="003F5AD3">
      <w:pPr>
        <w:pStyle w:val="EndNoteBibliographyTitle"/>
        <w:jc w:val="left"/>
      </w:pPr>
    </w:p>
    <w:p w14:paraId="4559F90F" w14:textId="77777777" w:rsidR="0026035C" w:rsidRDefault="0026035C" w:rsidP="00B80E64">
      <w:pPr>
        <w:pStyle w:val="EndNoteBibliographyTitle"/>
      </w:pPr>
    </w:p>
    <w:p w14:paraId="5752E111" w14:textId="77777777" w:rsidR="0026035C" w:rsidRDefault="0026035C" w:rsidP="00B80E64">
      <w:pPr>
        <w:pStyle w:val="EndNoteBibliographyTitle"/>
      </w:pPr>
    </w:p>
    <w:p w14:paraId="3067F829" w14:textId="77777777" w:rsidR="00476AE1" w:rsidRDefault="00476AE1" w:rsidP="009D41CE">
      <w:pPr>
        <w:spacing w:line="480" w:lineRule="auto"/>
        <w:contextualSpacing/>
        <w:jc w:val="both"/>
        <w:rPr>
          <w:rFonts w:ascii="Calibri" w:hAnsi="Calibri" w:cs="Calibri"/>
          <w:sz w:val="22"/>
          <w:szCs w:val="22"/>
        </w:rPr>
      </w:pPr>
    </w:p>
    <w:p w14:paraId="77605993" w14:textId="77777777" w:rsidR="00D543DC" w:rsidRDefault="00D543DC" w:rsidP="009D41CE">
      <w:pPr>
        <w:spacing w:line="480" w:lineRule="auto"/>
        <w:contextualSpacing/>
        <w:jc w:val="both"/>
        <w:rPr>
          <w:rFonts w:ascii="Calibri" w:hAnsi="Calibri" w:cs="Calibri"/>
          <w:sz w:val="22"/>
          <w:szCs w:val="22"/>
        </w:rPr>
      </w:pPr>
    </w:p>
    <w:p w14:paraId="6D42780E" w14:textId="77777777" w:rsidR="00D543DC" w:rsidRDefault="00D543DC" w:rsidP="009D41CE">
      <w:pPr>
        <w:spacing w:line="480" w:lineRule="auto"/>
        <w:contextualSpacing/>
        <w:jc w:val="both"/>
        <w:rPr>
          <w:rFonts w:ascii="Calibri" w:hAnsi="Calibri" w:cs="Calibri"/>
          <w:sz w:val="22"/>
          <w:szCs w:val="22"/>
        </w:rPr>
      </w:pPr>
    </w:p>
    <w:p w14:paraId="0C4C8C86" w14:textId="77777777" w:rsidR="00D543DC" w:rsidRDefault="00D543DC" w:rsidP="009D41CE">
      <w:pPr>
        <w:spacing w:line="480" w:lineRule="auto"/>
        <w:contextualSpacing/>
        <w:jc w:val="both"/>
        <w:rPr>
          <w:rFonts w:ascii="Calibri" w:hAnsi="Calibri" w:cs="Calibri"/>
          <w:sz w:val="22"/>
          <w:szCs w:val="22"/>
        </w:rPr>
      </w:pPr>
    </w:p>
    <w:p w14:paraId="71135BDE" w14:textId="77777777" w:rsidR="00D543DC" w:rsidRDefault="00D543DC" w:rsidP="009D41CE">
      <w:pPr>
        <w:spacing w:line="480" w:lineRule="auto"/>
        <w:contextualSpacing/>
        <w:jc w:val="both"/>
        <w:rPr>
          <w:rFonts w:ascii="Calibri" w:hAnsi="Calibri" w:cs="Calibri"/>
          <w:sz w:val="22"/>
          <w:szCs w:val="22"/>
        </w:rPr>
      </w:pPr>
    </w:p>
    <w:p w14:paraId="2C9AAF6D" w14:textId="77777777" w:rsidR="003B089D" w:rsidRPr="003B089D" w:rsidRDefault="00476AE1" w:rsidP="003B089D">
      <w:pPr>
        <w:pStyle w:val="EndNoteBibliographyTitle"/>
        <w:rPr>
          <w:b/>
          <w:bCs/>
          <w:noProof/>
        </w:rPr>
      </w:pPr>
      <w:r>
        <w:lastRenderedPageBreak/>
        <w:fldChar w:fldCharType="begin"/>
      </w:r>
      <w:r>
        <w:instrText xml:space="preserve"> ADDIN EN.REFLIST </w:instrText>
      </w:r>
      <w:r>
        <w:fldChar w:fldCharType="separate"/>
      </w:r>
      <w:r w:rsidR="003B089D" w:rsidRPr="003B089D">
        <w:rPr>
          <w:b/>
          <w:bCs/>
          <w:noProof/>
        </w:rPr>
        <w:t>References</w:t>
      </w:r>
    </w:p>
    <w:p w14:paraId="10755599" w14:textId="77777777" w:rsidR="003B089D" w:rsidRPr="003B089D" w:rsidRDefault="003B089D" w:rsidP="003B089D">
      <w:pPr>
        <w:pStyle w:val="EndNoteBibliographyTitle"/>
        <w:rPr>
          <w:noProof/>
        </w:rPr>
      </w:pPr>
    </w:p>
    <w:p w14:paraId="446C04A8" w14:textId="77777777" w:rsidR="003B089D" w:rsidRPr="003B089D" w:rsidRDefault="003B089D" w:rsidP="003B089D">
      <w:pPr>
        <w:pStyle w:val="EndNoteBibliography"/>
        <w:spacing w:after="240"/>
        <w:ind w:left="720" w:hanging="720"/>
        <w:rPr>
          <w:noProof/>
        </w:rPr>
      </w:pPr>
      <w:r w:rsidRPr="003B089D">
        <w:rPr>
          <w:noProof/>
        </w:rPr>
        <w:t>1.</w:t>
      </w:r>
      <w:r w:rsidRPr="003B089D">
        <w:rPr>
          <w:noProof/>
        </w:rPr>
        <w:tab/>
        <w:t xml:space="preserve">Hardy D, et al. Comparative Study of Injury Models for Studying Muscle Regeneration in Mice. </w:t>
      </w:r>
      <w:r w:rsidRPr="003B089D">
        <w:rPr>
          <w:i/>
          <w:noProof/>
        </w:rPr>
        <w:t>PLoS One.</w:t>
      </w:r>
      <w:r w:rsidRPr="003B089D">
        <w:rPr>
          <w:noProof/>
        </w:rPr>
        <w:t xml:space="preserve"> 2016;11(1):e0147198.</w:t>
      </w:r>
    </w:p>
    <w:p w14:paraId="4DE10608" w14:textId="77777777" w:rsidR="003B089D" w:rsidRPr="003B089D" w:rsidRDefault="003B089D" w:rsidP="003B089D">
      <w:pPr>
        <w:pStyle w:val="EndNoteBibliography"/>
        <w:spacing w:after="240"/>
        <w:ind w:left="720" w:hanging="720"/>
        <w:rPr>
          <w:noProof/>
        </w:rPr>
      </w:pPr>
      <w:r w:rsidRPr="003B089D">
        <w:rPr>
          <w:noProof/>
        </w:rPr>
        <w:t>2.</w:t>
      </w:r>
      <w:r w:rsidRPr="003B089D">
        <w:rPr>
          <w:noProof/>
        </w:rPr>
        <w:tab/>
        <w:t xml:space="preserve">Patsalos A, et al. A growth factor-expressing macrophage subpopulation orchestrates regenerative inflammation via GDF-15. </w:t>
      </w:r>
      <w:r w:rsidRPr="003B089D">
        <w:rPr>
          <w:i/>
          <w:noProof/>
        </w:rPr>
        <w:t>J Exp Med.</w:t>
      </w:r>
      <w:r w:rsidRPr="003B089D">
        <w:rPr>
          <w:noProof/>
        </w:rPr>
        <w:t xml:space="preserve"> 2022;219(1).</w:t>
      </w:r>
    </w:p>
    <w:p w14:paraId="444778A8" w14:textId="77777777" w:rsidR="003B089D" w:rsidRPr="003B089D" w:rsidRDefault="003B089D" w:rsidP="003B089D">
      <w:pPr>
        <w:pStyle w:val="EndNoteBibliography"/>
        <w:spacing w:after="240"/>
        <w:ind w:left="720" w:hanging="720"/>
        <w:rPr>
          <w:noProof/>
        </w:rPr>
      </w:pPr>
      <w:r w:rsidRPr="003B089D">
        <w:rPr>
          <w:noProof/>
        </w:rPr>
        <w:t>3.</w:t>
      </w:r>
      <w:r w:rsidRPr="003B089D">
        <w:rPr>
          <w:noProof/>
        </w:rPr>
        <w:tab/>
        <w:t xml:space="preserve">Giannakis N, et al. Dynamic changes to lipid mediators support transitions among macrophage subtypes during muscle regeneration. </w:t>
      </w:r>
      <w:r w:rsidRPr="003B089D">
        <w:rPr>
          <w:i/>
          <w:noProof/>
        </w:rPr>
        <w:t>Nat Immunol.</w:t>
      </w:r>
      <w:r w:rsidRPr="003B089D">
        <w:rPr>
          <w:noProof/>
        </w:rPr>
        <w:t xml:space="preserve"> 2019;20(5):626-36.</w:t>
      </w:r>
    </w:p>
    <w:p w14:paraId="581B9F02" w14:textId="77777777" w:rsidR="003B089D" w:rsidRPr="003B089D" w:rsidRDefault="003B089D" w:rsidP="003B089D">
      <w:pPr>
        <w:pStyle w:val="EndNoteBibliography"/>
        <w:spacing w:after="240"/>
        <w:ind w:left="720" w:hanging="720"/>
        <w:rPr>
          <w:noProof/>
        </w:rPr>
      </w:pPr>
      <w:r w:rsidRPr="003B089D">
        <w:rPr>
          <w:noProof/>
        </w:rPr>
        <w:t>4.</w:t>
      </w:r>
      <w:r w:rsidRPr="003B089D">
        <w:rPr>
          <w:noProof/>
        </w:rPr>
        <w:tab/>
        <w:t xml:space="preserve">Patsalos A, et al. The BACH1-HMOX1 Regulatory Axis Is Indispensable for Proper Macrophage Subtype Specification and Skeletal Muscle Regeneration. </w:t>
      </w:r>
      <w:r w:rsidRPr="003B089D">
        <w:rPr>
          <w:i/>
          <w:noProof/>
        </w:rPr>
        <w:t>J Immunol.</w:t>
      </w:r>
      <w:r w:rsidRPr="003B089D">
        <w:rPr>
          <w:noProof/>
        </w:rPr>
        <w:t xml:space="preserve"> 2019;203(6):1532-47.</w:t>
      </w:r>
    </w:p>
    <w:p w14:paraId="178E9B1B" w14:textId="77777777" w:rsidR="003B089D" w:rsidRPr="003B089D" w:rsidRDefault="003B089D" w:rsidP="003B089D">
      <w:pPr>
        <w:pStyle w:val="EndNoteBibliography"/>
        <w:spacing w:after="240"/>
        <w:ind w:left="720" w:hanging="720"/>
        <w:rPr>
          <w:noProof/>
        </w:rPr>
      </w:pPr>
      <w:r w:rsidRPr="003B089D">
        <w:rPr>
          <w:noProof/>
        </w:rPr>
        <w:t>5.</w:t>
      </w:r>
      <w:r w:rsidRPr="003B089D">
        <w:rPr>
          <w:noProof/>
        </w:rPr>
        <w:tab/>
        <w:t xml:space="preserve">Barish GD, et al. A Nuclear Receptor Atlas: macrophage activation. </w:t>
      </w:r>
      <w:r w:rsidRPr="003B089D">
        <w:rPr>
          <w:i/>
          <w:noProof/>
        </w:rPr>
        <w:t>Mol Endocrinol.</w:t>
      </w:r>
      <w:r w:rsidRPr="003B089D">
        <w:rPr>
          <w:noProof/>
        </w:rPr>
        <w:t xml:space="preserve"> 2005;19(10):2466-77.</w:t>
      </w:r>
    </w:p>
    <w:p w14:paraId="139C088C" w14:textId="77777777" w:rsidR="003B089D" w:rsidRPr="003B089D" w:rsidRDefault="003B089D" w:rsidP="003B089D">
      <w:pPr>
        <w:pStyle w:val="EndNoteBibliography"/>
        <w:spacing w:after="240"/>
        <w:ind w:left="720" w:hanging="720"/>
        <w:rPr>
          <w:noProof/>
        </w:rPr>
      </w:pPr>
      <w:r w:rsidRPr="003B089D">
        <w:rPr>
          <w:noProof/>
        </w:rPr>
        <w:t>6.</w:t>
      </w:r>
      <w:r w:rsidRPr="003B089D">
        <w:rPr>
          <w:noProof/>
        </w:rPr>
        <w:tab/>
        <w:t xml:space="preserve">Heap RE, et al. Proteomics characterisation of the L929 cell supernatant and its role in BMDM differentiation. </w:t>
      </w:r>
      <w:r w:rsidRPr="003B089D">
        <w:rPr>
          <w:i/>
          <w:noProof/>
        </w:rPr>
        <w:t>Life Sci Alliance.</w:t>
      </w:r>
      <w:r w:rsidRPr="003B089D">
        <w:rPr>
          <w:noProof/>
        </w:rPr>
        <w:t xml:space="preserve"> 2021;4(6).</w:t>
      </w:r>
    </w:p>
    <w:p w14:paraId="0F7A4414" w14:textId="77777777" w:rsidR="003B089D" w:rsidRPr="003B089D" w:rsidRDefault="003B089D" w:rsidP="003B089D">
      <w:pPr>
        <w:pStyle w:val="EndNoteBibliography"/>
        <w:spacing w:after="240"/>
        <w:ind w:left="720" w:hanging="720"/>
        <w:rPr>
          <w:noProof/>
        </w:rPr>
      </w:pPr>
      <w:r w:rsidRPr="003B089D">
        <w:rPr>
          <w:noProof/>
        </w:rPr>
        <w:t>7.</w:t>
      </w:r>
      <w:r w:rsidRPr="003B089D">
        <w:rPr>
          <w:noProof/>
        </w:rPr>
        <w:tab/>
        <w:t xml:space="preserve">Saclier M, et al. Effects of Macrophage Conditioned-Medium on Murine and Human Muscle Cells: Analysis of Proliferation, Differentiation, and Fusion. </w:t>
      </w:r>
      <w:r w:rsidRPr="003B089D">
        <w:rPr>
          <w:i/>
          <w:noProof/>
        </w:rPr>
        <w:t>Methods Mol Biol.</w:t>
      </w:r>
      <w:r w:rsidRPr="003B089D">
        <w:rPr>
          <w:noProof/>
        </w:rPr>
        <w:t xml:space="preserve"> 2017;1556:317-27.</w:t>
      </w:r>
    </w:p>
    <w:p w14:paraId="6B59DA3F" w14:textId="77777777" w:rsidR="003B089D" w:rsidRPr="003B089D" w:rsidRDefault="003B089D" w:rsidP="003B089D">
      <w:pPr>
        <w:pStyle w:val="EndNoteBibliography"/>
        <w:spacing w:after="240"/>
        <w:ind w:left="720" w:hanging="720"/>
        <w:rPr>
          <w:noProof/>
        </w:rPr>
      </w:pPr>
      <w:r w:rsidRPr="003B089D">
        <w:rPr>
          <w:noProof/>
        </w:rPr>
        <w:t>8.</w:t>
      </w:r>
      <w:r w:rsidRPr="003B089D">
        <w:rPr>
          <w:noProof/>
        </w:rPr>
        <w:tab/>
        <w:t xml:space="preserve">Varga T, et al. Macrophage PPARγ, a Lipid Activated Transcription Factor Controls the Growth Factor GDF3 and Skeletal Muscle Regeneration. </w:t>
      </w:r>
      <w:r w:rsidRPr="003B089D">
        <w:rPr>
          <w:i/>
          <w:noProof/>
        </w:rPr>
        <w:t>Immunity.</w:t>
      </w:r>
      <w:r w:rsidRPr="003B089D">
        <w:rPr>
          <w:noProof/>
        </w:rPr>
        <w:t xml:space="preserve"> 2016;45(5):1038-51.</w:t>
      </w:r>
    </w:p>
    <w:p w14:paraId="16696956" w14:textId="77777777" w:rsidR="003B089D" w:rsidRPr="003B089D" w:rsidRDefault="003B089D" w:rsidP="003B089D">
      <w:pPr>
        <w:pStyle w:val="EndNoteBibliography"/>
        <w:spacing w:after="240"/>
        <w:ind w:left="720" w:hanging="720"/>
        <w:rPr>
          <w:noProof/>
        </w:rPr>
      </w:pPr>
      <w:r w:rsidRPr="003B089D">
        <w:rPr>
          <w:noProof/>
        </w:rPr>
        <w:t>9.</w:t>
      </w:r>
      <w:r w:rsidRPr="003B089D">
        <w:rPr>
          <w:noProof/>
        </w:rPr>
        <w:tab/>
        <w:t xml:space="preserve">Mi H, et al. Large-scale gene function analysis with the PANTHER classification system. </w:t>
      </w:r>
      <w:r w:rsidRPr="003B089D">
        <w:rPr>
          <w:i/>
          <w:noProof/>
        </w:rPr>
        <w:t>Nat Protoc.</w:t>
      </w:r>
      <w:r w:rsidRPr="003B089D">
        <w:rPr>
          <w:noProof/>
        </w:rPr>
        <w:t xml:space="preserve"> 2013;8(8):1551-66.</w:t>
      </w:r>
    </w:p>
    <w:p w14:paraId="02E9290B" w14:textId="77777777" w:rsidR="003B089D" w:rsidRPr="003B089D" w:rsidRDefault="003B089D" w:rsidP="003B089D">
      <w:pPr>
        <w:pStyle w:val="EndNoteBibliography"/>
        <w:spacing w:after="240"/>
        <w:ind w:left="720" w:hanging="720"/>
        <w:rPr>
          <w:noProof/>
        </w:rPr>
      </w:pPr>
      <w:r w:rsidRPr="003B089D">
        <w:rPr>
          <w:noProof/>
        </w:rPr>
        <w:lastRenderedPageBreak/>
        <w:t>10.</w:t>
      </w:r>
      <w:r w:rsidRPr="003B089D">
        <w:rPr>
          <w:noProof/>
        </w:rPr>
        <w:tab/>
        <w:t xml:space="preserve">Zhou Y, et al. Metascape provides a biologist-oriented resource for the analysis of systems-level datasets. </w:t>
      </w:r>
      <w:r w:rsidRPr="003B089D">
        <w:rPr>
          <w:i/>
          <w:noProof/>
        </w:rPr>
        <w:t>Nat Commun.</w:t>
      </w:r>
      <w:r w:rsidRPr="003B089D">
        <w:rPr>
          <w:noProof/>
        </w:rPr>
        <w:t xml:space="preserve"> 2019;10(1):1523.</w:t>
      </w:r>
    </w:p>
    <w:p w14:paraId="1E72D3D0" w14:textId="77777777" w:rsidR="003B089D" w:rsidRPr="003B089D" w:rsidRDefault="003B089D" w:rsidP="003B089D">
      <w:pPr>
        <w:pStyle w:val="EndNoteBibliography"/>
        <w:spacing w:after="240"/>
        <w:ind w:left="720" w:hanging="720"/>
        <w:rPr>
          <w:noProof/>
        </w:rPr>
      </w:pPr>
      <w:r w:rsidRPr="003B089D">
        <w:rPr>
          <w:noProof/>
        </w:rPr>
        <w:t>11.</w:t>
      </w:r>
      <w:r w:rsidRPr="003B089D">
        <w:rPr>
          <w:noProof/>
        </w:rPr>
        <w:tab/>
        <w:t xml:space="preserve">Kleshchevnikov V, et al. Cell2location maps fine-grained cell types in spatial transcriptomics. </w:t>
      </w:r>
      <w:r w:rsidRPr="003B089D">
        <w:rPr>
          <w:i/>
          <w:noProof/>
        </w:rPr>
        <w:t>Nat Biotechnol.</w:t>
      </w:r>
      <w:r w:rsidRPr="003B089D">
        <w:rPr>
          <w:noProof/>
        </w:rPr>
        <w:t xml:space="preserve"> 2022;40(5):661-71.</w:t>
      </w:r>
    </w:p>
    <w:p w14:paraId="0AE94086" w14:textId="77777777" w:rsidR="003B089D" w:rsidRPr="003B089D" w:rsidRDefault="003B089D" w:rsidP="003B089D">
      <w:pPr>
        <w:pStyle w:val="EndNoteBibliography"/>
        <w:spacing w:after="240"/>
        <w:ind w:left="720" w:hanging="720"/>
        <w:rPr>
          <w:noProof/>
        </w:rPr>
      </w:pPr>
      <w:r w:rsidRPr="003B089D">
        <w:rPr>
          <w:noProof/>
        </w:rPr>
        <w:t>12.</w:t>
      </w:r>
      <w:r w:rsidRPr="003B089D">
        <w:rPr>
          <w:noProof/>
        </w:rPr>
        <w:tab/>
        <w:t xml:space="preserve">Butler A, et al. Integrating single-cell transcriptomic data across different conditions, technologies, and species. </w:t>
      </w:r>
      <w:r w:rsidRPr="003B089D">
        <w:rPr>
          <w:i/>
          <w:noProof/>
        </w:rPr>
        <w:t>Nat Biotechnol.</w:t>
      </w:r>
      <w:r w:rsidRPr="003B089D">
        <w:rPr>
          <w:noProof/>
        </w:rPr>
        <w:t xml:space="preserve"> 2018;36(5):411-20.</w:t>
      </w:r>
    </w:p>
    <w:p w14:paraId="5A172C4E" w14:textId="77777777" w:rsidR="003B089D" w:rsidRPr="003B089D" w:rsidRDefault="003B089D" w:rsidP="003B089D">
      <w:pPr>
        <w:pStyle w:val="EndNoteBibliography"/>
        <w:spacing w:after="240"/>
        <w:ind w:left="720" w:hanging="720"/>
        <w:rPr>
          <w:noProof/>
        </w:rPr>
      </w:pPr>
      <w:r w:rsidRPr="003B089D">
        <w:rPr>
          <w:noProof/>
        </w:rPr>
        <w:t>13.</w:t>
      </w:r>
      <w:r w:rsidRPr="003B089D">
        <w:rPr>
          <w:noProof/>
        </w:rPr>
        <w:tab/>
        <w:t xml:space="preserve">Hippen AA, et al. miQC: An adaptive probabilistic framework for quality control of single-cell RNA-sequencing data. </w:t>
      </w:r>
      <w:r w:rsidRPr="003B089D">
        <w:rPr>
          <w:i/>
          <w:noProof/>
        </w:rPr>
        <w:t>PLoS Comput Biol.</w:t>
      </w:r>
      <w:r w:rsidRPr="003B089D">
        <w:rPr>
          <w:noProof/>
        </w:rPr>
        <w:t xml:space="preserve"> 2021;17(8):e1009290.</w:t>
      </w:r>
    </w:p>
    <w:p w14:paraId="165D754E" w14:textId="77777777" w:rsidR="003B089D" w:rsidRPr="003B089D" w:rsidRDefault="003B089D" w:rsidP="003B089D">
      <w:pPr>
        <w:pStyle w:val="EndNoteBibliography"/>
        <w:spacing w:after="240"/>
        <w:ind w:left="720" w:hanging="720"/>
        <w:rPr>
          <w:noProof/>
        </w:rPr>
      </w:pPr>
      <w:r w:rsidRPr="003B089D">
        <w:rPr>
          <w:noProof/>
        </w:rPr>
        <w:t>14.</w:t>
      </w:r>
      <w:r w:rsidRPr="003B089D">
        <w:rPr>
          <w:noProof/>
        </w:rPr>
        <w:tab/>
        <w:t xml:space="preserve">Korsunsky I, et al. Fast, sensitive and accurate integration of single-cell data with Harmony. </w:t>
      </w:r>
      <w:r w:rsidRPr="003B089D">
        <w:rPr>
          <w:i/>
          <w:noProof/>
        </w:rPr>
        <w:t>Nat Methods.</w:t>
      </w:r>
      <w:r w:rsidRPr="003B089D">
        <w:rPr>
          <w:noProof/>
        </w:rPr>
        <w:t xml:space="preserve"> 2019;16(12):1289-96.</w:t>
      </w:r>
    </w:p>
    <w:p w14:paraId="6CC6625C" w14:textId="77777777" w:rsidR="003B089D" w:rsidRPr="003B089D" w:rsidRDefault="003B089D" w:rsidP="003B089D">
      <w:pPr>
        <w:pStyle w:val="EndNoteBibliography"/>
        <w:spacing w:after="240"/>
        <w:ind w:left="720" w:hanging="720"/>
        <w:rPr>
          <w:noProof/>
        </w:rPr>
      </w:pPr>
      <w:r w:rsidRPr="003B089D">
        <w:rPr>
          <w:noProof/>
        </w:rPr>
        <w:t>15.</w:t>
      </w:r>
      <w:r w:rsidRPr="003B089D">
        <w:rPr>
          <w:noProof/>
        </w:rPr>
        <w:tab/>
        <w:t xml:space="preserve">Wang Y, et al. Understanding How Dimension Reduction Tools Work: An Empirical Approach to Deciphering t-SNE, UMAP, TriMAP, and PaCMAP for Data Visualization. </w:t>
      </w:r>
      <w:r w:rsidRPr="003B089D">
        <w:rPr>
          <w:i/>
          <w:noProof/>
        </w:rPr>
        <w:t>arXiv pre-print server.</w:t>
      </w:r>
      <w:r w:rsidRPr="003B089D">
        <w:rPr>
          <w:noProof/>
        </w:rPr>
        <w:t xml:space="preserve"> 2020.</w:t>
      </w:r>
    </w:p>
    <w:p w14:paraId="48188BF2" w14:textId="77777777" w:rsidR="003B089D" w:rsidRPr="003B089D" w:rsidRDefault="003B089D" w:rsidP="003B089D">
      <w:pPr>
        <w:pStyle w:val="EndNoteBibliography"/>
        <w:spacing w:after="240"/>
        <w:ind w:left="720" w:hanging="720"/>
        <w:rPr>
          <w:noProof/>
        </w:rPr>
      </w:pPr>
      <w:r w:rsidRPr="003B089D">
        <w:rPr>
          <w:noProof/>
        </w:rPr>
        <w:t>16.</w:t>
      </w:r>
      <w:r w:rsidRPr="003B089D">
        <w:rPr>
          <w:noProof/>
        </w:rPr>
        <w:tab/>
        <w:t xml:space="preserve">Aran D, et al. Reference-based analysis of lung single-cell sequencing reveals a transitional profibrotic macrophage. </w:t>
      </w:r>
      <w:r w:rsidRPr="003B089D">
        <w:rPr>
          <w:i/>
          <w:noProof/>
        </w:rPr>
        <w:t>Nat Immunol.</w:t>
      </w:r>
      <w:r w:rsidRPr="003B089D">
        <w:rPr>
          <w:noProof/>
        </w:rPr>
        <w:t xml:space="preserve"> 2019;20(2):163-72.</w:t>
      </w:r>
    </w:p>
    <w:p w14:paraId="2246D0A1" w14:textId="77777777" w:rsidR="003B089D" w:rsidRPr="003B089D" w:rsidRDefault="003B089D" w:rsidP="003B089D">
      <w:pPr>
        <w:pStyle w:val="EndNoteBibliography"/>
        <w:spacing w:after="240"/>
        <w:ind w:left="720" w:hanging="720"/>
        <w:rPr>
          <w:noProof/>
        </w:rPr>
      </w:pPr>
      <w:r w:rsidRPr="003B089D">
        <w:rPr>
          <w:noProof/>
        </w:rPr>
        <w:t>17.</w:t>
      </w:r>
      <w:r w:rsidRPr="003B089D">
        <w:rPr>
          <w:noProof/>
        </w:rPr>
        <w:tab/>
        <w:t xml:space="preserve">Heng TS, et al. The Immunological Genome Project: networks of gene expression in immune cells. </w:t>
      </w:r>
      <w:r w:rsidRPr="003B089D">
        <w:rPr>
          <w:i/>
          <w:noProof/>
        </w:rPr>
        <w:t>Nat Immunol.</w:t>
      </w:r>
      <w:r w:rsidRPr="003B089D">
        <w:rPr>
          <w:noProof/>
        </w:rPr>
        <w:t xml:space="preserve"> 2008;9(10):1091-4.</w:t>
      </w:r>
    </w:p>
    <w:p w14:paraId="505B68E9" w14:textId="77777777" w:rsidR="003B089D" w:rsidRPr="003B089D" w:rsidRDefault="003B089D" w:rsidP="003B089D">
      <w:pPr>
        <w:pStyle w:val="EndNoteBibliography"/>
        <w:spacing w:after="240"/>
        <w:ind w:left="720" w:hanging="720"/>
        <w:rPr>
          <w:noProof/>
        </w:rPr>
      </w:pPr>
      <w:r w:rsidRPr="003B089D">
        <w:rPr>
          <w:noProof/>
        </w:rPr>
        <w:t>18.</w:t>
      </w:r>
      <w:r w:rsidRPr="003B089D">
        <w:rPr>
          <w:noProof/>
        </w:rPr>
        <w:tab/>
        <w:t xml:space="preserve">Franzén O, et al. PanglaoDB: a web server for exploration of mouse and human single-cell RNA sequencing data. </w:t>
      </w:r>
      <w:r w:rsidRPr="003B089D">
        <w:rPr>
          <w:i/>
          <w:noProof/>
        </w:rPr>
        <w:t>Database.</w:t>
      </w:r>
      <w:r w:rsidRPr="003B089D">
        <w:rPr>
          <w:noProof/>
        </w:rPr>
        <w:t xml:space="preserve"> 2019;2019.</w:t>
      </w:r>
    </w:p>
    <w:p w14:paraId="3E9F9CE6" w14:textId="77777777" w:rsidR="003B089D" w:rsidRPr="003B089D" w:rsidRDefault="003B089D" w:rsidP="003B089D">
      <w:pPr>
        <w:pStyle w:val="EndNoteBibliography"/>
        <w:spacing w:after="240"/>
        <w:ind w:left="720" w:hanging="720"/>
        <w:rPr>
          <w:noProof/>
        </w:rPr>
      </w:pPr>
      <w:r w:rsidRPr="003B089D">
        <w:rPr>
          <w:noProof/>
        </w:rPr>
        <w:lastRenderedPageBreak/>
        <w:t>19.</w:t>
      </w:r>
      <w:r w:rsidRPr="003B089D">
        <w:rPr>
          <w:noProof/>
        </w:rPr>
        <w:tab/>
        <w:t xml:space="preserve">Becht E, et al. Dimensionality reduction for visualizing single-cell data using UMAP. </w:t>
      </w:r>
      <w:r w:rsidRPr="003B089D">
        <w:rPr>
          <w:i/>
          <w:noProof/>
        </w:rPr>
        <w:t>Nat Biotechnol.</w:t>
      </w:r>
      <w:r w:rsidRPr="003B089D">
        <w:rPr>
          <w:noProof/>
        </w:rPr>
        <w:t xml:space="preserve"> 2018.</w:t>
      </w:r>
    </w:p>
    <w:p w14:paraId="5726BF89" w14:textId="77777777" w:rsidR="003B089D" w:rsidRPr="003B089D" w:rsidRDefault="003B089D" w:rsidP="003B089D">
      <w:pPr>
        <w:pStyle w:val="EndNoteBibliography"/>
        <w:spacing w:after="240"/>
        <w:ind w:left="720" w:hanging="720"/>
        <w:rPr>
          <w:noProof/>
        </w:rPr>
      </w:pPr>
      <w:r w:rsidRPr="003B089D">
        <w:rPr>
          <w:noProof/>
        </w:rPr>
        <w:t>20.</w:t>
      </w:r>
      <w:r w:rsidRPr="003B089D">
        <w:rPr>
          <w:noProof/>
        </w:rPr>
        <w:tab/>
        <w:t xml:space="preserve">Patterson-Cross RB, et al. Selecting single cell clustering parameter values using subsampling-based robustness metrics. </w:t>
      </w:r>
      <w:r w:rsidRPr="003B089D">
        <w:rPr>
          <w:i/>
          <w:noProof/>
        </w:rPr>
        <w:t>BMC Bioinformatics.</w:t>
      </w:r>
      <w:r w:rsidRPr="003B089D">
        <w:rPr>
          <w:noProof/>
        </w:rPr>
        <w:t xml:space="preserve"> 2021;22(1):39.</w:t>
      </w:r>
    </w:p>
    <w:p w14:paraId="6F7B5D1D" w14:textId="77777777" w:rsidR="003B089D" w:rsidRPr="003B089D" w:rsidRDefault="003B089D" w:rsidP="003B089D">
      <w:pPr>
        <w:pStyle w:val="EndNoteBibliography"/>
        <w:spacing w:after="240"/>
        <w:ind w:left="720" w:hanging="720"/>
        <w:rPr>
          <w:noProof/>
        </w:rPr>
      </w:pPr>
      <w:r w:rsidRPr="003B089D">
        <w:rPr>
          <w:noProof/>
        </w:rPr>
        <w:t>21.</w:t>
      </w:r>
      <w:r w:rsidRPr="003B089D">
        <w:rPr>
          <w:noProof/>
        </w:rPr>
        <w:tab/>
        <w:t xml:space="preserve">De Micheli AJ, et al. Single-Cell Analysis of the Muscle Stem Cell Hierarchy Identifies Heterotypic Communication Signals Involved in Skeletal Muscle Regeneration. </w:t>
      </w:r>
      <w:r w:rsidRPr="003B089D">
        <w:rPr>
          <w:i/>
          <w:noProof/>
        </w:rPr>
        <w:t>Cell Rep.</w:t>
      </w:r>
      <w:r w:rsidRPr="003B089D">
        <w:rPr>
          <w:noProof/>
        </w:rPr>
        <w:t xml:space="preserve"> 2020;30(10):3583-95 e5.</w:t>
      </w:r>
    </w:p>
    <w:p w14:paraId="7A1A8CBB" w14:textId="77777777" w:rsidR="003B089D" w:rsidRPr="003B089D" w:rsidRDefault="003B089D" w:rsidP="003B089D">
      <w:pPr>
        <w:pStyle w:val="EndNoteBibliography"/>
        <w:spacing w:after="240"/>
        <w:ind w:left="720" w:hanging="720"/>
        <w:rPr>
          <w:noProof/>
        </w:rPr>
      </w:pPr>
      <w:r w:rsidRPr="003B089D">
        <w:rPr>
          <w:noProof/>
        </w:rPr>
        <w:t>22.</w:t>
      </w:r>
      <w:r w:rsidRPr="003B089D">
        <w:rPr>
          <w:noProof/>
        </w:rPr>
        <w:tab/>
        <w:t xml:space="preserve">Giordani L, et al. High-Dimensional Single-Cell Cartography Reveals Novel Skeletal Muscle-Resident Cell Populations. </w:t>
      </w:r>
      <w:r w:rsidRPr="003B089D">
        <w:rPr>
          <w:i/>
          <w:noProof/>
        </w:rPr>
        <w:t>Mol Cell.</w:t>
      </w:r>
      <w:r w:rsidRPr="003B089D">
        <w:rPr>
          <w:noProof/>
        </w:rPr>
        <w:t xml:space="preserve"> 2019;74(3):609-21 e6.</w:t>
      </w:r>
    </w:p>
    <w:p w14:paraId="7AF1CE52" w14:textId="77777777" w:rsidR="003B089D" w:rsidRPr="003B089D" w:rsidRDefault="003B089D" w:rsidP="003B089D">
      <w:pPr>
        <w:pStyle w:val="EndNoteBibliography"/>
        <w:spacing w:after="240"/>
        <w:ind w:left="720" w:hanging="720"/>
        <w:rPr>
          <w:noProof/>
        </w:rPr>
      </w:pPr>
      <w:r w:rsidRPr="003B089D">
        <w:rPr>
          <w:noProof/>
        </w:rPr>
        <w:t>23.</w:t>
      </w:r>
      <w:r w:rsidRPr="003B089D">
        <w:rPr>
          <w:noProof/>
        </w:rPr>
        <w:tab/>
        <w:t xml:space="preserve">McKellar DW, et al. Large-scale integration of single-cell transcriptomic data captures transitional progenitor states in mouse skeletal muscle regeneration. </w:t>
      </w:r>
      <w:r w:rsidRPr="003B089D">
        <w:rPr>
          <w:i/>
          <w:noProof/>
        </w:rPr>
        <w:t>Commun Biol.</w:t>
      </w:r>
      <w:r w:rsidRPr="003B089D">
        <w:rPr>
          <w:noProof/>
        </w:rPr>
        <w:t xml:space="preserve"> 2021;4(1):1280.</w:t>
      </w:r>
    </w:p>
    <w:p w14:paraId="7B3E0F9E" w14:textId="77777777" w:rsidR="003B089D" w:rsidRPr="003B089D" w:rsidRDefault="003B089D" w:rsidP="003B089D">
      <w:pPr>
        <w:pStyle w:val="EndNoteBibliography"/>
        <w:spacing w:after="240"/>
        <w:ind w:left="720" w:hanging="720"/>
        <w:rPr>
          <w:noProof/>
        </w:rPr>
      </w:pPr>
      <w:r w:rsidRPr="003B089D">
        <w:rPr>
          <w:noProof/>
        </w:rPr>
        <w:t>24.</w:t>
      </w:r>
      <w:r w:rsidRPr="003B089D">
        <w:rPr>
          <w:noProof/>
        </w:rPr>
        <w:tab/>
        <w:t xml:space="preserve">Dell'Orso S, et al. Single cell analysis of adult mouse skeletal muscle stem cells in homeostatic and regenerative conditions. </w:t>
      </w:r>
      <w:r w:rsidRPr="003B089D">
        <w:rPr>
          <w:i/>
          <w:noProof/>
        </w:rPr>
        <w:t>Development.</w:t>
      </w:r>
      <w:r w:rsidRPr="003B089D">
        <w:rPr>
          <w:noProof/>
        </w:rPr>
        <w:t xml:space="preserve"> 2019;146(12).</w:t>
      </w:r>
    </w:p>
    <w:p w14:paraId="0E4A4A42" w14:textId="77777777" w:rsidR="003B089D" w:rsidRPr="003B089D" w:rsidRDefault="003B089D" w:rsidP="003B089D">
      <w:pPr>
        <w:pStyle w:val="EndNoteBibliography"/>
        <w:spacing w:after="240"/>
        <w:ind w:left="720" w:hanging="720"/>
        <w:rPr>
          <w:noProof/>
        </w:rPr>
      </w:pPr>
      <w:r w:rsidRPr="003B089D">
        <w:rPr>
          <w:noProof/>
        </w:rPr>
        <w:t>25.</w:t>
      </w:r>
      <w:r w:rsidRPr="003B089D">
        <w:rPr>
          <w:noProof/>
        </w:rPr>
        <w:tab/>
        <w:t xml:space="preserve">Scripture-Adams DD, et al. Single nuclei transcriptomics of muscle reveals intra-muscular cell dynamics linked to dystrophin loss and rescue. </w:t>
      </w:r>
      <w:r w:rsidRPr="003B089D">
        <w:rPr>
          <w:i/>
          <w:noProof/>
        </w:rPr>
        <w:t>Commun Biol.</w:t>
      </w:r>
      <w:r w:rsidRPr="003B089D">
        <w:rPr>
          <w:noProof/>
        </w:rPr>
        <w:t xml:space="preserve"> 2022;5(1):989.</w:t>
      </w:r>
    </w:p>
    <w:p w14:paraId="162B8C5D" w14:textId="77777777" w:rsidR="003B089D" w:rsidRPr="003B089D" w:rsidRDefault="003B089D" w:rsidP="003B089D">
      <w:pPr>
        <w:pStyle w:val="EndNoteBibliography"/>
        <w:spacing w:after="240"/>
        <w:ind w:left="720" w:hanging="720"/>
        <w:rPr>
          <w:noProof/>
        </w:rPr>
      </w:pPr>
      <w:r w:rsidRPr="003B089D">
        <w:rPr>
          <w:noProof/>
        </w:rPr>
        <w:t>26.</w:t>
      </w:r>
      <w:r w:rsidRPr="003B089D">
        <w:rPr>
          <w:noProof/>
        </w:rPr>
        <w:tab/>
        <w:t xml:space="preserve">Friendly M. Corrgrams: Exploratory displays for correlation matrices. </w:t>
      </w:r>
      <w:r w:rsidRPr="003B089D">
        <w:rPr>
          <w:i/>
          <w:noProof/>
        </w:rPr>
        <w:t>Am Stat.</w:t>
      </w:r>
      <w:r w:rsidRPr="003B089D">
        <w:rPr>
          <w:noProof/>
        </w:rPr>
        <w:t xml:space="preserve"> 2002;56(4):316-24.</w:t>
      </w:r>
    </w:p>
    <w:p w14:paraId="248D3795" w14:textId="77777777" w:rsidR="003B089D" w:rsidRPr="003B089D" w:rsidRDefault="003B089D" w:rsidP="003B089D">
      <w:pPr>
        <w:pStyle w:val="EndNoteBibliography"/>
        <w:spacing w:after="240"/>
        <w:ind w:left="720" w:hanging="720"/>
        <w:rPr>
          <w:noProof/>
        </w:rPr>
      </w:pPr>
      <w:r w:rsidRPr="003B089D">
        <w:rPr>
          <w:noProof/>
        </w:rPr>
        <w:t>27.</w:t>
      </w:r>
      <w:r w:rsidRPr="003B089D">
        <w:rPr>
          <w:noProof/>
        </w:rPr>
        <w:tab/>
        <w:t xml:space="preserve">Alquicira-Hernandez J, and Powell JE. &lt;em&gt;Nebulosa&lt;/em&gt; recovers single cell gene expression signals by kernel density estimation. </w:t>
      </w:r>
      <w:r w:rsidRPr="003B089D">
        <w:rPr>
          <w:i/>
          <w:noProof/>
        </w:rPr>
        <w:t>bioRxiv.</w:t>
      </w:r>
      <w:r w:rsidRPr="003B089D">
        <w:rPr>
          <w:noProof/>
        </w:rPr>
        <w:t xml:space="preserve"> 2020:2020.09.29.315879.</w:t>
      </w:r>
    </w:p>
    <w:p w14:paraId="2A20266D" w14:textId="77777777" w:rsidR="003B089D" w:rsidRPr="003B089D" w:rsidRDefault="003B089D" w:rsidP="003B089D">
      <w:pPr>
        <w:pStyle w:val="EndNoteBibliography"/>
        <w:spacing w:after="240"/>
        <w:ind w:left="720" w:hanging="720"/>
        <w:rPr>
          <w:noProof/>
        </w:rPr>
      </w:pPr>
      <w:r w:rsidRPr="003B089D">
        <w:rPr>
          <w:noProof/>
        </w:rPr>
        <w:lastRenderedPageBreak/>
        <w:t>28.</w:t>
      </w:r>
      <w:r w:rsidRPr="003B089D">
        <w:rPr>
          <w:noProof/>
        </w:rPr>
        <w:tab/>
        <w:t xml:space="preserve">Zheng SC, et al. Universal prediction of cell-cycle position using transfer learning. </w:t>
      </w:r>
      <w:r w:rsidRPr="003B089D">
        <w:rPr>
          <w:i/>
          <w:noProof/>
        </w:rPr>
        <w:t>Genome Biology.</w:t>
      </w:r>
      <w:r w:rsidRPr="003B089D">
        <w:rPr>
          <w:noProof/>
        </w:rPr>
        <w:t xml:space="preserve"> 2022;23(1).</w:t>
      </w:r>
    </w:p>
    <w:p w14:paraId="674A1246" w14:textId="77777777" w:rsidR="003B089D" w:rsidRPr="003B089D" w:rsidRDefault="003B089D" w:rsidP="003B089D">
      <w:pPr>
        <w:pStyle w:val="EndNoteBibliography"/>
        <w:spacing w:after="240"/>
        <w:ind w:left="720" w:hanging="720"/>
        <w:rPr>
          <w:noProof/>
        </w:rPr>
      </w:pPr>
      <w:r w:rsidRPr="003B089D">
        <w:rPr>
          <w:noProof/>
        </w:rPr>
        <w:t>29.</w:t>
      </w:r>
      <w:r w:rsidRPr="003B089D">
        <w:rPr>
          <w:noProof/>
        </w:rPr>
        <w:tab/>
        <w:t xml:space="preserve">Brunson J. ggalluvial: Layered Grammar for Alluvial Plots. </w:t>
      </w:r>
      <w:r w:rsidRPr="003B089D">
        <w:rPr>
          <w:i/>
          <w:noProof/>
        </w:rPr>
        <w:t>Journal of Open Source Software.</w:t>
      </w:r>
      <w:r w:rsidRPr="003B089D">
        <w:rPr>
          <w:noProof/>
        </w:rPr>
        <w:t xml:space="preserve"> 2020;5(49).</w:t>
      </w:r>
    </w:p>
    <w:p w14:paraId="234C3EF1" w14:textId="77777777" w:rsidR="003B089D" w:rsidRPr="003B089D" w:rsidRDefault="003B089D" w:rsidP="003B089D">
      <w:pPr>
        <w:pStyle w:val="EndNoteBibliography"/>
        <w:spacing w:after="240"/>
        <w:ind w:left="720" w:hanging="720"/>
        <w:rPr>
          <w:noProof/>
        </w:rPr>
      </w:pPr>
      <w:r w:rsidRPr="003B089D">
        <w:rPr>
          <w:noProof/>
        </w:rPr>
        <w:t>30.</w:t>
      </w:r>
      <w:r w:rsidRPr="003B089D">
        <w:rPr>
          <w:noProof/>
        </w:rPr>
        <w:tab/>
        <w:t xml:space="preserve">Qiu X, et al. Reversed graph embedding resolves complex single-cell trajectories. </w:t>
      </w:r>
      <w:r w:rsidRPr="003B089D">
        <w:rPr>
          <w:i/>
          <w:noProof/>
        </w:rPr>
        <w:t>Nat Methods.</w:t>
      </w:r>
      <w:r w:rsidRPr="003B089D">
        <w:rPr>
          <w:noProof/>
        </w:rPr>
        <w:t xml:space="preserve"> 2017;14(10):979-82.</w:t>
      </w:r>
    </w:p>
    <w:p w14:paraId="01D386C8" w14:textId="77777777" w:rsidR="003B089D" w:rsidRPr="003B089D" w:rsidRDefault="003B089D" w:rsidP="003B089D">
      <w:pPr>
        <w:pStyle w:val="EndNoteBibliography"/>
        <w:spacing w:after="240"/>
        <w:ind w:left="720" w:hanging="720"/>
        <w:rPr>
          <w:noProof/>
        </w:rPr>
      </w:pPr>
      <w:r w:rsidRPr="003B089D">
        <w:rPr>
          <w:noProof/>
        </w:rPr>
        <w:t>31.</w:t>
      </w:r>
      <w:r w:rsidRPr="003B089D">
        <w:rPr>
          <w:noProof/>
        </w:rPr>
        <w:tab/>
        <w:t xml:space="preserve">Street K, et al. Slingshot: cell lineage and pseudotime inference for single-cell transcriptomics. </w:t>
      </w:r>
      <w:r w:rsidRPr="003B089D">
        <w:rPr>
          <w:i/>
          <w:noProof/>
        </w:rPr>
        <w:t>BMC Genomics.</w:t>
      </w:r>
      <w:r w:rsidRPr="003B089D">
        <w:rPr>
          <w:noProof/>
        </w:rPr>
        <w:t xml:space="preserve"> 2018;19(1):477.</w:t>
      </w:r>
    </w:p>
    <w:p w14:paraId="2BCE5D53" w14:textId="77777777" w:rsidR="003B089D" w:rsidRPr="003B089D" w:rsidRDefault="003B089D" w:rsidP="003B089D">
      <w:pPr>
        <w:pStyle w:val="EndNoteBibliography"/>
        <w:spacing w:after="240"/>
        <w:ind w:left="720" w:hanging="720"/>
        <w:rPr>
          <w:noProof/>
        </w:rPr>
      </w:pPr>
      <w:r w:rsidRPr="003B089D">
        <w:rPr>
          <w:noProof/>
        </w:rPr>
        <w:t>32.</w:t>
      </w:r>
      <w:r w:rsidRPr="003B089D">
        <w:rPr>
          <w:noProof/>
        </w:rPr>
        <w:tab/>
        <w:t xml:space="preserve">Bergen V, et al. Generalizing RNA velocity to transient cell states through dynamical modeling. </w:t>
      </w:r>
      <w:r w:rsidRPr="003B089D">
        <w:rPr>
          <w:i/>
          <w:noProof/>
        </w:rPr>
        <w:t>Nat Biotechnol.</w:t>
      </w:r>
      <w:r w:rsidRPr="003B089D">
        <w:rPr>
          <w:noProof/>
        </w:rPr>
        <w:t xml:space="preserve"> 2020;38(12):1408-14.</w:t>
      </w:r>
    </w:p>
    <w:p w14:paraId="5680F09A" w14:textId="77777777" w:rsidR="003B089D" w:rsidRPr="003B089D" w:rsidRDefault="003B089D" w:rsidP="003B089D">
      <w:pPr>
        <w:pStyle w:val="EndNoteBibliography"/>
        <w:spacing w:after="240"/>
        <w:ind w:left="720" w:hanging="720"/>
        <w:rPr>
          <w:noProof/>
        </w:rPr>
      </w:pPr>
      <w:r w:rsidRPr="003B089D">
        <w:rPr>
          <w:noProof/>
        </w:rPr>
        <w:t>33.</w:t>
      </w:r>
      <w:r w:rsidRPr="003B089D">
        <w:rPr>
          <w:noProof/>
        </w:rPr>
        <w:tab/>
        <w:t xml:space="preserve">Saelens W, et al. A comparison of single-cell trajectory inference methods. </w:t>
      </w:r>
      <w:r w:rsidRPr="003B089D">
        <w:rPr>
          <w:i/>
          <w:noProof/>
        </w:rPr>
        <w:t>Nat Biotechnol.</w:t>
      </w:r>
      <w:r w:rsidRPr="003B089D">
        <w:rPr>
          <w:noProof/>
        </w:rPr>
        <w:t xml:space="preserve"> 2019;37(5):547-54.</w:t>
      </w:r>
    </w:p>
    <w:p w14:paraId="5D38B8C8" w14:textId="77777777" w:rsidR="003B089D" w:rsidRPr="003B089D" w:rsidRDefault="003B089D" w:rsidP="003B089D">
      <w:pPr>
        <w:pStyle w:val="EndNoteBibliography"/>
        <w:spacing w:after="240"/>
        <w:ind w:left="720" w:hanging="720"/>
        <w:rPr>
          <w:noProof/>
        </w:rPr>
      </w:pPr>
      <w:r w:rsidRPr="003B089D">
        <w:rPr>
          <w:noProof/>
        </w:rPr>
        <w:t>34.</w:t>
      </w:r>
      <w:r w:rsidRPr="003B089D">
        <w:rPr>
          <w:noProof/>
        </w:rPr>
        <w:tab/>
        <w:t xml:space="preserve">Bergen V, et al. RNA velocity-current challenges and future perspectives. </w:t>
      </w:r>
      <w:r w:rsidRPr="003B089D">
        <w:rPr>
          <w:i/>
          <w:noProof/>
        </w:rPr>
        <w:t>Mol Syst Biol.</w:t>
      </w:r>
      <w:r w:rsidRPr="003B089D">
        <w:rPr>
          <w:noProof/>
        </w:rPr>
        <w:t xml:space="preserve"> 2021;17(8):e10282.</w:t>
      </w:r>
    </w:p>
    <w:p w14:paraId="2E181D5D" w14:textId="77777777" w:rsidR="003B089D" w:rsidRPr="003B089D" w:rsidRDefault="003B089D" w:rsidP="003B089D">
      <w:pPr>
        <w:pStyle w:val="EndNoteBibliography"/>
        <w:spacing w:after="240"/>
        <w:ind w:left="720" w:hanging="720"/>
        <w:rPr>
          <w:noProof/>
        </w:rPr>
      </w:pPr>
      <w:r w:rsidRPr="003B089D">
        <w:rPr>
          <w:noProof/>
        </w:rPr>
        <w:t>35.</w:t>
      </w:r>
      <w:r w:rsidRPr="003B089D">
        <w:rPr>
          <w:noProof/>
        </w:rPr>
        <w:tab/>
        <w:t xml:space="preserve">Atta L, et al. VeloViz: RNA velocity-informed embeddings for visualizing cellular trajectories. </w:t>
      </w:r>
      <w:r w:rsidRPr="003B089D">
        <w:rPr>
          <w:i/>
          <w:noProof/>
        </w:rPr>
        <w:t>Bioinformatics.</w:t>
      </w:r>
      <w:r w:rsidRPr="003B089D">
        <w:rPr>
          <w:noProof/>
        </w:rPr>
        <w:t xml:space="preserve"> 2022;38(2):391-6.</w:t>
      </w:r>
    </w:p>
    <w:p w14:paraId="357380F4" w14:textId="77777777" w:rsidR="003B089D" w:rsidRPr="003B089D" w:rsidRDefault="003B089D" w:rsidP="003B089D">
      <w:pPr>
        <w:pStyle w:val="EndNoteBibliography"/>
        <w:spacing w:after="240"/>
        <w:ind w:left="720" w:hanging="720"/>
        <w:rPr>
          <w:noProof/>
        </w:rPr>
      </w:pPr>
      <w:r w:rsidRPr="003B089D">
        <w:rPr>
          <w:noProof/>
        </w:rPr>
        <w:t>36.</w:t>
      </w:r>
      <w:r w:rsidRPr="003B089D">
        <w:rPr>
          <w:noProof/>
        </w:rPr>
        <w:tab/>
        <w:t xml:space="preserve">Tirosh I, et al. Dissecting the multicellular ecosystem of metastatic melanoma by single-cell RNA-seq. </w:t>
      </w:r>
      <w:r w:rsidRPr="003B089D">
        <w:rPr>
          <w:i/>
          <w:noProof/>
        </w:rPr>
        <w:t>Science.</w:t>
      </w:r>
      <w:r w:rsidRPr="003B089D">
        <w:rPr>
          <w:noProof/>
        </w:rPr>
        <w:t xml:space="preserve"> 2016;352(6282):189-96.</w:t>
      </w:r>
    </w:p>
    <w:p w14:paraId="0F79DCCC" w14:textId="77777777" w:rsidR="003B089D" w:rsidRPr="003B089D" w:rsidRDefault="003B089D" w:rsidP="003B089D">
      <w:pPr>
        <w:pStyle w:val="EndNoteBibliography"/>
        <w:spacing w:after="240"/>
        <w:ind w:left="720" w:hanging="720"/>
        <w:rPr>
          <w:noProof/>
        </w:rPr>
      </w:pPr>
      <w:r w:rsidRPr="003B089D">
        <w:rPr>
          <w:noProof/>
        </w:rPr>
        <w:t>37.</w:t>
      </w:r>
      <w:r w:rsidRPr="003B089D">
        <w:rPr>
          <w:noProof/>
        </w:rPr>
        <w:tab/>
        <w:t xml:space="preserve">Schwabe D, et al. The transcriptome dynamics of single cells during the cell cycle. </w:t>
      </w:r>
      <w:r w:rsidRPr="003B089D">
        <w:rPr>
          <w:i/>
          <w:noProof/>
        </w:rPr>
        <w:t>Mol Syst Biol.</w:t>
      </w:r>
      <w:r w:rsidRPr="003B089D">
        <w:rPr>
          <w:noProof/>
        </w:rPr>
        <w:t xml:space="preserve"> 2020;16(11):e9946.</w:t>
      </w:r>
    </w:p>
    <w:p w14:paraId="355566FC" w14:textId="77777777" w:rsidR="003B089D" w:rsidRPr="003B089D" w:rsidRDefault="003B089D" w:rsidP="003B089D">
      <w:pPr>
        <w:pStyle w:val="EndNoteBibliography"/>
        <w:spacing w:after="240"/>
        <w:ind w:left="720" w:hanging="720"/>
        <w:rPr>
          <w:noProof/>
        </w:rPr>
      </w:pPr>
      <w:r w:rsidRPr="003B089D">
        <w:rPr>
          <w:noProof/>
        </w:rPr>
        <w:lastRenderedPageBreak/>
        <w:t>38.</w:t>
      </w:r>
      <w:r w:rsidRPr="003B089D">
        <w:rPr>
          <w:noProof/>
        </w:rPr>
        <w:tab/>
        <w:t xml:space="preserve">Daniel B, et al. Mapping the genomic binding sites of the activated retinoid X receptor in murine bone marrow-derived macrophages using chromatin immunoprecipitation sequencing. </w:t>
      </w:r>
      <w:r w:rsidRPr="003B089D">
        <w:rPr>
          <w:i/>
          <w:noProof/>
        </w:rPr>
        <w:t>Methods Mol Biol.</w:t>
      </w:r>
      <w:r w:rsidRPr="003B089D">
        <w:rPr>
          <w:noProof/>
        </w:rPr>
        <w:t xml:space="preserve"> 2014;1204:15-24.</w:t>
      </w:r>
    </w:p>
    <w:p w14:paraId="729F6A30" w14:textId="77777777" w:rsidR="003B089D" w:rsidRPr="003B089D" w:rsidRDefault="003B089D" w:rsidP="003B089D">
      <w:pPr>
        <w:pStyle w:val="EndNoteBibliography"/>
        <w:spacing w:after="240"/>
        <w:ind w:left="720" w:hanging="720"/>
        <w:rPr>
          <w:noProof/>
        </w:rPr>
      </w:pPr>
      <w:r w:rsidRPr="003B089D">
        <w:rPr>
          <w:noProof/>
        </w:rPr>
        <w:t>39.</w:t>
      </w:r>
      <w:r w:rsidRPr="003B089D">
        <w:rPr>
          <w:noProof/>
        </w:rPr>
        <w:tab/>
        <w:t xml:space="preserve">Nagy G, et al. Lineage-determining transcription factor-driven promoters regulate cell type-specific macrophage gene expression. </w:t>
      </w:r>
      <w:r w:rsidRPr="003B089D">
        <w:rPr>
          <w:i/>
          <w:noProof/>
        </w:rPr>
        <w:t>Nucleic Acids Res.</w:t>
      </w:r>
      <w:r w:rsidRPr="003B089D">
        <w:rPr>
          <w:noProof/>
        </w:rPr>
        <w:t xml:space="preserve"> 2024.</w:t>
      </w:r>
    </w:p>
    <w:p w14:paraId="33CC332E" w14:textId="77777777" w:rsidR="003B089D" w:rsidRPr="003B089D" w:rsidRDefault="003B089D" w:rsidP="003B089D">
      <w:pPr>
        <w:pStyle w:val="EndNoteBibliography"/>
        <w:spacing w:after="240"/>
        <w:ind w:left="720" w:hanging="720"/>
        <w:rPr>
          <w:noProof/>
        </w:rPr>
      </w:pPr>
      <w:r w:rsidRPr="003B089D">
        <w:rPr>
          <w:noProof/>
        </w:rPr>
        <w:t>40.</w:t>
      </w:r>
      <w:r w:rsidRPr="003B089D">
        <w:rPr>
          <w:noProof/>
        </w:rPr>
        <w:tab/>
        <w:t xml:space="preserve">Barta E. Command line analysis of ChIP-seq results. </w:t>
      </w:r>
      <w:r w:rsidRPr="003B089D">
        <w:rPr>
          <w:i/>
          <w:noProof/>
        </w:rPr>
        <w:t>2011.</w:t>
      </w:r>
      <w:r w:rsidRPr="003B089D">
        <w:rPr>
          <w:noProof/>
        </w:rPr>
        <w:t xml:space="preserve"> 2011;17(1):5.</w:t>
      </w:r>
    </w:p>
    <w:p w14:paraId="3299B986" w14:textId="77777777" w:rsidR="003B089D" w:rsidRPr="003B089D" w:rsidRDefault="003B089D" w:rsidP="003B089D">
      <w:pPr>
        <w:pStyle w:val="EndNoteBibliography"/>
        <w:spacing w:after="240"/>
        <w:ind w:left="720" w:hanging="720"/>
        <w:rPr>
          <w:noProof/>
        </w:rPr>
      </w:pPr>
      <w:r w:rsidRPr="003B089D">
        <w:rPr>
          <w:noProof/>
        </w:rPr>
        <w:t>41.</w:t>
      </w:r>
      <w:r w:rsidRPr="003B089D">
        <w:rPr>
          <w:noProof/>
        </w:rPr>
        <w:tab/>
        <w:t xml:space="preserve">Li H, and Durbin R. Fast and accurate short read alignment with Burrows-Wheeler transform. </w:t>
      </w:r>
      <w:r w:rsidRPr="003B089D">
        <w:rPr>
          <w:i/>
          <w:noProof/>
        </w:rPr>
        <w:t>Bioinformatics.</w:t>
      </w:r>
      <w:r w:rsidRPr="003B089D">
        <w:rPr>
          <w:noProof/>
        </w:rPr>
        <w:t xml:space="preserve"> 2009;25(14):1754-60.</w:t>
      </w:r>
    </w:p>
    <w:p w14:paraId="14B8E4C6" w14:textId="77777777" w:rsidR="003B089D" w:rsidRPr="003B089D" w:rsidRDefault="003B089D" w:rsidP="003B089D">
      <w:pPr>
        <w:pStyle w:val="EndNoteBibliography"/>
        <w:spacing w:after="240"/>
        <w:ind w:left="720" w:hanging="720"/>
        <w:rPr>
          <w:noProof/>
        </w:rPr>
      </w:pPr>
      <w:r w:rsidRPr="003B089D">
        <w:rPr>
          <w:noProof/>
        </w:rPr>
        <w:t>42.</w:t>
      </w:r>
      <w:r w:rsidRPr="003B089D">
        <w:rPr>
          <w:noProof/>
        </w:rPr>
        <w:tab/>
        <w:t xml:space="preserve">Li H, et al. The Sequence Alignment/Map format and SAMtools. </w:t>
      </w:r>
      <w:r w:rsidRPr="003B089D">
        <w:rPr>
          <w:i/>
          <w:noProof/>
        </w:rPr>
        <w:t>Bioinformatics.</w:t>
      </w:r>
      <w:r w:rsidRPr="003B089D">
        <w:rPr>
          <w:noProof/>
        </w:rPr>
        <w:t xml:space="preserve"> 2009;25(16):2078-9.</w:t>
      </w:r>
    </w:p>
    <w:p w14:paraId="611100A7" w14:textId="77777777" w:rsidR="003B089D" w:rsidRPr="003B089D" w:rsidRDefault="003B089D" w:rsidP="003B089D">
      <w:pPr>
        <w:pStyle w:val="EndNoteBibliography"/>
        <w:spacing w:after="240"/>
        <w:ind w:left="720" w:hanging="720"/>
        <w:rPr>
          <w:noProof/>
        </w:rPr>
      </w:pPr>
      <w:r w:rsidRPr="003B089D">
        <w:rPr>
          <w:noProof/>
        </w:rPr>
        <w:t>43.</w:t>
      </w:r>
      <w:r w:rsidRPr="003B089D">
        <w:rPr>
          <w:noProof/>
        </w:rPr>
        <w:tab/>
        <w:t xml:space="preserve">Heinz S, et al. Simple combinations of lineage-determining transcription factors prime cis-regulatory elements required for macrophage and B cell identities. </w:t>
      </w:r>
      <w:r w:rsidRPr="003B089D">
        <w:rPr>
          <w:i/>
          <w:noProof/>
        </w:rPr>
        <w:t>Mol Cell.</w:t>
      </w:r>
      <w:r w:rsidRPr="003B089D">
        <w:rPr>
          <w:noProof/>
        </w:rPr>
        <w:t xml:space="preserve"> 2010;38(4):576-89.</w:t>
      </w:r>
    </w:p>
    <w:p w14:paraId="58D70389" w14:textId="77777777" w:rsidR="003B089D" w:rsidRPr="003B089D" w:rsidRDefault="003B089D" w:rsidP="003B089D">
      <w:pPr>
        <w:pStyle w:val="EndNoteBibliography"/>
        <w:spacing w:after="240"/>
        <w:ind w:left="720" w:hanging="720"/>
        <w:rPr>
          <w:noProof/>
        </w:rPr>
      </w:pPr>
      <w:r w:rsidRPr="003B089D">
        <w:rPr>
          <w:noProof/>
        </w:rPr>
        <w:t>44.</w:t>
      </w:r>
      <w:r w:rsidRPr="003B089D">
        <w:rPr>
          <w:noProof/>
        </w:rPr>
        <w:tab/>
        <w:t xml:space="preserve">Thorvaldsdottir H, et al. Integrative Genomics Viewer (IGV): high-performance genomics data visualization and exploration. </w:t>
      </w:r>
      <w:r w:rsidRPr="003B089D">
        <w:rPr>
          <w:i/>
          <w:noProof/>
        </w:rPr>
        <w:t>Brief Bioinform.</w:t>
      </w:r>
      <w:r w:rsidRPr="003B089D">
        <w:rPr>
          <w:noProof/>
        </w:rPr>
        <w:t xml:space="preserve"> 2013;14(2):178-92.</w:t>
      </w:r>
    </w:p>
    <w:p w14:paraId="28FFE453" w14:textId="77777777" w:rsidR="003B089D" w:rsidRPr="003B089D" w:rsidRDefault="003B089D" w:rsidP="003B089D">
      <w:pPr>
        <w:pStyle w:val="EndNoteBibliography"/>
        <w:spacing w:after="240"/>
        <w:ind w:left="720" w:hanging="720"/>
        <w:rPr>
          <w:noProof/>
        </w:rPr>
      </w:pPr>
      <w:r w:rsidRPr="003B089D">
        <w:rPr>
          <w:noProof/>
        </w:rPr>
        <w:t>45.</w:t>
      </w:r>
      <w:r w:rsidRPr="003B089D">
        <w:rPr>
          <w:noProof/>
        </w:rPr>
        <w:tab/>
        <w:t xml:space="preserve">Buenrostro JD, et al. Transposition of native chromatin for fast and sensitive epigenomic profiling of open chromatin, DNA-binding proteins and nucleosome position. </w:t>
      </w:r>
      <w:r w:rsidRPr="003B089D">
        <w:rPr>
          <w:i/>
          <w:noProof/>
        </w:rPr>
        <w:t>Nat Methods.</w:t>
      </w:r>
      <w:r w:rsidRPr="003B089D">
        <w:rPr>
          <w:noProof/>
        </w:rPr>
        <w:t xml:space="preserve"> 2013;10(12):1213-8.</w:t>
      </w:r>
    </w:p>
    <w:p w14:paraId="2253E08B" w14:textId="77777777" w:rsidR="003B089D" w:rsidRPr="003B089D" w:rsidRDefault="003B089D" w:rsidP="003B089D">
      <w:pPr>
        <w:pStyle w:val="EndNoteBibliography"/>
        <w:spacing w:after="240"/>
        <w:ind w:left="720" w:hanging="720"/>
        <w:rPr>
          <w:noProof/>
        </w:rPr>
      </w:pPr>
      <w:r w:rsidRPr="003B089D">
        <w:rPr>
          <w:noProof/>
        </w:rPr>
        <w:t>46.</w:t>
      </w:r>
      <w:r w:rsidRPr="003B089D">
        <w:rPr>
          <w:noProof/>
        </w:rPr>
        <w:tab/>
        <w:t xml:space="preserve">Zhang Y, et al. Model-based analysis of ChIP-Seq (MACS). </w:t>
      </w:r>
      <w:r w:rsidRPr="003B089D">
        <w:rPr>
          <w:i/>
          <w:noProof/>
        </w:rPr>
        <w:t>Genome Biol.</w:t>
      </w:r>
      <w:r w:rsidRPr="003B089D">
        <w:rPr>
          <w:noProof/>
        </w:rPr>
        <w:t xml:space="preserve"> 2008;9(9):R137.</w:t>
      </w:r>
    </w:p>
    <w:p w14:paraId="74D53CE3" w14:textId="77777777" w:rsidR="003B089D" w:rsidRPr="003B089D" w:rsidRDefault="003B089D" w:rsidP="003B089D">
      <w:pPr>
        <w:pStyle w:val="EndNoteBibliography"/>
        <w:spacing w:after="240"/>
        <w:ind w:left="720" w:hanging="720"/>
        <w:rPr>
          <w:noProof/>
        </w:rPr>
      </w:pPr>
      <w:r w:rsidRPr="003B089D">
        <w:rPr>
          <w:noProof/>
        </w:rPr>
        <w:lastRenderedPageBreak/>
        <w:t>47.</w:t>
      </w:r>
      <w:r w:rsidRPr="003B089D">
        <w:rPr>
          <w:noProof/>
        </w:rPr>
        <w:tab/>
        <w:t xml:space="preserve">Consortium EP. An integrated encyclopedia of DNA elements in the human genome. </w:t>
      </w:r>
      <w:r w:rsidRPr="003B089D">
        <w:rPr>
          <w:i/>
          <w:noProof/>
        </w:rPr>
        <w:t>Nature.</w:t>
      </w:r>
      <w:r w:rsidRPr="003B089D">
        <w:rPr>
          <w:noProof/>
        </w:rPr>
        <w:t xml:space="preserve"> 2012;489(7414):57-74.</w:t>
      </w:r>
    </w:p>
    <w:p w14:paraId="6089AC9E" w14:textId="77777777" w:rsidR="003B089D" w:rsidRPr="003B089D" w:rsidRDefault="003B089D" w:rsidP="003B089D">
      <w:pPr>
        <w:pStyle w:val="EndNoteBibliography"/>
        <w:spacing w:after="240"/>
        <w:ind w:left="720" w:hanging="720"/>
        <w:rPr>
          <w:noProof/>
        </w:rPr>
      </w:pPr>
      <w:r w:rsidRPr="003B089D">
        <w:rPr>
          <w:noProof/>
        </w:rPr>
        <w:t>48.</w:t>
      </w:r>
      <w:r w:rsidRPr="003B089D">
        <w:rPr>
          <w:noProof/>
        </w:rPr>
        <w:tab/>
        <w:t xml:space="preserve">Quinlan AR, and Hall IM. BEDTools: a flexible suite of utilities for comparing genomic features. </w:t>
      </w:r>
      <w:r w:rsidRPr="003B089D">
        <w:rPr>
          <w:i/>
          <w:noProof/>
        </w:rPr>
        <w:t>Bioinformatics.</w:t>
      </w:r>
      <w:r w:rsidRPr="003B089D">
        <w:rPr>
          <w:noProof/>
        </w:rPr>
        <w:t xml:space="preserve"> 2010;26(6):841-2.</w:t>
      </w:r>
    </w:p>
    <w:p w14:paraId="292DF92D" w14:textId="77777777" w:rsidR="003B089D" w:rsidRPr="003B089D" w:rsidRDefault="003B089D" w:rsidP="003B089D">
      <w:pPr>
        <w:pStyle w:val="EndNoteBibliography"/>
        <w:spacing w:after="240"/>
        <w:ind w:left="720" w:hanging="720"/>
        <w:rPr>
          <w:noProof/>
        </w:rPr>
      </w:pPr>
      <w:r w:rsidRPr="003B089D">
        <w:rPr>
          <w:noProof/>
        </w:rPr>
        <w:t>49.</w:t>
      </w:r>
      <w:r w:rsidRPr="003B089D">
        <w:rPr>
          <w:noProof/>
        </w:rPr>
        <w:tab/>
        <w:t xml:space="preserve">Ou J, and Zhu LJ. trackViewer: a Bioconductor package for interactive and integrative visualization of multi-omics data. </w:t>
      </w:r>
      <w:r w:rsidRPr="003B089D">
        <w:rPr>
          <w:i/>
          <w:noProof/>
        </w:rPr>
        <w:t>Nat Methods.</w:t>
      </w:r>
      <w:r w:rsidRPr="003B089D">
        <w:rPr>
          <w:noProof/>
        </w:rPr>
        <w:t xml:space="preserve"> 2019;16(6):453-4.</w:t>
      </w:r>
    </w:p>
    <w:p w14:paraId="0AF45E97" w14:textId="77777777" w:rsidR="003B089D" w:rsidRPr="003B089D" w:rsidRDefault="003B089D" w:rsidP="003B089D">
      <w:pPr>
        <w:pStyle w:val="EndNoteBibliography"/>
        <w:ind w:left="720" w:hanging="720"/>
        <w:rPr>
          <w:noProof/>
        </w:rPr>
      </w:pPr>
      <w:r w:rsidRPr="003B089D">
        <w:rPr>
          <w:noProof/>
        </w:rPr>
        <w:t>50.</w:t>
      </w:r>
      <w:r w:rsidRPr="003B089D">
        <w:rPr>
          <w:noProof/>
        </w:rPr>
        <w:tab/>
        <w:t xml:space="preserve">Orlando G, et al. Capture Hi-C Library Generation and Analysis to Detect Chromatin Interactions. </w:t>
      </w:r>
      <w:r w:rsidRPr="003B089D">
        <w:rPr>
          <w:i/>
          <w:noProof/>
        </w:rPr>
        <w:t>Curr Protoc Hum Genet.</w:t>
      </w:r>
      <w:r w:rsidRPr="003B089D">
        <w:rPr>
          <w:noProof/>
        </w:rPr>
        <w:t xml:space="preserve"> 2018;98(1):e63.</w:t>
      </w:r>
    </w:p>
    <w:p w14:paraId="6324A1FE" w14:textId="64BB929C" w:rsidR="00FE426A" w:rsidRDefault="00476AE1" w:rsidP="009D41CE">
      <w:pPr>
        <w:spacing w:line="480" w:lineRule="auto"/>
        <w:contextualSpacing/>
        <w:jc w:val="both"/>
        <w:rPr>
          <w:rFonts w:ascii="Calibri" w:hAnsi="Calibri" w:cs="Calibri"/>
          <w:sz w:val="22"/>
          <w:szCs w:val="22"/>
        </w:rPr>
      </w:pPr>
      <w:r>
        <w:rPr>
          <w:rFonts w:ascii="Calibri" w:hAnsi="Calibri" w:cs="Calibri"/>
          <w:sz w:val="22"/>
          <w:szCs w:val="22"/>
        </w:rPr>
        <w:fldChar w:fldCharType="end"/>
      </w:r>
    </w:p>
    <w:sectPr w:rsidR="00FE426A" w:rsidSect="00C139E9">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0905D5" w14:textId="77777777" w:rsidR="00B71009" w:rsidRDefault="00B71009" w:rsidP="001328CC">
      <w:r>
        <w:separator/>
      </w:r>
    </w:p>
  </w:endnote>
  <w:endnote w:type="continuationSeparator" w:id="0">
    <w:p w14:paraId="238B08F8" w14:textId="77777777" w:rsidR="00B71009" w:rsidRDefault="00B71009" w:rsidP="00132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Sylfaen"/>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5563633"/>
      <w:docPartObj>
        <w:docPartGallery w:val="Page Numbers (Bottom of Page)"/>
        <w:docPartUnique/>
      </w:docPartObj>
    </w:sdtPr>
    <w:sdtContent>
      <w:p w14:paraId="095F7E0C" w14:textId="6D2EE200" w:rsidR="002A5CD9" w:rsidRDefault="002A5CD9" w:rsidP="00906CB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A1709E">
          <w:rPr>
            <w:rStyle w:val="PageNumber"/>
            <w:noProof/>
          </w:rPr>
          <w:t>1</w:t>
        </w:r>
        <w:r>
          <w:rPr>
            <w:rStyle w:val="PageNumber"/>
          </w:rPr>
          <w:fldChar w:fldCharType="end"/>
        </w:r>
      </w:p>
    </w:sdtContent>
  </w:sdt>
  <w:p w14:paraId="010DCC33" w14:textId="77777777" w:rsidR="002A5CD9" w:rsidRDefault="002A5CD9" w:rsidP="00906C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2788933"/>
      <w:docPartObj>
        <w:docPartGallery w:val="Page Numbers (Bottom of Page)"/>
        <w:docPartUnique/>
      </w:docPartObj>
    </w:sdtPr>
    <w:sdtContent>
      <w:p w14:paraId="20DFC07C" w14:textId="363BD4BE" w:rsidR="002A5CD9" w:rsidRDefault="002A5CD9" w:rsidP="00906CB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2D42D70" w14:textId="77777777" w:rsidR="002A5CD9" w:rsidRDefault="002A5CD9" w:rsidP="00906CB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A75A7" w14:textId="77777777" w:rsidR="00B71009" w:rsidRDefault="00B71009" w:rsidP="001328CC">
      <w:r>
        <w:separator/>
      </w:r>
    </w:p>
  </w:footnote>
  <w:footnote w:type="continuationSeparator" w:id="0">
    <w:p w14:paraId="0E782992" w14:textId="77777777" w:rsidR="00B71009" w:rsidRDefault="00B71009" w:rsidP="00132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9593C"/>
    <w:multiLevelType w:val="hybridMultilevel"/>
    <w:tmpl w:val="489ABCAE"/>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560C7"/>
    <w:multiLevelType w:val="hybridMultilevel"/>
    <w:tmpl w:val="17B6E4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B4ADD"/>
    <w:multiLevelType w:val="hybridMultilevel"/>
    <w:tmpl w:val="72BC22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428E8"/>
    <w:multiLevelType w:val="hybridMultilevel"/>
    <w:tmpl w:val="ADEEF614"/>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AB7AC6"/>
    <w:multiLevelType w:val="hybridMultilevel"/>
    <w:tmpl w:val="58F2D1CC"/>
    <w:lvl w:ilvl="0" w:tplc="FFFFFFFF">
      <w:start w:val="1"/>
      <w:numFmt w:val="upp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40196A"/>
    <w:multiLevelType w:val="hybridMultilevel"/>
    <w:tmpl w:val="854C51E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3A93AE3"/>
    <w:multiLevelType w:val="hybridMultilevel"/>
    <w:tmpl w:val="1CEC0D02"/>
    <w:lvl w:ilvl="0" w:tplc="FFFFFFFF">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497744D"/>
    <w:multiLevelType w:val="hybridMultilevel"/>
    <w:tmpl w:val="9D10E1A2"/>
    <w:lvl w:ilvl="0" w:tplc="FFFFFFFF">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36D2A33"/>
    <w:multiLevelType w:val="hybridMultilevel"/>
    <w:tmpl w:val="10B8DB3E"/>
    <w:lvl w:ilvl="0" w:tplc="6706C886">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037C9F"/>
    <w:multiLevelType w:val="hybridMultilevel"/>
    <w:tmpl w:val="58F2D1CC"/>
    <w:lvl w:ilvl="0" w:tplc="1076C6CE">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D42724"/>
    <w:multiLevelType w:val="hybridMultilevel"/>
    <w:tmpl w:val="9D10E1A2"/>
    <w:lvl w:ilvl="0" w:tplc="FFFFFFFF">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D45088A"/>
    <w:multiLevelType w:val="hybridMultilevel"/>
    <w:tmpl w:val="854C51E8"/>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8C362C"/>
    <w:multiLevelType w:val="hybridMultilevel"/>
    <w:tmpl w:val="E62A63E8"/>
    <w:lvl w:ilvl="0" w:tplc="B276F01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93F2106"/>
    <w:multiLevelType w:val="hybridMultilevel"/>
    <w:tmpl w:val="72BC22F8"/>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95D7B38"/>
    <w:multiLevelType w:val="hybridMultilevel"/>
    <w:tmpl w:val="B8401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4C7B65"/>
    <w:multiLevelType w:val="hybridMultilevel"/>
    <w:tmpl w:val="E6B8B42A"/>
    <w:lvl w:ilvl="0" w:tplc="5CB8764C">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294F08"/>
    <w:multiLevelType w:val="hybridMultilevel"/>
    <w:tmpl w:val="9D10E1A2"/>
    <w:lvl w:ilvl="0" w:tplc="FFFFFFFF">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D3561AB"/>
    <w:multiLevelType w:val="hybridMultilevel"/>
    <w:tmpl w:val="6A906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A27444"/>
    <w:multiLevelType w:val="hybridMultilevel"/>
    <w:tmpl w:val="9D10E1A2"/>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5B14B8"/>
    <w:multiLevelType w:val="hybridMultilevel"/>
    <w:tmpl w:val="ADEEF61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ABA14AD"/>
    <w:multiLevelType w:val="hybridMultilevel"/>
    <w:tmpl w:val="ADEEF61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FD9036E"/>
    <w:multiLevelType w:val="hybridMultilevel"/>
    <w:tmpl w:val="17B6E45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6464315">
    <w:abstractNumId w:val="12"/>
  </w:num>
  <w:num w:numId="2" w16cid:durableId="1174488654">
    <w:abstractNumId w:val="17"/>
  </w:num>
  <w:num w:numId="3" w16cid:durableId="1132400776">
    <w:abstractNumId w:val="14"/>
  </w:num>
  <w:num w:numId="4" w16cid:durableId="1088232402">
    <w:abstractNumId w:val="1"/>
  </w:num>
  <w:num w:numId="5" w16cid:durableId="895362165">
    <w:abstractNumId w:val="21"/>
  </w:num>
  <w:num w:numId="6" w16cid:durableId="66807686">
    <w:abstractNumId w:val="3"/>
  </w:num>
  <w:num w:numId="7" w16cid:durableId="1389458444">
    <w:abstractNumId w:val="20"/>
  </w:num>
  <w:num w:numId="8" w16cid:durableId="722677538">
    <w:abstractNumId w:val="18"/>
  </w:num>
  <w:num w:numId="9" w16cid:durableId="1026827471">
    <w:abstractNumId w:val="9"/>
  </w:num>
  <w:num w:numId="10" w16cid:durableId="1094327541">
    <w:abstractNumId w:val="2"/>
  </w:num>
  <w:num w:numId="11" w16cid:durableId="1268927005">
    <w:abstractNumId w:val="6"/>
  </w:num>
  <w:num w:numId="12" w16cid:durableId="1256524358">
    <w:abstractNumId w:val="4"/>
  </w:num>
  <w:num w:numId="13" w16cid:durableId="643891945">
    <w:abstractNumId w:val="11"/>
  </w:num>
  <w:num w:numId="14" w16cid:durableId="1032337700">
    <w:abstractNumId w:val="5"/>
  </w:num>
  <w:num w:numId="15" w16cid:durableId="1948390324">
    <w:abstractNumId w:val="0"/>
  </w:num>
  <w:num w:numId="16" w16cid:durableId="818687518">
    <w:abstractNumId w:val="15"/>
  </w:num>
  <w:num w:numId="17" w16cid:durableId="1612663306">
    <w:abstractNumId w:val="8"/>
  </w:num>
  <w:num w:numId="18" w16cid:durableId="11303403">
    <w:abstractNumId w:val="7"/>
  </w:num>
  <w:num w:numId="19" w16cid:durableId="674917834">
    <w:abstractNumId w:val="13"/>
  </w:num>
  <w:num w:numId="20" w16cid:durableId="987631096">
    <w:abstractNumId w:val="10"/>
  </w:num>
  <w:num w:numId="21" w16cid:durableId="80225504">
    <w:abstractNumId w:val="19"/>
  </w:num>
  <w:num w:numId="22" w16cid:durableId="725445448">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 Clinical Investigation 2024&lt;/Style&gt;&lt;LeftDelim&gt;{&lt;/LeftDelim&gt;&lt;RightDelim&gt;}&lt;/RightDelim&gt;&lt;FontName&gt;Calibri&lt;/FontName&gt;&lt;FontSize&gt;11&lt;/FontSize&gt;&lt;ReflistTitle&gt;References&lt;/ReflistTitle&gt;&lt;StartingRefnum&gt;1&lt;/StartingRefnum&gt;&lt;FirstLineIndent&gt;0&lt;/FirstLineIndent&gt;&lt;HangingIndent&gt;720&lt;/HangingIndent&gt;&lt;LineSpacing&gt;2&lt;/LineSpacing&gt;&lt;SpaceAfter&gt;1&lt;/SpaceAfter&gt;&lt;HyperlinksEnabled&gt;0&lt;/HyperlinksEnabled&gt;&lt;HyperlinksVisible&gt;0&lt;/HyperlinksVisible&gt;&lt;EnableBibliographyCategories&gt;0&lt;/EnableBibliographyCategories&gt;&lt;/ENLayout&gt;"/>
    <w:docVar w:name="EN.Libraries" w:val="&lt;Libraries&gt;&lt;item db-id=&quot;peaze5ps2xpr2oefr95ppedzasefp0edt9t9&quot;&gt;Single-Cell paper&lt;record-ids&gt;&lt;item&gt;1&lt;/item&gt;&lt;item&gt;3&lt;/item&gt;&lt;item&gt;6&lt;/item&gt;&lt;item&gt;41&lt;/item&gt;&lt;item&gt;47&lt;/item&gt;&lt;item&gt;52&lt;/item&gt;&lt;item&gt;65&lt;/item&gt;&lt;item&gt;80&lt;/item&gt;&lt;item&gt;92&lt;/item&gt;&lt;item&gt;93&lt;/item&gt;&lt;item&gt;96&lt;/item&gt;&lt;item&gt;102&lt;/item&gt;&lt;item&gt;104&lt;/item&gt;&lt;item&gt;105&lt;/item&gt;&lt;item&gt;106&lt;/item&gt;&lt;item&gt;107&lt;/item&gt;&lt;item&gt;108&lt;/item&gt;&lt;item&gt;109&lt;/item&gt;&lt;item&gt;110&lt;/item&gt;&lt;item&gt;111&lt;/item&gt;&lt;item&gt;113&lt;/item&gt;&lt;item&gt;142&lt;/item&gt;&lt;item&gt;143&lt;/item&gt;&lt;item&gt;144&lt;/item&gt;&lt;item&gt;145&lt;/item&gt;&lt;item&gt;146&lt;/item&gt;&lt;item&gt;147&lt;/item&gt;&lt;item&gt;149&lt;/item&gt;&lt;item&gt;150&lt;/item&gt;&lt;item&gt;151&lt;/item&gt;&lt;item&gt;310&lt;/item&gt;&lt;item&gt;337&lt;/item&gt;&lt;item&gt;351&lt;/item&gt;&lt;item&gt;352&lt;/item&gt;&lt;item&gt;584&lt;/item&gt;&lt;item&gt;585&lt;/item&gt;&lt;item&gt;586&lt;/item&gt;&lt;item&gt;588&lt;/item&gt;&lt;item&gt;589&lt;/item&gt;&lt;item&gt;615&lt;/item&gt;&lt;item&gt;616&lt;/item&gt;&lt;item&gt;634&lt;/item&gt;&lt;item&gt;635&lt;/item&gt;&lt;item&gt;636&lt;/item&gt;&lt;item&gt;637&lt;/item&gt;&lt;item&gt;638&lt;/item&gt;&lt;item&gt;639&lt;/item&gt;&lt;item&gt;640&lt;/item&gt;&lt;item&gt;641&lt;/item&gt;&lt;item&gt;642&lt;/item&gt;&lt;/record-ids&gt;&lt;/item&gt;&lt;/Libraries&gt;"/>
  </w:docVars>
  <w:rsids>
    <w:rsidRoot w:val="0094582A"/>
    <w:rsid w:val="000007E0"/>
    <w:rsid w:val="00000BA8"/>
    <w:rsid w:val="00001138"/>
    <w:rsid w:val="00001ACF"/>
    <w:rsid w:val="0000230E"/>
    <w:rsid w:val="0000397F"/>
    <w:rsid w:val="00004ABD"/>
    <w:rsid w:val="00006045"/>
    <w:rsid w:val="000068B3"/>
    <w:rsid w:val="00010330"/>
    <w:rsid w:val="0001086B"/>
    <w:rsid w:val="00010A18"/>
    <w:rsid w:val="00010D5F"/>
    <w:rsid w:val="00011231"/>
    <w:rsid w:val="000119C7"/>
    <w:rsid w:val="00011C55"/>
    <w:rsid w:val="00011EDB"/>
    <w:rsid w:val="0001229F"/>
    <w:rsid w:val="00012C73"/>
    <w:rsid w:val="00013DA8"/>
    <w:rsid w:val="00013DE6"/>
    <w:rsid w:val="00014985"/>
    <w:rsid w:val="00014D8C"/>
    <w:rsid w:val="000152ED"/>
    <w:rsid w:val="00015A0A"/>
    <w:rsid w:val="00015B5E"/>
    <w:rsid w:val="00016558"/>
    <w:rsid w:val="00017133"/>
    <w:rsid w:val="00017B21"/>
    <w:rsid w:val="00017DEF"/>
    <w:rsid w:val="00020655"/>
    <w:rsid w:val="0002258C"/>
    <w:rsid w:val="00022BD0"/>
    <w:rsid w:val="00023000"/>
    <w:rsid w:val="00024478"/>
    <w:rsid w:val="000246ED"/>
    <w:rsid w:val="00024A3C"/>
    <w:rsid w:val="00025210"/>
    <w:rsid w:val="00025871"/>
    <w:rsid w:val="00025DAA"/>
    <w:rsid w:val="00025F71"/>
    <w:rsid w:val="000266B4"/>
    <w:rsid w:val="000267FE"/>
    <w:rsid w:val="000272FD"/>
    <w:rsid w:val="00027BB8"/>
    <w:rsid w:val="00027C60"/>
    <w:rsid w:val="00027CC0"/>
    <w:rsid w:val="00030188"/>
    <w:rsid w:val="000301D5"/>
    <w:rsid w:val="0003038B"/>
    <w:rsid w:val="00031B61"/>
    <w:rsid w:val="00031E4B"/>
    <w:rsid w:val="00031FAF"/>
    <w:rsid w:val="000320E8"/>
    <w:rsid w:val="00032E7D"/>
    <w:rsid w:val="00033B04"/>
    <w:rsid w:val="00034F82"/>
    <w:rsid w:val="00035185"/>
    <w:rsid w:val="000351AF"/>
    <w:rsid w:val="00035473"/>
    <w:rsid w:val="00037B30"/>
    <w:rsid w:val="00037B42"/>
    <w:rsid w:val="000414DC"/>
    <w:rsid w:val="000419F0"/>
    <w:rsid w:val="000427F7"/>
    <w:rsid w:val="000431A2"/>
    <w:rsid w:val="00043CBC"/>
    <w:rsid w:val="00044E33"/>
    <w:rsid w:val="0004529F"/>
    <w:rsid w:val="00045D23"/>
    <w:rsid w:val="00045D4C"/>
    <w:rsid w:val="00045EC2"/>
    <w:rsid w:val="000462C8"/>
    <w:rsid w:val="000476A6"/>
    <w:rsid w:val="00047DE8"/>
    <w:rsid w:val="000514CC"/>
    <w:rsid w:val="00051944"/>
    <w:rsid w:val="00051E1D"/>
    <w:rsid w:val="00052666"/>
    <w:rsid w:val="000529CD"/>
    <w:rsid w:val="0005378C"/>
    <w:rsid w:val="00053BCC"/>
    <w:rsid w:val="00054395"/>
    <w:rsid w:val="0005488C"/>
    <w:rsid w:val="00055360"/>
    <w:rsid w:val="00055381"/>
    <w:rsid w:val="00055BF2"/>
    <w:rsid w:val="00055CEC"/>
    <w:rsid w:val="00055E49"/>
    <w:rsid w:val="000566FE"/>
    <w:rsid w:val="0005797D"/>
    <w:rsid w:val="000607E7"/>
    <w:rsid w:val="000612B3"/>
    <w:rsid w:val="00061AD2"/>
    <w:rsid w:val="00061D08"/>
    <w:rsid w:val="00062417"/>
    <w:rsid w:val="0006283F"/>
    <w:rsid w:val="00062A16"/>
    <w:rsid w:val="000630D6"/>
    <w:rsid w:val="00063614"/>
    <w:rsid w:val="00063C00"/>
    <w:rsid w:val="0006434D"/>
    <w:rsid w:val="000643A0"/>
    <w:rsid w:val="00065300"/>
    <w:rsid w:val="0006560D"/>
    <w:rsid w:val="0006682B"/>
    <w:rsid w:val="000679B5"/>
    <w:rsid w:val="00070445"/>
    <w:rsid w:val="00070783"/>
    <w:rsid w:val="00072EE4"/>
    <w:rsid w:val="00073247"/>
    <w:rsid w:val="00073D4C"/>
    <w:rsid w:val="0007464E"/>
    <w:rsid w:val="00074AE7"/>
    <w:rsid w:val="00074F2C"/>
    <w:rsid w:val="000752FD"/>
    <w:rsid w:val="0007539A"/>
    <w:rsid w:val="000758CA"/>
    <w:rsid w:val="00075A2F"/>
    <w:rsid w:val="00075C72"/>
    <w:rsid w:val="00076617"/>
    <w:rsid w:val="000770C5"/>
    <w:rsid w:val="00077223"/>
    <w:rsid w:val="000777DD"/>
    <w:rsid w:val="0007791A"/>
    <w:rsid w:val="00080C51"/>
    <w:rsid w:val="00080E20"/>
    <w:rsid w:val="00081BE8"/>
    <w:rsid w:val="00081C69"/>
    <w:rsid w:val="00081FA9"/>
    <w:rsid w:val="000827F2"/>
    <w:rsid w:val="000829B8"/>
    <w:rsid w:val="00082B36"/>
    <w:rsid w:val="00083530"/>
    <w:rsid w:val="000846CF"/>
    <w:rsid w:val="0008521A"/>
    <w:rsid w:val="00085922"/>
    <w:rsid w:val="00085CFB"/>
    <w:rsid w:val="00085FAD"/>
    <w:rsid w:val="00086014"/>
    <w:rsid w:val="00086549"/>
    <w:rsid w:val="000867AC"/>
    <w:rsid w:val="00086E66"/>
    <w:rsid w:val="0008779C"/>
    <w:rsid w:val="00090912"/>
    <w:rsid w:val="00091192"/>
    <w:rsid w:val="000913EE"/>
    <w:rsid w:val="0009356B"/>
    <w:rsid w:val="00093D94"/>
    <w:rsid w:val="00095156"/>
    <w:rsid w:val="000951B8"/>
    <w:rsid w:val="00095D7E"/>
    <w:rsid w:val="000975EA"/>
    <w:rsid w:val="000A0503"/>
    <w:rsid w:val="000A0A0B"/>
    <w:rsid w:val="000A0BF6"/>
    <w:rsid w:val="000A28A9"/>
    <w:rsid w:val="000A29C9"/>
    <w:rsid w:val="000A3136"/>
    <w:rsid w:val="000A354C"/>
    <w:rsid w:val="000A4D62"/>
    <w:rsid w:val="000A513A"/>
    <w:rsid w:val="000A5665"/>
    <w:rsid w:val="000A5B6A"/>
    <w:rsid w:val="000A5FB1"/>
    <w:rsid w:val="000A62E4"/>
    <w:rsid w:val="000A6A22"/>
    <w:rsid w:val="000A6F6E"/>
    <w:rsid w:val="000A709C"/>
    <w:rsid w:val="000A7B1D"/>
    <w:rsid w:val="000B0B45"/>
    <w:rsid w:val="000B10CC"/>
    <w:rsid w:val="000B1E68"/>
    <w:rsid w:val="000B24D1"/>
    <w:rsid w:val="000B26FC"/>
    <w:rsid w:val="000B3A5E"/>
    <w:rsid w:val="000B498E"/>
    <w:rsid w:val="000B4E94"/>
    <w:rsid w:val="000B5B70"/>
    <w:rsid w:val="000B6350"/>
    <w:rsid w:val="000B647E"/>
    <w:rsid w:val="000B68D7"/>
    <w:rsid w:val="000B6CC3"/>
    <w:rsid w:val="000C06C6"/>
    <w:rsid w:val="000C2441"/>
    <w:rsid w:val="000C31DC"/>
    <w:rsid w:val="000C34A0"/>
    <w:rsid w:val="000C3C76"/>
    <w:rsid w:val="000C4361"/>
    <w:rsid w:val="000C46B5"/>
    <w:rsid w:val="000C4985"/>
    <w:rsid w:val="000C498C"/>
    <w:rsid w:val="000C4AE3"/>
    <w:rsid w:val="000C4FA3"/>
    <w:rsid w:val="000C5419"/>
    <w:rsid w:val="000C59B9"/>
    <w:rsid w:val="000C5FB6"/>
    <w:rsid w:val="000D11A1"/>
    <w:rsid w:val="000D1348"/>
    <w:rsid w:val="000D1575"/>
    <w:rsid w:val="000D1A96"/>
    <w:rsid w:val="000D1B62"/>
    <w:rsid w:val="000D1E0A"/>
    <w:rsid w:val="000D231F"/>
    <w:rsid w:val="000D2430"/>
    <w:rsid w:val="000D287A"/>
    <w:rsid w:val="000D33FD"/>
    <w:rsid w:val="000D3924"/>
    <w:rsid w:val="000D3948"/>
    <w:rsid w:val="000D3B93"/>
    <w:rsid w:val="000D4C0C"/>
    <w:rsid w:val="000D53A0"/>
    <w:rsid w:val="000D71E9"/>
    <w:rsid w:val="000E0138"/>
    <w:rsid w:val="000E0AAB"/>
    <w:rsid w:val="000E0C44"/>
    <w:rsid w:val="000E1764"/>
    <w:rsid w:val="000E1A69"/>
    <w:rsid w:val="000E1C63"/>
    <w:rsid w:val="000E1D03"/>
    <w:rsid w:val="000E1E2E"/>
    <w:rsid w:val="000E21E6"/>
    <w:rsid w:val="000E3A1E"/>
    <w:rsid w:val="000E4088"/>
    <w:rsid w:val="000E4BCB"/>
    <w:rsid w:val="000E52EC"/>
    <w:rsid w:val="000E5644"/>
    <w:rsid w:val="000E6198"/>
    <w:rsid w:val="000E6DF0"/>
    <w:rsid w:val="000E7396"/>
    <w:rsid w:val="000E7749"/>
    <w:rsid w:val="000E7D30"/>
    <w:rsid w:val="000E7D65"/>
    <w:rsid w:val="000F0366"/>
    <w:rsid w:val="000F121F"/>
    <w:rsid w:val="000F22AA"/>
    <w:rsid w:val="000F2FDB"/>
    <w:rsid w:val="000F3573"/>
    <w:rsid w:val="000F3756"/>
    <w:rsid w:val="000F3A42"/>
    <w:rsid w:val="000F40E4"/>
    <w:rsid w:val="000F4454"/>
    <w:rsid w:val="000F56EA"/>
    <w:rsid w:val="000F57C6"/>
    <w:rsid w:val="000F5A46"/>
    <w:rsid w:val="000F6943"/>
    <w:rsid w:val="000F6DB2"/>
    <w:rsid w:val="000F782F"/>
    <w:rsid w:val="00100129"/>
    <w:rsid w:val="001008FE"/>
    <w:rsid w:val="00100F13"/>
    <w:rsid w:val="001014E6"/>
    <w:rsid w:val="00101A41"/>
    <w:rsid w:val="00101C1B"/>
    <w:rsid w:val="00102349"/>
    <w:rsid w:val="00103134"/>
    <w:rsid w:val="00105C5A"/>
    <w:rsid w:val="00105FC5"/>
    <w:rsid w:val="00106556"/>
    <w:rsid w:val="001070E4"/>
    <w:rsid w:val="0010770A"/>
    <w:rsid w:val="00107989"/>
    <w:rsid w:val="00111428"/>
    <w:rsid w:val="00111A72"/>
    <w:rsid w:val="00111F5A"/>
    <w:rsid w:val="00112002"/>
    <w:rsid w:val="00112104"/>
    <w:rsid w:val="001131B7"/>
    <w:rsid w:val="00113275"/>
    <w:rsid w:val="00113300"/>
    <w:rsid w:val="00114056"/>
    <w:rsid w:val="00114ECC"/>
    <w:rsid w:val="00115607"/>
    <w:rsid w:val="00115CE9"/>
    <w:rsid w:val="00116D08"/>
    <w:rsid w:val="00120295"/>
    <w:rsid w:val="001205D4"/>
    <w:rsid w:val="00120695"/>
    <w:rsid w:val="00120C4B"/>
    <w:rsid w:val="001216DF"/>
    <w:rsid w:val="001217E3"/>
    <w:rsid w:val="001218D5"/>
    <w:rsid w:val="00121A22"/>
    <w:rsid w:val="00121CC7"/>
    <w:rsid w:val="001224B2"/>
    <w:rsid w:val="00123953"/>
    <w:rsid w:val="001244BF"/>
    <w:rsid w:val="00124868"/>
    <w:rsid w:val="00124A70"/>
    <w:rsid w:val="00125296"/>
    <w:rsid w:val="00126734"/>
    <w:rsid w:val="00126FA3"/>
    <w:rsid w:val="00127203"/>
    <w:rsid w:val="0012746E"/>
    <w:rsid w:val="001276F2"/>
    <w:rsid w:val="00127CA5"/>
    <w:rsid w:val="001301FE"/>
    <w:rsid w:val="00130A66"/>
    <w:rsid w:val="001313B7"/>
    <w:rsid w:val="001318E1"/>
    <w:rsid w:val="00131D23"/>
    <w:rsid w:val="001322F9"/>
    <w:rsid w:val="001328CC"/>
    <w:rsid w:val="00132D70"/>
    <w:rsid w:val="0013320F"/>
    <w:rsid w:val="00133E32"/>
    <w:rsid w:val="0013513A"/>
    <w:rsid w:val="00135D2E"/>
    <w:rsid w:val="0013728B"/>
    <w:rsid w:val="001373ED"/>
    <w:rsid w:val="00137AD6"/>
    <w:rsid w:val="00140B2E"/>
    <w:rsid w:val="00140F33"/>
    <w:rsid w:val="00141209"/>
    <w:rsid w:val="00141B3C"/>
    <w:rsid w:val="00142B8D"/>
    <w:rsid w:val="00143ED8"/>
    <w:rsid w:val="00144D66"/>
    <w:rsid w:val="00145271"/>
    <w:rsid w:val="001454E5"/>
    <w:rsid w:val="001456A9"/>
    <w:rsid w:val="0014575D"/>
    <w:rsid w:val="00145F77"/>
    <w:rsid w:val="001461FB"/>
    <w:rsid w:val="00146C4F"/>
    <w:rsid w:val="001472DA"/>
    <w:rsid w:val="0014763B"/>
    <w:rsid w:val="00147E55"/>
    <w:rsid w:val="00151383"/>
    <w:rsid w:val="00151EFF"/>
    <w:rsid w:val="00152AE8"/>
    <w:rsid w:val="001538D9"/>
    <w:rsid w:val="00153EAF"/>
    <w:rsid w:val="00153EFB"/>
    <w:rsid w:val="00153FB0"/>
    <w:rsid w:val="0015425A"/>
    <w:rsid w:val="00154750"/>
    <w:rsid w:val="00155220"/>
    <w:rsid w:val="00155263"/>
    <w:rsid w:val="00155DFC"/>
    <w:rsid w:val="00156708"/>
    <w:rsid w:val="00156D1E"/>
    <w:rsid w:val="00156EE7"/>
    <w:rsid w:val="001578DD"/>
    <w:rsid w:val="00161D2A"/>
    <w:rsid w:val="0016293D"/>
    <w:rsid w:val="00162B25"/>
    <w:rsid w:val="00162B8C"/>
    <w:rsid w:val="00162C1C"/>
    <w:rsid w:val="00162E77"/>
    <w:rsid w:val="0016315C"/>
    <w:rsid w:val="00163377"/>
    <w:rsid w:val="0016398C"/>
    <w:rsid w:val="001649D7"/>
    <w:rsid w:val="00165262"/>
    <w:rsid w:val="00165961"/>
    <w:rsid w:val="00166AEE"/>
    <w:rsid w:val="00166C74"/>
    <w:rsid w:val="00166C75"/>
    <w:rsid w:val="00167660"/>
    <w:rsid w:val="0017016C"/>
    <w:rsid w:val="00170564"/>
    <w:rsid w:val="00172143"/>
    <w:rsid w:val="00172C16"/>
    <w:rsid w:val="00173881"/>
    <w:rsid w:val="00174318"/>
    <w:rsid w:val="00174587"/>
    <w:rsid w:val="001757BB"/>
    <w:rsid w:val="0017606A"/>
    <w:rsid w:val="001761EB"/>
    <w:rsid w:val="00176548"/>
    <w:rsid w:val="00176B29"/>
    <w:rsid w:val="00176FB3"/>
    <w:rsid w:val="0017700C"/>
    <w:rsid w:val="001775AB"/>
    <w:rsid w:val="00180B88"/>
    <w:rsid w:val="00180CDA"/>
    <w:rsid w:val="001813BE"/>
    <w:rsid w:val="0018163F"/>
    <w:rsid w:val="001818FD"/>
    <w:rsid w:val="00181AC2"/>
    <w:rsid w:val="00181E9E"/>
    <w:rsid w:val="00181F75"/>
    <w:rsid w:val="00182592"/>
    <w:rsid w:val="00183611"/>
    <w:rsid w:val="001838F6"/>
    <w:rsid w:val="00183CDB"/>
    <w:rsid w:val="00184596"/>
    <w:rsid w:val="00184739"/>
    <w:rsid w:val="00184D48"/>
    <w:rsid w:val="00184FB2"/>
    <w:rsid w:val="0018501A"/>
    <w:rsid w:val="001856C8"/>
    <w:rsid w:val="00185F7B"/>
    <w:rsid w:val="0018786A"/>
    <w:rsid w:val="00187FEC"/>
    <w:rsid w:val="0019027F"/>
    <w:rsid w:val="0019090E"/>
    <w:rsid w:val="00190DAF"/>
    <w:rsid w:val="00190F7F"/>
    <w:rsid w:val="00191732"/>
    <w:rsid w:val="00191CEA"/>
    <w:rsid w:val="00191E5B"/>
    <w:rsid w:val="0019219F"/>
    <w:rsid w:val="00193AA5"/>
    <w:rsid w:val="00193DEB"/>
    <w:rsid w:val="00193E57"/>
    <w:rsid w:val="00194F26"/>
    <w:rsid w:val="00196671"/>
    <w:rsid w:val="00196AED"/>
    <w:rsid w:val="001979F3"/>
    <w:rsid w:val="001A01CB"/>
    <w:rsid w:val="001A03C1"/>
    <w:rsid w:val="001A092B"/>
    <w:rsid w:val="001A093F"/>
    <w:rsid w:val="001A0B9F"/>
    <w:rsid w:val="001A19EF"/>
    <w:rsid w:val="001A251C"/>
    <w:rsid w:val="001A32E1"/>
    <w:rsid w:val="001A3B5E"/>
    <w:rsid w:val="001A3DA8"/>
    <w:rsid w:val="001A461D"/>
    <w:rsid w:val="001A53C1"/>
    <w:rsid w:val="001A5908"/>
    <w:rsid w:val="001A5BEC"/>
    <w:rsid w:val="001A6285"/>
    <w:rsid w:val="001A6490"/>
    <w:rsid w:val="001A64D6"/>
    <w:rsid w:val="001A6EEC"/>
    <w:rsid w:val="001A73F0"/>
    <w:rsid w:val="001A76FE"/>
    <w:rsid w:val="001B0202"/>
    <w:rsid w:val="001B092A"/>
    <w:rsid w:val="001B0CBF"/>
    <w:rsid w:val="001B0E0F"/>
    <w:rsid w:val="001B2293"/>
    <w:rsid w:val="001B2B51"/>
    <w:rsid w:val="001B37DB"/>
    <w:rsid w:val="001B4B1C"/>
    <w:rsid w:val="001B5868"/>
    <w:rsid w:val="001B6424"/>
    <w:rsid w:val="001B6439"/>
    <w:rsid w:val="001B67D0"/>
    <w:rsid w:val="001B6841"/>
    <w:rsid w:val="001B6BEB"/>
    <w:rsid w:val="001B7FA8"/>
    <w:rsid w:val="001C00CF"/>
    <w:rsid w:val="001C14DA"/>
    <w:rsid w:val="001C24FD"/>
    <w:rsid w:val="001C319F"/>
    <w:rsid w:val="001C34E9"/>
    <w:rsid w:val="001C4BEE"/>
    <w:rsid w:val="001C51CB"/>
    <w:rsid w:val="001C5753"/>
    <w:rsid w:val="001C5B69"/>
    <w:rsid w:val="001C5C5D"/>
    <w:rsid w:val="001C5DF3"/>
    <w:rsid w:val="001C6725"/>
    <w:rsid w:val="001C6DD8"/>
    <w:rsid w:val="001C7003"/>
    <w:rsid w:val="001C75AE"/>
    <w:rsid w:val="001D078D"/>
    <w:rsid w:val="001D097C"/>
    <w:rsid w:val="001D1CB7"/>
    <w:rsid w:val="001D2162"/>
    <w:rsid w:val="001D2DB8"/>
    <w:rsid w:val="001D36D3"/>
    <w:rsid w:val="001D38D9"/>
    <w:rsid w:val="001D3AAF"/>
    <w:rsid w:val="001D41F0"/>
    <w:rsid w:val="001D4235"/>
    <w:rsid w:val="001D43A1"/>
    <w:rsid w:val="001D4535"/>
    <w:rsid w:val="001D5046"/>
    <w:rsid w:val="001D570E"/>
    <w:rsid w:val="001D5F4E"/>
    <w:rsid w:val="001D6672"/>
    <w:rsid w:val="001D7436"/>
    <w:rsid w:val="001D75EC"/>
    <w:rsid w:val="001E0BB8"/>
    <w:rsid w:val="001E0DFA"/>
    <w:rsid w:val="001E19AA"/>
    <w:rsid w:val="001E1B19"/>
    <w:rsid w:val="001E220D"/>
    <w:rsid w:val="001E2448"/>
    <w:rsid w:val="001E2A17"/>
    <w:rsid w:val="001E2D42"/>
    <w:rsid w:val="001E2DD7"/>
    <w:rsid w:val="001E38CB"/>
    <w:rsid w:val="001E3D30"/>
    <w:rsid w:val="001E3E8A"/>
    <w:rsid w:val="001E41BF"/>
    <w:rsid w:val="001E4353"/>
    <w:rsid w:val="001E43C5"/>
    <w:rsid w:val="001E4415"/>
    <w:rsid w:val="001E4D42"/>
    <w:rsid w:val="001E51B8"/>
    <w:rsid w:val="001E6B39"/>
    <w:rsid w:val="001E6F6F"/>
    <w:rsid w:val="001E7891"/>
    <w:rsid w:val="001E78E7"/>
    <w:rsid w:val="001E7B78"/>
    <w:rsid w:val="001F3179"/>
    <w:rsid w:val="001F3AAB"/>
    <w:rsid w:val="001F4353"/>
    <w:rsid w:val="001F5250"/>
    <w:rsid w:val="001F5308"/>
    <w:rsid w:val="001F53AA"/>
    <w:rsid w:val="001F5C8B"/>
    <w:rsid w:val="001F6156"/>
    <w:rsid w:val="001F632F"/>
    <w:rsid w:val="001F71AF"/>
    <w:rsid w:val="001F72C4"/>
    <w:rsid w:val="001F7BD0"/>
    <w:rsid w:val="00200156"/>
    <w:rsid w:val="002001AB"/>
    <w:rsid w:val="00200B9C"/>
    <w:rsid w:val="00201077"/>
    <w:rsid w:val="0020161A"/>
    <w:rsid w:val="00202213"/>
    <w:rsid w:val="002029AB"/>
    <w:rsid w:val="00202B63"/>
    <w:rsid w:val="00203A0B"/>
    <w:rsid w:val="00205C6F"/>
    <w:rsid w:val="00205D10"/>
    <w:rsid w:val="00205DCC"/>
    <w:rsid w:val="0020620C"/>
    <w:rsid w:val="002064B2"/>
    <w:rsid w:val="00206DFD"/>
    <w:rsid w:val="00206EB0"/>
    <w:rsid w:val="00207439"/>
    <w:rsid w:val="00207895"/>
    <w:rsid w:val="002102E5"/>
    <w:rsid w:val="002107C2"/>
    <w:rsid w:val="00210B91"/>
    <w:rsid w:val="00211CA2"/>
    <w:rsid w:val="002126A8"/>
    <w:rsid w:val="00212AB6"/>
    <w:rsid w:val="00213536"/>
    <w:rsid w:val="002137BE"/>
    <w:rsid w:val="00213CB8"/>
    <w:rsid w:val="002143F8"/>
    <w:rsid w:val="00214C51"/>
    <w:rsid w:val="002153EB"/>
    <w:rsid w:val="00215580"/>
    <w:rsid w:val="00216292"/>
    <w:rsid w:val="0021636B"/>
    <w:rsid w:val="00216518"/>
    <w:rsid w:val="00216DAC"/>
    <w:rsid w:val="00217DA2"/>
    <w:rsid w:val="00220099"/>
    <w:rsid w:val="0022025D"/>
    <w:rsid w:val="002208F3"/>
    <w:rsid w:val="00220D04"/>
    <w:rsid w:val="0022130F"/>
    <w:rsid w:val="0022141B"/>
    <w:rsid w:val="00221782"/>
    <w:rsid w:val="00221C31"/>
    <w:rsid w:val="0022233A"/>
    <w:rsid w:val="00222EBB"/>
    <w:rsid w:val="00222F9E"/>
    <w:rsid w:val="00223FEE"/>
    <w:rsid w:val="002244E0"/>
    <w:rsid w:val="00224B83"/>
    <w:rsid w:val="002252AA"/>
    <w:rsid w:val="0022635B"/>
    <w:rsid w:val="002266C5"/>
    <w:rsid w:val="00226840"/>
    <w:rsid w:val="00226A70"/>
    <w:rsid w:val="00226CEB"/>
    <w:rsid w:val="00226D03"/>
    <w:rsid w:val="0022740E"/>
    <w:rsid w:val="0022774E"/>
    <w:rsid w:val="00227D14"/>
    <w:rsid w:val="00227D5A"/>
    <w:rsid w:val="00230088"/>
    <w:rsid w:val="0023084A"/>
    <w:rsid w:val="00231258"/>
    <w:rsid w:val="002312A1"/>
    <w:rsid w:val="002322D9"/>
    <w:rsid w:val="00232834"/>
    <w:rsid w:val="00232A57"/>
    <w:rsid w:val="00232C7F"/>
    <w:rsid w:val="002332F1"/>
    <w:rsid w:val="002337A9"/>
    <w:rsid w:val="00233920"/>
    <w:rsid w:val="00233A2C"/>
    <w:rsid w:val="00233F03"/>
    <w:rsid w:val="00233F4D"/>
    <w:rsid w:val="0023426F"/>
    <w:rsid w:val="00235122"/>
    <w:rsid w:val="0023548A"/>
    <w:rsid w:val="00235909"/>
    <w:rsid w:val="00236D96"/>
    <w:rsid w:val="00236F29"/>
    <w:rsid w:val="00237A45"/>
    <w:rsid w:val="00237A82"/>
    <w:rsid w:val="00237E7A"/>
    <w:rsid w:val="0024004B"/>
    <w:rsid w:val="00240AE3"/>
    <w:rsid w:val="00240E09"/>
    <w:rsid w:val="0024109A"/>
    <w:rsid w:val="00241554"/>
    <w:rsid w:val="00243553"/>
    <w:rsid w:val="00243E00"/>
    <w:rsid w:val="00244905"/>
    <w:rsid w:val="0024526F"/>
    <w:rsid w:val="002452B2"/>
    <w:rsid w:val="002452BA"/>
    <w:rsid w:val="00245411"/>
    <w:rsid w:val="0024603F"/>
    <w:rsid w:val="00246316"/>
    <w:rsid w:val="002467D9"/>
    <w:rsid w:val="00246AE6"/>
    <w:rsid w:val="00247A03"/>
    <w:rsid w:val="00247AB7"/>
    <w:rsid w:val="002505D4"/>
    <w:rsid w:val="00250A3C"/>
    <w:rsid w:val="00250E3F"/>
    <w:rsid w:val="0025139E"/>
    <w:rsid w:val="00251956"/>
    <w:rsid w:val="002522AF"/>
    <w:rsid w:val="00252D39"/>
    <w:rsid w:val="00253287"/>
    <w:rsid w:val="00253651"/>
    <w:rsid w:val="00254127"/>
    <w:rsid w:val="00254B42"/>
    <w:rsid w:val="00254E93"/>
    <w:rsid w:val="002550D3"/>
    <w:rsid w:val="00255C4F"/>
    <w:rsid w:val="00255D0C"/>
    <w:rsid w:val="0025627F"/>
    <w:rsid w:val="00257670"/>
    <w:rsid w:val="002577C1"/>
    <w:rsid w:val="00257D13"/>
    <w:rsid w:val="00257DBB"/>
    <w:rsid w:val="0026035C"/>
    <w:rsid w:val="002606E4"/>
    <w:rsid w:val="0026098E"/>
    <w:rsid w:val="00262DB9"/>
    <w:rsid w:val="00264AD4"/>
    <w:rsid w:val="00265E42"/>
    <w:rsid w:val="002664C2"/>
    <w:rsid w:val="00267DA3"/>
    <w:rsid w:val="00270138"/>
    <w:rsid w:val="002705E2"/>
    <w:rsid w:val="00271240"/>
    <w:rsid w:val="00271818"/>
    <w:rsid w:val="00271CF1"/>
    <w:rsid w:val="0027266A"/>
    <w:rsid w:val="00272924"/>
    <w:rsid w:val="00272E76"/>
    <w:rsid w:val="00274624"/>
    <w:rsid w:val="00274E2F"/>
    <w:rsid w:val="002751B5"/>
    <w:rsid w:val="002752D4"/>
    <w:rsid w:val="00275352"/>
    <w:rsid w:val="00275503"/>
    <w:rsid w:val="00275B21"/>
    <w:rsid w:val="0027630B"/>
    <w:rsid w:val="002764DC"/>
    <w:rsid w:val="002770DC"/>
    <w:rsid w:val="00277334"/>
    <w:rsid w:val="00277469"/>
    <w:rsid w:val="002776B4"/>
    <w:rsid w:val="00277D10"/>
    <w:rsid w:val="00281138"/>
    <w:rsid w:val="0028180D"/>
    <w:rsid w:val="002822C3"/>
    <w:rsid w:val="002828AE"/>
    <w:rsid w:val="00282B4F"/>
    <w:rsid w:val="00282E7D"/>
    <w:rsid w:val="00283EFF"/>
    <w:rsid w:val="00284D37"/>
    <w:rsid w:val="00284E58"/>
    <w:rsid w:val="0028652C"/>
    <w:rsid w:val="00286CD3"/>
    <w:rsid w:val="00286EAA"/>
    <w:rsid w:val="00290374"/>
    <w:rsid w:val="00290841"/>
    <w:rsid w:val="002908BC"/>
    <w:rsid w:val="0029094D"/>
    <w:rsid w:val="00290EE3"/>
    <w:rsid w:val="002910F1"/>
    <w:rsid w:val="00291BBD"/>
    <w:rsid w:val="00291FC3"/>
    <w:rsid w:val="002922FD"/>
    <w:rsid w:val="0029242E"/>
    <w:rsid w:val="00293303"/>
    <w:rsid w:val="00294429"/>
    <w:rsid w:val="00294E46"/>
    <w:rsid w:val="00295F14"/>
    <w:rsid w:val="0029620C"/>
    <w:rsid w:val="00296520"/>
    <w:rsid w:val="00296635"/>
    <w:rsid w:val="002972FA"/>
    <w:rsid w:val="002973CC"/>
    <w:rsid w:val="002A08ED"/>
    <w:rsid w:val="002A100E"/>
    <w:rsid w:val="002A1830"/>
    <w:rsid w:val="002A1FC8"/>
    <w:rsid w:val="002A20AB"/>
    <w:rsid w:val="002A2758"/>
    <w:rsid w:val="002A2A52"/>
    <w:rsid w:val="002A2E85"/>
    <w:rsid w:val="002A3A29"/>
    <w:rsid w:val="002A4256"/>
    <w:rsid w:val="002A445B"/>
    <w:rsid w:val="002A5654"/>
    <w:rsid w:val="002A5CD9"/>
    <w:rsid w:val="002A5EDB"/>
    <w:rsid w:val="002A61D8"/>
    <w:rsid w:val="002A661C"/>
    <w:rsid w:val="002A670A"/>
    <w:rsid w:val="002A6956"/>
    <w:rsid w:val="002A7C5B"/>
    <w:rsid w:val="002B0234"/>
    <w:rsid w:val="002B281E"/>
    <w:rsid w:val="002B4360"/>
    <w:rsid w:val="002B5647"/>
    <w:rsid w:val="002B5B9D"/>
    <w:rsid w:val="002B6ACD"/>
    <w:rsid w:val="002B7CCE"/>
    <w:rsid w:val="002B7FA3"/>
    <w:rsid w:val="002C01CE"/>
    <w:rsid w:val="002C0768"/>
    <w:rsid w:val="002C0AB2"/>
    <w:rsid w:val="002C1091"/>
    <w:rsid w:val="002C111F"/>
    <w:rsid w:val="002C12DC"/>
    <w:rsid w:val="002C1ADE"/>
    <w:rsid w:val="002C2A6A"/>
    <w:rsid w:val="002C482A"/>
    <w:rsid w:val="002C4D10"/>
    <w:rsid w:val="002C506E"/>
    <w:rsid w:val="002C509D"/>
    <w:rsid w:val="002C5942"/>
    <w:rsid w:val="002C5D4A"/>
    <w:rsid w:val="002C63EB"/>
    <w:rsid w:val="002C6FD1"/>
    <w:rsid w:val="002C741F"/>
    <w:rsid w:val="002D0118"/>
    <w:rsid w:val="002D028B"/>
    <w:rsid w:val="002D02E3"/>
    <w:rsid w:val="002D0EDB"/>
    <w:rsid w:val="002D1F57"/>
    <w:rsid w:val="002D1FC5"/>
    <w:rsid w:val="002D2751"/>
    <w:rsid w:val="002D3441"/>
    <w:rsid w:val="002D40A7"/>
    <w:rsid w:val="002D46B6"/>
    <w:rsid w:val="002D4F85"/>
    <w:rsid w:val="002D5ABD"/>
    <w:rsid w:val="002D624B"/>
    <w:rsid w:val="002D6288"/>
    <w:rsid w:val="002D638E"/>
    <w:rsid w:val="002D687D"/>
    <w:rsid w:val="002D68A9"/>
    <w:rsid w:val="002D6B67"/>
    <w:rsid w:val="002D71BF"/>
    <w:rsid w:val="002D79C7"/>
    <w:rsid w:val="002E062E"/>
    <w:rsid w:val="002E0EF5"/>
    <w:rsid w:val="002E15F7"/>
    <w:rsid w:val="002E1920"/>
    <w:rsid w:val="002E1F1B"/>
    <w:rsid w:val="002E20AF"/>
    <w:rsid w:val="002E336D"/>
    <w:rsid w:val="002E3795"/>
    <w:rsid w:val="002E3BE1"/>
    <w:rsid w:val="002E3E3E"/>
    <w:rsid w:val="002E61A9"/>
    <w:rsid w:val="002E69F3"/>
    <w:rsid w:val="002E78D2"/>
    <w:rsid w:val="002F06BB"/>
    <w:rsid w:val="002F1280"/>
    <w:rsid w:val="002F12A0"/>
    <w:rsid w:val="002F1A99"/>
    <w:rsid w:val="002F1CCE"/>
    <w:rsid w:val="002F1CF4"/>
    <w:rsid w:val="002F2B42"/>
    <w:rsid w:val="002F2FCA"/>
    <w:rsid w:val="002F302A"/>
    <w:rsid w:val="002F30D5"/>
    <w:rsid w:val="002F58F0"/>
    <w:rsid w:val="002F59E1"/>
    <w:rsid w:val="002F5D40"/>
    <w:rsid w:val="002F6770"/>
    <w:rsid w:val="002F6EE6"/>
    <w:rsid w:val="002F7673"/>
    <w:rsid w:val="00300660"/>
    <w:rsid w:val="0030089F"/>
    <w:rsid w:val="00300CDA"/>
    <w:rsid w:val="00300E9D"/>
    <w:rsid w:val="0030157C"/>
    <w:rsid w:val="00301809"/>
    <w:rsid w:val="003031CA"/>
    <w:rsid w:val="00303AC8"/>
    <w:rsid w:val="003047B5"/>
    <w:rsid w:val="003052DC"/>
    <w:rsid w:val="00306807"/>
    <w:rsid w:val="00310B1A"/>
    <w:rsid w:val="00310C01"/>
    <w:rsid w:val="00310DF4"/>
    <w:rsid w:val="0031106D"/>
    <w:rsid w:val="003110C7"/>
    <w:rsid w:val="003123D4"/>
    <w:rsid w:val="003126D1"/>
    <w:rsid w:val="00314B61"/>
    <w:rsid w:val="0031539D"/>
    <w:rsid w:val="003155CA"/>
    <w:rsid w:val="003155D1"/>
    <w:rsid w:val="003158BB"/>
    <w:rsid w:val="00315AD4"/>
    <w:rsid w:val="003160E4"/>
    <w:rsid w:val="00316F6B"/>
    <w:rsid w:val="003174CA"/>
    <w:rsid w:val="00317ABE"/>
    <w:rsid w:val="00317EB1"/>
    <w:rsid w:val="003214EB"/>
    <w:rsid w:val="00321525"/>
    <w:rsid w:val="00321B01"/>
    <w:rsid w:val="00321E15"/>
    <w:rsid w:val="00323D0F"/>
    <w:rsid w:val="00324583"/>
    <w:rsid w:val="00324709"/>
    <w:rsid w:val="003250ED"/>
    <w:rsid w:val="00325380"/>
    <w:rsid w:val="0032576A"/>
    <w:rsid w:val="003260BE"/>
    <w:rsid w:val="003272D2"/>
    <w:rsid w:val="00327681"/>
    <w:rsid w:val="003277C7"/>
    <w:rsid w:val="00330617"/>
    <w:rsid w:val="00330F7E"/>
    <w:rsid w:val="003311B9"/>
    <w:rsid w:val="003314A5"/>
    <w:rsid w:val="00332A0D"/>
    <w:rsid w:val="00332E8A"/>
    <w:rsid w:val="00332F2B"/>
    <w:rsid w:val="00333B9D"/>
    <w:rsid w:val="003360E6"/>
    <w:rsid w:val="00336D5F"/>
    <w:rsid w:val="00336F6E"/>
    <w:rsid w:val="0033712F"/>
    <w:rsid w:val="00337563"/>
    <w:rsid w:val="00337855"/>
    <w:rsid w:val="00337B74"/>
    <w:rsid w:val="00337D65"/>
    <w:rsid w:val="00337FD4"/>
    <w:rsid w:val="00340535"/>
    <w:rsid w:val="00340E5E"/>
    <w:rsid w:val="003417D1"/>
    <w:rsid w:val="003418B0"/>
    <w:rsid w:val="00341A11"/>
    <w:rsid w:val="00342046"/>
    <w:rsid w:val="00343588"/>
    <w:rsid w:val="00343EFF"/>
    <w:rsid w:val="0034456F"/>
    <w:rsid w:val="003459E4"/>
    <w:rsid w:val="00345BDE"/>
    <w:rsid w:val="00346221"/>
    <w:rsid w:val="003465C4"/>
    <w:rsid w:val="0034704A"/>
    <w:rsid w:val="00347406"/>
    <w:rsid w:val="00350252"/>
    <w:rsid w:val="0035070D"/>
    <w:rsid w:val="00350AE6"/>
    <w:rsid w:val="00350F4C"/>
    <w:rsid w:val="003527F9"/>
    <w:rsid w:val="003535C3"/>
    <w:rsid w:val="00353619"/>
    <w:rsid w:val="00354538"/>
    <w:rsid w:val="0035584B"/>
    <w:rsid w:val="00355A41"/>
    <w:rsid w:val="00355F61"/>
    <w:rsid w:val="0035650A"/>
    <w:rsid w:val="0035659E"/>
    <w:rsid w:val="00356C77"/>
    <w:rsid w:val="00356DF5"/>
    <w:rsid w:val="003570D4"/>
    <w:rsid w:val="003578C0"/>
    <w:rsid w:val="003579C3"/>
    <w:rsid w:val="00357F8D"/>
    <w:rsid w:val="00360296"/>
    <w:rsid w:val="00360422"/>
    <w:rsid w:val="00360571"/>
    <w:rsid w:val="00360F6F"/>
    <w:rsid w:val="003615DB"/>
    <w:rsid w:val="0036178E"/>
    <w:rsid w:val="00361806"/>
    <w:rsid w:val="00362147"/>
    <w:rsid w:val="003624D5"/>
    <w:rsid w:val="0036262B"/>
    <w:rsid w:val="003629A9"/>
    <w:rsid w:val="00362AFE"/>
    <w:rsid w:val="00362F61"/>
    <w:rsid w:val="0036311B"/>
    <w:rsid w:val="00363385"/>
    <w:rsid w:val="00363515"/>
    <w:rsid w:val="003635B9"/>
    <w:rsid w:val="003643D0"/>
    <w:rsid w:val="0036478F"/>
    <w:rsid w:val="003648D9"/>
    <w:rsid w:val="00365992"/>
    <w:rsid w:val="003660A9"/>
    <w:rsid w:val="003661E1"/>
    <w:rsid w:val="00366D9B"/>
    <w:rsid w:val="003677B2"/>
    <w:rsid w:val="003678A4"/>
    <w:rsid w:val="00367974"/>
    <w:rsid w:val="003703BD"/>
    <w:rsid w:val="0037118E"/>
    <w:rsid w:val="00371794"/>
    <w:rsid w:val="003719D9"/>
    <w:rsid w:val="0037230A"/>
    <w:rsid w:val="003724A1"/>
    <w:rsid w:val="00373592"/>
    <w:rsid w:val="003735DE"/>
    <w:rsid w:val="003738BA"/>
    <w:rsid w:val="0037564C"/>
    <w:rsid w:val="003769C6"/>
    <w:rsid w:val="00376C42"/>
    <w:rsid w:val="00376CE1"/>
    <w:rsid w:val="00376DFD"/>
    <w:rsid w:val="00377295"/>
    <w:rsid w:val="00377F9A"/>
    <w:rsid w:val="0038030A"/>
    <w:rsid w:val="0038104C"/>
    <w:rsid w:val="0038141D"/>
    <w:rsid w:val="00381578"/>
    <w:rsid w:val="00381A34"/>
    <w:rsid w:val="003825E2"/>
    <w:rsid w:val="003843BD"/>
    <w:rsid w:val="00385120"/>
    <w:rsid w:val="003852C7"/>
    <w:rsid w:val="00386475"/>
    <w:rsid w:val="00386C11"/>
    <w:rsid w:val="00387169"/>
    <w:rsid w:val="003871DF"/>
    <w:rsid w:val="00387D3A"/>
    <w:rsid w:val="00391E40"/>
    <w:rsid w:val="003921F1"/>
    <w:rsid w:val="003923ED"/>
    <w:rsid w:val="0039280D"/>
    <w:rsid w:val="0039281D"/>
    <w:rsid w:val="003929D5"/>
    <w:rsid w:val="00392C66"/>
    <w:rsid w:val="00393D45"/>
    <w:rsid w:val="00394663"/>
    <w:rsid w:val="003957A4"/>
    <w:rsid w:val="00395D5C"/>
    <w:rsid w:val="00396184"/>
    <w:rsid w:val="0039707B"/>
    <w:rsid w:val="003A0088"/>
    <w:rsid w:val="003A01D5"/>
    <w:rsid w:val="003A0DDA"/>
    <w:rsid w:val="003A10AB"/>
    <w:rsid w:val="003A1CA0"/>
    <w:rsid w:val="003A2DA5"/>
    <w:rsid w:val="003A3197"/>
    <w:rsid w:val="003A37AA"/>
    <w:rsid w:val="003A46C0"/>
    <w:rsid w:val="003A4979"/>
    <w:rsid w:val="003A4BF5"/>
    <w:rsid w:val="003A51A0"/>
    <w:rsid w:val="003A5292"/>
    <w:rsid w:val="003A5888"/>
    <w:rsid w:val="003A5BA9"/>
    <w:rsid w:val="003A5FE8"/>
    <w:rsid w:val="003A6E03"/>
    <w:rsid w:val="003A7842"/>
    <w:rsid w:val="003B0419"/>
    <w:rsid w:val="003B089D"/>
    <w:rsid w:val="003B10F4"/>
    <w:rsid w:val="003B1130"/>
    <w:rsid w:val="003B31FC"/>
    <w:rsid w:val="003B3B5B"/>
    <w:rsid w:val="003B4D38"/>
    <w:rsid w:val="003B52D2"/>
    <w:rsid w:val="003B5BD7"/>
    <w:rsid w:val="003B68BA"/>
    <w:rsid w:val="003B798D"/>
    <w:rsid w:val="003C0EE4"/>
    <w:rsid w:val="003C2157"/>
    <w:rsid w:val="003C3047"/>
    <w:rsid w:val="003C377B"/>
    <w:rsid w:val="003C3886"/>
    <w:rsid w:val="003C4392"/>
    <w:rsid w:val="003C498F"/>
    <w:rsid w:val="003C4E37"/>
    <w:rsid w:val="003C6471"/>
    <w:rsid w:val="003C73D9"/>
    <w:rsid w:val="003C763B"/>
    <w:rsid w:val="003C7D07"/>
    <w:rsid w:val="003C7E6B"/>
    <w:rsid w:val="003D0230"/>
    <w:rsid w:val="003D057F"/>
    <w:rsid w:val="003D0698"/>
    <w:rsid w:val="003D06C5"/>
    <w:rsid w:val="003D23C4"/>
    <w:rsid w:val="003D281C"/>
    <w:rsid w:val="003D34B2"/>
    <w:rsid w:val="003D4C53"/>
    <w:rsid w:val="003D4FDC"/>
    <w:rsid w:val="003D61C0"/>
    <w:rsid w:val="003D62E3"/>
    <w:rsid w:val="003D70D0"/>
    <w:rsid w:val="003D7D48"/>
    <w:rsid w:val="003E23BE"/>
    <w:rsid w:val="003E338F"/>
    <w:rsid w:val="003E3930"/>
    <w:rsid w:val="003E3E5A"/>
    <w:rsid w:val="003E3F26"/>
    <w:rsid w:val="003E4684"/>
    <w:rsid w:val="003E46B4"/>
    <w:rsid w:val="003E4B52"/>
    <w:rsid w:val="003E63A7"/>
    <w:rsid w:val="003E6848"/>
    <w:rsid w:val="003E6BE0"/>
    <w:rsid w:val="003E7193"/>
    <w:rsid w:val="003E78CA"/>
    <w:rsid w:val="003F0E76"/>
    <w:rsid w:val="003F11E0"/>
    <w:rsid w:val="003F130A"/>
    <w:rsid w:val="003F30B4"/>
    <w:rsid w:val="003F3230"/>
    <w:rsid w:val="003F3379"/>
    <w:rsid w:val="003F34EB"/>
    <w:rsid w:val="003F3F6A"/>
    <w:rsid w:val="003F4026"/>
    <w:rsid w:val="003F42C0"/>
    <w:rsid w:val="003F464B"/>
    <w:rsid w:val="003F47AF"/>
    <w:rsid w:val="003F4842"/>
    <w:rsid w:val="003F5AD3"/>
    <w:rsid w:val="003F687C"/>
    <w:rsid w:val="003F69C2"/>
    <w:rsid w:val="003F6D0C"/>
    <w:rsid w:val="003F74F1"/>
    <w:rsid w:val="003F7D93"/>
    <w:rsid w:val="0040063C"/>
    <w:rsid w:val="0040133F"/>
    <w:rsid w:val="004014F5"/>
    <w:rsid w:val="00401F9D"/>
    <w:rsid w:val="0040205B"/>
    <w:rsid w:val="00402926"/>
    <w:rsid w:val="004029C2"/>
    <w:rsid w:val="00403435"/>
    <w:rsid w:val="0040346E"/>
    <w:rsid w:val="004037F5"/>
    <w:rsid w:val="00403B77"/>
    <w:rsid w:val="00403DE1"/>
    <w:rsid w:val="00403E7F"/>
    <w:rsid w:val="00404886"/>
    <w:rsid w:val="00404A29"/>
    <w:rsid w:val="0040532B"/>
    <w:rsid w:val="00405BC7"/>
    <w:rsid w:val="00405F0F"/>
    <w:rsid w:val="00407330"/>
    <w:rsid w:val="00410646"/>
    <w:rsid w:val="00412440"/>
    <w:rsid w:val="0041264B"/>
    <w:rsid w:val="00412A8A"/>
    <w:rsid w:val="00412C6D"/>
    <w:rsid w:val="004133D4"/>
    <w:rsid w:val="004139D0"/>
    <w:rsid w:val="00414497"/>
    <w:rsid w:val="0041612E"/>
    <w:rsid w:val="00416CF4"/>
    <w:rsid w:val="00416DA5"/>
    <w:rsid w:val="00417223"/>
    <w:rsid w:val="00417B81"/>
    <w:rsid w:val="00420086"/>
    <w:rsid w:val="00420899"/>
    <w:rsid w:val="00420979"/>
    <w:rsid w:val="0042106B"/>
    <w:rsid w:val="0042117C"/>
    <w:rsid w:val="00421432"/>
    <w:rsid w:val="0042153B"/>
    <w:rsid w:val="0042174D"/>
    <w:rsid w:val="0042540A"/>
    <w:rsid w:val="00425AE5"/>
    <w:rsid w:val="00425BBE"/>
    <w:rsid w:val="00426EB8"/>
    <w:rsid w:val="004272D0"/>
    <w:rsid w:val="004275AC"/>
    <w:rsid w:val="00427D1D"/>
    <w:rsid w:val="00427FA5"/>
    <w:rsid w:val="004303F7"/>
    <w:rsid w:val="0043042D"/>
    <w:rsid w:val="00430556"/>
    <w:rsid w:val="00430792"/>
    <w:rsid w:val="00430B64"/>
    <w:rsid w:val="0043178C"/>
    <w:rsid w:val="00431800"/>
    <w:rsid w:val="004331FF"/>
    <w:rsid w:val="004332E6"/>
    <w:rsid w:val="004335B7"/>
    <w:rsid w:val="00434517"/>
    <w:rsid w:val="00434F3E"/>
    <w:rsid w:val="00435A74"/>
    <w:rsid w:val="00436230"/>
    <w:rsid w:val="00436C08"/>
    <w:rsid w:val="0043741B"/>
    <w:rsid w:val="004375B6"/>
    <w:rsid w:val="004377C4"/>
    <w:rsid w:val="00440258"/>
    <w:rsid w:val="0044049B"/>
    <w:rsid w:val="0044058F"/>
    <w:rsid w:val="004407C8"/>
    <w:rsid w:val="0044081E"/>
    <w:rsid w:val="0044142C"/>
    <w:rsid w:val="0044219C"/>
    <w:rsid w:val="004425EE"/>
    <w:rsid w:val="00442CB6"/>
    <w:rsid w:val="00442D84"/>
    <w:rsid w:val="00444034"/>
    <w:rsid w:val="00444785"/>
    <w:rsid w:val="00444882"/>
    <w:rsid w:val="00444E13"/>
    <w:rsid w:val="00445B42"/>
    <w:rsid w:val="00447411"/>
    <w:rsid w:val="0044765C"/>
    <w:rsid w:val="00447CEF"/>
    <w:rsid w:val="004511E6"/>
    <w:rsid w:val="004520FF"/>
    <w:rsid w:val="00452C0A"/>
    <w:rsid w:val="00452FAB"/>
    <w:rsid w:val="00453607"/>
    <w:rsid w:val="00453E08"/>
    <w:rsid w:val="00455795"/>
    <w:rsid w:val="004557FC"/>
    <w:rsid w:val="004564B6"/>
    <w:rsid w:val="00456A18"/>
    <w:rsid w:val="00456BDE"/>
    <w:rsid w:val="004572B1"/>
    <w:rsid w:val="00457712"/>
    <w:rsid w:val="00457916"/>
    <w:rsid w:val="00460AE8"/>
    <w:rsid w:val="004615DA"/>
    <w:rsid w:val="00461915"/>
    <w:rsid w:val="00462644"/>
    <w:rsid w:val="00462BDE"/>
    <w:rsid w:val="00463588"/>
    <w:rsid w:val="00463ADC"/>
    <w:rsid w:val="00463B8F"/>
    <w:rsid w:val="00463DDA"/>
    <w:rsid w:val="00464084"/>
    <w:rsid w:val="00464584"/>
    <w:rsid w:val="00465490"/>
    <w:rsid w:val="004654DA"/>
    <w:rsid w:val="004655E5"/>
    <w:rsid w:val="00465ED2"/>
    <w:rsid w:val="004677CF"/>
    <w:rsid w:val="00467F9F"/>
    <w:rsid w:val="00470078"/>
    <w:rsid w:val="00470D39"/>
    <w:rsid w:val="00471AC7"/>
    <w:rsid w:val="00471DED"/>
    <w:rsid w:val="004727C2"/>
    <w:rsid w:val="004738D8"/>
    <w:rsid w:val="00473BDF"/>
    <w:rsid w:val="00473E8F"/>
    <w:rsid w:val="00475222"/>
    <w:rsid w:val="004752C6"/>
    <w:rsid w:val="00475313"/>
    <w:rsid w:val="00476400"/>
    <w:rsid w:val="00476AE1"/>
    <w:rsid w:val="0047715A"/>
    <w:rsid w:val="00477270"/>
    <w:rsid w:val="00477AC1"/>
    <w:rsid w:val="00477D46"/>
    <w:rsid w:val="00480521"/>
    <w:rsid w:val="0048065B"/>
    <w:rsid w:val="00480AA7"/>
    <w:rsid w:val="0048290F"/>
    <w:rsid w:val="00483CAC"/>
    <w:rsid w:val="00483CE7"/>
    <w:rsid w:val="00483D51"/>
    <w:rsid w:val="004845FF"/>
    <w:rsid w:val="004852CA"/>
    <w:rsid w:val="00485327"/>
    <w:rsid w:val="00486702"/>
    <w:rsid w:val="0048730F"/>
    <w:rsid w:val="0048739D"/>
    <w:rsid w:val="004875CD"/>
    <w:rsid w:val="004879F8"/>
    <w:rsid w:val="00490B45"/>
    <w:rsid w:val="0049186F"/>
    <w:rsid w:val="00491AF9"/>
    <w:rsid w:val="00491CA0"/>
    <w:rsid w:val="004927AD"/>
    <w:rsid w:val="0049288D"/>
    <w:rsid w:val="00493171"/>
    <w:rsid w:val="004937FD"/>
    <w:rsid w:val="0049385C"/>
    <w:rsid w:val="0049433F"/>
    <w:rsid w:val="00494B0A"/>
    <w:rsid w:val="00495745"/>
    <w:rsid w:val="00495774"/>
    <w:rsid w:val="004973E4"/>
    <w:rsid w:val="00497626"/>
    <w:rsid w:val="004A1D52"/>
    <w:rsid w:val="004A2E11"/>
    <w:rsid w:val="004A2FF9"/>
    <w:rsid w:val="004A3BEF"/>
    <w:rsid w:val="004A3C92"/>
    <w:rsid w:val="004A41AA"/>
    <w:rsid w:val="004A44F5"/>
    <w:rsid w:val="004A5340"/>
    <w:rsid w:val="004A57A1"/>
    <w:rsid w:val="004A5E65"/>
    <w:rsid w:val="004A6458"/>
    <w:rsid w:val="004A7963"/>
    <w:rsid w:val="004B0AD0"/>
    <w:rsid w:val="004B0E1F"/>
    <w:rsid w:val="004B2014"/>
    <w:rsid w:val="004B2672"/>
    <w:rsid w:val="004B3038"/>
    <w:rsid w:val="004B3839"/>
    <w:rsid w:val="004B46C6"/>
    <w:rsid w:val="004B47CE"/>
    <w:rsid w:val="004B47FF"/>
    <w:rsid w:val="004B4B69"/>
    <w:rsid w:val="004B5943"/>
    <w:rsid w:val="004B5D55"/>
    <w:rsid w:val="004B5F88"/>
    <w:rsid w:val="004B61FA"/>
    <w:rsid w:val="004B6550"/>
    <w:rsid w:val="004B797D"/>
    <w:rsid w:val="004B7AC3"/>
    <w:rsid w:val="004B7F69"/>
    <w:rsid w:val="004C0A6D"/>
    <w:rsid w:val="004C0B0A"/>
    <w:rsid w:val="004C0CE8"/>
    <w:rsid w:val="004C0D3C"/>
    <w:rsid w:val="004C196C"/>
    <w:rsid w:val="004C2B7C"/>
    <w:rsid w:val="004C38A9"/>
    <w:rsid w:val="004C5468"/>
    <w:rsid w:val="004C7672"/>
    <w:rsid w:val="004C784B"/>
    <w:rsid w:val="004C78A4"/>
    <w:rsid w:val="004D02F3"/>
    <w:rsid w:val="004D042B"/>
    <w:rsid w:val="004D0E86"/>
    <w:rsid w:val="004D310D"/>
    <w:rsid w:val="004D3782"/>
    <w:rsid w:val="004D571E"/>
    <w:rsid w:val="004D58F2"/>
    <w:rsid w:val="004D5DEC"/>
    <w:rsid w:val="004D6581"/>
    <w:rsid w:val="004E0340"/>
    <w:rsid w:val="004E03E1"/>
    <w:rsid w:val="004E1A23"/>
    <w:rsid w:val="004E2401"/>
    <w:rsid w:val="004E241A"/>
    <w:rsid w:val="004E28E4"/>
    <w:rsid w:val="004E2CBC"/>
    <w:rsid w:val="004E313F"/>
    <w:rsid w:val="004E3195"/>
    <w:rsid w:val="004E34B7"/>
    <w:rsid w:val="004E3B6E"/>
    <w:rsid w:val="004E3E66"/>
    <w:rsid w:val="004E4065"/>
    <w:rsid w:val="004E4507"/>
    <w:rsid w:val="004E4717"/>
    <w:rsid w:val="004E4E75"/>
    <w:rsid w:val="004E5F90"/>
    <w:rsid w:val="004E6089"/>
    <w:rsid w:val="004E62EA"/>
    <w:rsid w:val="004F083B"/>
    <w:rsid w:val="004F10B6"/>
    <w:rsid w:val="004F2949"/>
    <w:rsid w:val="004F2C14"/>
    <w:rsid w:val="004F31D4"/>
    <w:rsid w:val="004F38EC"/>
    <w:rsid w:val="004F43B3"/>
    <w:rsid w:val="004F4D09"/>
    <w:rsid w:val="004F54C5"/>
    <w:rsid w:val="004F5725"/>
    <w:rsid w:val="004F573B"/>
    <w:rsid w:val="004F6B0A"/>
    <w:rsid w:val="004F7840"/>
    <w:rsid w:val="004F7AE9"/>
    <w:rsid w:val="004F7BEB"/>
    <w:rsid w:val="004F7F76"/>
    <w:rsid w:val="005001FC"/>
    <w:rsid w:val="005002C6"/>
    <w:rsid w:val="005003A2"/>
    <w:rsid w:val="0050061D"/>
    <w:rsid w:val="00500FA0"/>
    <w:rsid w:val="0050196A"/>
    <w:rsid w:val="00502383"/>
    <w:rsid w:val="0050241F"/>
    <w:rsid w:val="005031CE"/>
    <w:rsid w:val="0050444F"/>
    <w:rsid w:val="00504707"/>
    <w:rsid w:val="00504D77"/>
    <w:rsid w:val="005050B4"/>
    <w:rsid w:val="00505B64"/>
    <w:rsid w:val="0050682B"/>
    <w:rsid w:val="00506B3A"/>
    <w:rsid w:val="00506CFE"/>
    <w:rsid w:val="005072CB"/>
    <w:rsid w:val="00510908"/>
    <w:rsid w:val="00510D0F"/>
    <w:rsid w:val="005113F1"/>
    <w:rsid w:val="00511D2E"/>
    <w:rsid w:val="00511FB7"/>
    <w:rsid w:val="00512045"/>
    <w:rsid w:val="005128E9"/>
    <w:rsid w:val="00512C02"/>
    <w:rsid w:val="00512E38"/>
    <w:rsid w:val="0051314F"/>
    <w:rsid w:val="005131C6"/>
    <w:rsid w:val="00513C71"/>
    <w:rsid w:val="00515BBB"/>
    <w:rsid w:val="00516204"/>
    <w:rsid w:val="00517057"/>
    <w:rsid w:val="005177C5"/>
    <w:rsid w:val="005178B2"/>
    <w:rsid w:val="00517DBE"/>
    <w:rsid w:val="0052082D"/>
    <w:rsid w:val="0052169F"/>
    <w:rsid w:val="005222EA"/>
    <w:rsid w:val="00522D98"/>
    <w:rsid w:val="005231C3"/>
    <w:rsid w:val="00524783"/>
    <w:rsid w:val="00524FAB"/>
    <w:rsid w:val="00526B9F"/>
    <w:rsid w:val="00526EE6"/>
    <w:rsid w:val="00527E51"/>
    <w:rsid w:val="00530BFA"/>
    <w:rsid w:val="00531A47"/>
    <w:rsid w:val="00531E25"/>
    <w:rsid w:val="005321D1"/>
    <w:rsid w:val="005328AF"/>
    <w:rsid w:val="00532E30"/>
    <w:rsid w:val="00534B47"/>
    <w:rsid w:val="00535440"/>
    <w:rsid w:val="005360C6"/>
    <w:rsid w:val="00536BEE"/>
    <w:rsid w:val="00537649"/>
    <w:rsid w:val="00537DDA"/>
    <w:rsid w:val="005403EC"/>
    <w:rsid w:val="0054064C"/>
    <w:rsid w:val="00540BB9"/>
    <w:rsid w:val="00540C61"/>
    <w:rsid w:val="00540DB2"/>
    <w:rsid w:val="0054108E"/>
    <w:rsid w:val="0054192D"/>
    <w:rsid w:val="00541974"/>
    <w:rsid w:val="00542E7D"/>
    <w:rsid w:val="00543412"/>
    <w:rsid w:val="00543840"/>
    <w:rsid w:val="00543E9D"/>
    <w:rsid w:val="00544212"/>
    <w:rsid w:val="00544517"/>
    <w:rsid w:val="00544A5F"/>
    <w:rsid w:val="00545BF5"/>
    <w:rsid w:val="00545C8F"/>
    <w:rsid w:val="00546094"/>
    <w:rsid w:val="0054689B"/>
    <w:rsid w:val="005472D5"/>
    <w:rsid w:val="00550351"/>
    <w:rsid w:val="00550B3A"/>
    <w:rsid w:val="00550BBD"/>
    <w:rsid w:val="00551345"/>
    <w:rsid w:val="00551A51"/>
    <w:rsid w:val="0055203A"/>
    <w:rsid w:val="00552BD2"/>
    <w:rsid w:val="005546DB"/>
    <w:rsid w:val="0055482D"/>
    <w:rsid w:val="00555487"/>
    <w:rsid w:val="00555D82"/>
    <w:rsid w:val="00555F64"/>
    <w:rsid w:val="005563CB"/>
    <w:rsid w:val="005568A8"/>
    <w:rsid w:val="00556D15"/>
    <w:rsid w:val="00556E8A"/>
    <w:rsid w:val="00560845"/>
    <w:rsid w:val="005610F3"/>
    <w:rsid w:val="00561132"/>
    <w:rsid w:val="00561B6E"/>
    <w:rsid w:val="00561B9B"/>
    <w:rsid w:val="00562065"/>
    <w:rsid w:val="00562F3A"/>
    <w:rsid w:val="00562FE5"/>
    <w:rsid w:val="0056327A"/>
    <w:rsid w:val="00564421"/>
    <w:rsid w:val="005651EE"/>
    <w:rsid w:val="005657BC"/>
    <w:rsid w:val="00566676"/>
    <w:rsid w:val="00567D74"/>
    <w:rsid w:val="00567FA2"/>
    <w:rsid w:val="005704D4"/>
    <w:rsid w:val="005706C8"/>
    <w:rsid w:val="005716B0"/>
    <w:rsid w:val="00571B8C"/>
    <w:rsid w:val="00571D01"/>
    <w:rsid w:val="00571FFC"/>
    <w:rsid w:val="00574DDF"/>
    <w:rsid w:val="00575059"/>
    <w:rsid w:val="00575772"/>
    <w:rsid w:val="005758BC"/>
    <w:rsid w:val="00575F86"/>
    <w:rsid w:val="005760A2"/>
    <w:rsid w:val="005764CB"/>
    <w:rsid w:val="0057666F"/>
    <w:rsid w:val="005769E2"/>
    <w:rsid w:val="00577141"/>
    <w:rsid w:val="005779AF"/>
    <w:rsid w:val="00577BC4"/>
    <w:rsid w:val="00577CDC"/>
    <w:rsid w:val="00577F09"/>
    <w:rsid w:val="005801D5"/>
    <w:rsid w:val="00580C95"/>
    <w:rsid w:val="00581334"/>
    <w:rsid w:val="005817F8"/>
    <w:rsid w:val="005820D7"/>
    <w:rsid w:val="0058210B"/>
    <w:rsid w:val="0058211D"/>
    <w:rsid w:val="0058235A"/>
    <w:rsid w:val="0058271C"/>
    <w:rsid w:val="00583ADB"/>
    <w:rsid w:val="00584B91"/>
    <w:rsid w:val="00584C3B"/>
    <w:rsid w:val="00584EB4"/>
    <w:rsid w:val="0058533D"/>
    <w:rsid w:val="0058610A"/>
    <w:rsid w:val="0058629C"/>
    <w:rsid w:val="00586724"/>
    <w:rsid w:val="005876E8"/>
    <w:rsid w:val="00587CA6"/>
    <w:rsid w:val="00590C38"/>
    <w:rsid w:val="005913DA"/>
    <w:rsid w:val="00591C26"/>
    <w:rsid w:val="00591E1D"/>
    <w:rsid w:val="00592130"/>
    <w:rsid w:val="005926A2"/>
    <w:rsid w:val="00592B85"/>
    <w:rsid w:val="00592D76"/>
    <w:rsid w:val="00593D6E"/>
    <w:rsid w:val="0059421B"/>
    <w:rsid w:val="00594CD8"/>
    <w:rsid w:val="00596CA2"/>
    <w:rsid w:val="00596E08"/>
    <w:rsid w:val="0059706B"/>
    <w:rsid w:val="00597361"/>
    <w:rsid w:val="00597663"/>
    <w:rsid w:val="005A18E4"/>
    <w:rsid w:val="005A1DAF"/>
    <w:rsid w:val="005A2508"/>
    <w:rsid w:val="005A2568"/>
    <w:rsid w:val="005A2770"/>
    <w:rsid w:val="005A2C5C"/>
    <w:rsid w:val="005A3F58"/>
    <w:rsid w:val="005A4365"/>
    <w:rsid w:val="005A49CB"/>
    <w:rsid w:val="005A4E47"/>
    <w:rsid w:val="005A4F5A"/>
    <w:rsid w:val="005A561A"/>
    <w:rsid w:val="005A5752"/>
    <w:rsid w:val="005A5F38"/>
    <w:rsid w:val="005A6395"/>
    <w:rsid w:val="005A63DF"/>
    <w:rsid w:val="005A650B"/>
    <w:rsid w:val="005A6578"/>
    <w:rsid w:val="005A6703"/>
    <w:rsid w:val="005A684E"/>
    <w:rsid w:val="005A6A6D"/>
    <w:rsid w:val="005A7347"/>
    <w:rsid w:val="005A7737"/>
    <w:rsid w:val="005B09F4"/>
    <w:rsid w:val="005B0CCE"/>
    <w:rsid w:val="005B114A"/>
    <w:rsid w:val="005B125A"/>
    <w:rsid w:val="005B1E6A"/>
    <w:rsid w:val="005B28C1"/>
    <w:rsid w:val="005B2DD7"/>
    <w:rsid w:val="005B4FC4"/>
    <w:rsid w:val="005B5407"/>
    <w:rsid w:val="005B5C7D"/>
    <w:rsid w:val="005B5D74"/>
    <w:rsid w:val="005B71AF"/>
    <w:rsid w:val="005B79BD"/>
    <w:rsid w:val="005B7F08"/>
    <w:rsid w:val="005C13AA"/>
    <w:rsid w:val="005C1AB2"/>
    <w:rsid w:val="005C2C06"/>
    <w:rsid w:val="005C3BAA"/>
    <w:rsid w:val="005C444F"/>
    <w:rsid w:val="005C4B60"/>
    <w:rsid w:val="005C4CF3"/>
    <w:rsid w:val="005C4DED"/>
    <w:rsid w:val="005C5404"/>
    <w:rsid w:val="005C616C"/>
    <w:rsid w:val="005C6A73"/>
    <w:rsid w:val="005C6ED0"/>
    <w:rsid w:val="005C7781"/>
    <w:rsid w:val="005C7B0C"/>
    <w:rsid w:val="005C7C82"/>
    <w:rsid w:val="005C7E59"/>
    <w:rsid w:val="005D0781"/>
    <w:rsid w:val="005D09FE"/>
    <w:rsid w:val="005D0B45"/>
    <w:rsid w:val="005D0EC9"/>
    <w:rsid w:val="005D151F"/>
    <w:rsid w:val="005D15C5"/>
    <w:rsid w:val="005D27DA"/>
    <w:rsid w:val="005D28E7"/>
    <w:rsid w:val="005D3467"/>
    <w:rsid w:val="005D34BC"/>
    <w:rsid w:val="005D3651"/>
    <w:rsid w:val="005D4872"/>
    <w:rsid w:val="005D509D"/>
    <w:rsid w:val="005D5159"/>
    <w:rsid w:val="005D56CA"/>
    <w:rsid w:val="005D5E57"/>
    <w:rsid w:val="005D6EBA"/>
    <w:rsid w:val="005D775D"/>
    <w:rsid w:val="005D7908"/>
    <w:rsid w:val="005E03DD"/>
    <w:rsid w:val="005E07F8"/>
    <w:rsid w:val="005E1440"/>
    <w:rsid w:val="005E18B7"/>
    <w:rsid w:val="005E19E8"/>
    <w:rsid w:val="005E1F7B"/>
    <w:rsid w:val="005E2778"/>
    <w:rsid w:val="005E283B"/>
    <w:rsid w:val="005E37E3"/>
    <w:rsid w:val="005E3FFA"/>
    <w:rsid w:val="005E428E"/>
    <w:rsid w:val="005E436B"/>
    <w:rsid w:val="005E52AB"/>
    <w:rsid w:val="005E5CD2"/>
    <w:rsid w:val="005E6964"/>
    <w:rsid w:val="005E697E"/>
    <w:rsid w:val="005E6C0B"/>
    <w:rsid w:val="005E6EEF"/>
    <w:rsid w:val="005E7863"/>
    <w:rsid w:val="005E7A2C"/>
    <w:rsid w:val="005F066B"/>
    <w:rsid w:val="005F0A0A"/>
    <w:rsid w:val="005F0BFC"/>
    <w:rsid w:val="005F0FFE"/>
    <w:rsid w:val="005F1012"/>
    <w:rsid w:val="005F13AB"/>
    <w:rsid w:val="005F2068"/>
    <w:rsid w:val="005F23E1"/>
    <w:rsid w:val="005F2A97"/>
    <w:rsid w:val="005F33B0"/>
    <w:rsid w:val="005F523C"/>
    <w:rsid w:val="005F6048"/>
    <w:rsid w:val="00601071"/>
    <w:rsid w:val="0060138B"/>
    <w:rsid w:val="00601864"/>
    <w:rsid w:val="00601EFA"/>
    <w:rsid w:val="00602BA9"/>
    <w:rsid w:val="00603C9A"/>
    <w:rsid w:val="00604008"/>
    <w:rsid w:val="00604227"/>
    <w:rsid w:val="00605391"/>
    <w:rsid w:val="0060565F"/>
    <w:rsid w:val="00605928"/>
    <w:rsid w:val="006059D0"/>
    <w:rsid w:val="00605F43"/>
    <w:rsid w:val="006070DB"/>
    <w:rsid w:val="00607704"/>
    <w:rsid w:val="00611350"/>
    <w:rsid w:val="00611B25"/>
    <w:rsid w:val="00611B38"/>
    <w:rsid w:val="00612221"/>
    <w:rsid w:val="00612583"/>
    <w:rsid w:val="00613A7B"/>
    <w:rsid w:val="00613D90"/>
    <w:rsid w:val="00614AC8"/>
    <w:rsid w:val="00615678"/>
    <w:rsid w:val="00615F38"/>
    <w:rsid w:val="00616E3A"/>
    <w:rsid w:val="00617A1F"/>
    <w:rsid w:val="00620148"/>
    <w:rsid w:val="00621866"/>
    <w:rsid w:val="00621E86"/>
    <w:rsid w:val="006221D7"/>
    <w:rsid w:val="006226CB"/>
    <w:rsid w:val="00622891"/>
    <w:rsid w:val="00622E89"/>
    <w:rsid w:val="00623684"/>
    <w:rsid w:val="00623E86"/>
    <w:rsid w:val="006249E5"/>
    <w:rsid w:val="00624AB9"/>
    <w:rsid w:val="00625787"/>
    <w:rsid w:val="00625B5E"/>
    <w:rsid w:val="006260CF"/>
    <w:rsid w:val="00626188"/>
    <w:rsid w:val="006264D8"/>
    <w:rsid w:val="00627B2C"/>
    <w:rsid w:val="00627B8D"/>
    <w:rsid w:val="00627CB5"/>
    <w:rsid w:val="006308D9"/>
    <w:rsid w:val="006317B2"/>
    <w:rsid w:val="00631FA7"/>
    <w:rsid w:val="006320F3"/>
    <w:rsid w:val="0063274B"/>
    <w:rsid w:val="00632A5B"/>
    <w:rsid w:val="00632AA4"/>
    <w:rsid w:val="00632E4C"/>
    <w:rsid w:val="006332BA"/>
    <w:rsid w:val="0063334E"/>
    <w:rsid w:val="006333FF"/>
    <w:rsid w:val="0063566B"/>
    <w:rsid w:val="006358D8"/>
    <w:rsid w:val="00635AE1"/>
    <w:rsid w:val="00636647"/>
    <w:rsid w:val="00636CAF"/>
    <w:rsid w:val="00636D20"/>
    <w:rsid w:val="0064027B"/>
    <w:rsid w:val="006402E4"/>
    <w:rsid w:val="00640628"/>
    <w:rsid w:val="006409AC"/>
    <w:rsid w:val="006412BA"/>
    <w:rsid w:val="006415BB"/>
    <w:rsid w:val="00641958"/>
    <w:rsid w:val="0064265C"/>
    <w:rsid w:val="00642D32"/>
    <w:rsid w:val="00643281"/>
    <w:rsid w:val="006450C2"/>
    <w:rsid w:val="006464B5"/>
    <w:rsid w:val="00646874"/>
    <w:rsid w:val="00647529"/>
    <w:rsid w:val="00647B9E"/>
    <w:rsid w:val="006500F2"/>
    <w:rsid w:val="006509A6"/>
    <w:rsid w:val="00651437"/>
    <w:rsid w:val="00651563"/>
    <w:rsid w:val="00651751"/>
    <w:rsid w:val="00651D04"/>
    <w:rsid w:val="006523DE"/>
    <w:rsid w:val="006528EC"/>
    <w:rsid w:val="00652ABE"/>
    <w:rsid w:val="00652B4C"/>
    <w:rsid w:val="006535FC"/>
    <w:rsid w:val="006537A1"/>
    <w:rsid w:val="0065416E"/>
    <w:rsid w:val="00654414"/>
    <w:rsid w:val="006546A0"/>
    <w:rsid w:val="006546AF"/>
    <w:rsid w:val="00654AAE"/>
    <w:rsid w:val="00654F91"/>
    <w:rsid w:val="006550A3"/>
    <w:rsid w:val="0065588C"/>
    <w:rsid w:val="00655B6E"/>
    <w:rsid w:val="0065696A"/>
    <w:rsid w:val="0065704D"/>
    <w:rsid w:val="0065727B"/>
    <w:rsid w:val="00657D19"/>
    <w:rsid w:val="00660B3C"/>
    <w:rsid w:val="00660CE7"/>
    <w:rsid w:val="00660EA6"/>
    <w:rsid w:val="0066191E"/>
    <w:rsid w:val="006620AC"/>
    <w:rsid w:val="00662377"/>
    <w:rsid w:val="00663115"/>
    <w:rsid w:val="006636EB"/>
    <w:rsid w:val="00663793"/>
    <w:rsid w:val="00664B17"/>
    <w:rsid w:val="00665A64"/>
    <w:rsid w:val="00665F5E"/>
    <w:rsid w:val="00666750"/>
    <w:rsid w:val="00666A0F"/>
    <w:rsid w:val="0066742B"/>
    <w:rsid w:val="00667948"/>
    <w:rsid w:val="00667A83"/>
    <w:rsid w:val="00667FB0"/>
    <w:rsid w:val="006703BF"/>
    <w:rsid w:val="00673852"/>
    <w:rsid w:val="00673855"/>
    <w:rsid w:val="00674118"/>
    <w:rsid w:val="00674B56"/>
    <w:rsid w:val="0067596C"/>
    <w:rsid w:val="00677390"/>
    <w:rsid w:val="00677B3F"/>
    <w:rsid w:val="00680A49"/>
    <w:rsid w:val="00680C20"/>
    <w:rsid w:val="00680F4C"/>
    <w:rsid w:val="0068112E"/>
    <w:rsid w:val="00681A7A"/>
    <w:rsid w:val="0068384D"/>
    <w:rsid w:val="00685F1E"/>
    <w:rsid w:val="0068641A"/>
    <w:rsid w:val="00686EBC"/>
    <w:rsid w:val="006874E5"/>
    <w:rsid w:val="0068798B"/>
    <w:rsid w:val="00693BD8"/>
    <w:rsid w:val="0069430A"/>
    <w:rsid w:val="00694929"/>
    <w:rsid w:val="00694A04"/>
    <w:rsid w:val="00694B10"/>
    <w:rsid w:val="006951CC"/>
    <w:rsid w:val="0069564A"/>
    <w:rsid w:val="00695D56"/>
    <w:rsid w:val="00696F9B"/>
    <w:rsid w:val="00697231"/>
    <w:rsid w:val="00697B25"/>
    <w:rsid w:val="00697D6B"/>
    <w:rsid w:val="006A0136"/>
    <w:rsid w:val="006A244B"/>
    <w:rsid w:val="006A3186"/>
    <w:rsid w:val="006A38C7"/>
    <w:rsid w:val="006A3917"/>
    <w:rsid w:val="006A4024"/>
    <w:rsid w:val="006A408A"/>
    <w:rsid w:val="006A4E08"/>
    <w:rsid w:val="006A5B33"/>
    <w:rsid w:val="006A5F14"/>
    <w:rsid w:val="006A60BC"/>
    <w:rsid w:val="006A7368"/>
    <w:rsid w:val="006A7576"/>
    <w:rsid w:val="006A7935"/>
    <w:rsid w:val="006B0330"/>
    <w:rsid w:val="006B1AFC"/>
    <w:rsid w:val="006B1B31"/>
    <w:rsid w:val="006B220B"/>
    <w:rsid w:val="006B230D"/>
    <w:rsid w:val="006B2942"/>
    <w:rsid w:val="006B298C"/>
    <w:rsid w:val="006B31B7"/>
    <w:rsid w:val="006B31B9"/>
    <w:rsid w:val="006B3F5A"/>
    <w:rsid w:val="006B41CD"/>
    <w:rsid w:val="006B43BC"/>
    <w:rsid w:val="006B44FB"/>
    <w:rsid w:val="006B541F"/>
    <w:rsid w:val="006B5464"/>
    <w:rsid w:val="006B5F7A"/>
    <w:rsid w:val="006B6171"/>
    <w:rsid w:val="006B703A"/>
    <w:rsid w:val="006C0DAF"/>
    <w:rsid w:val="006C13B8"/>
    <w:rsid w:val="006C1550"/>
    <w:rsid w:val="006C1F70"/>
    <w:rsid w:val="006C2D91"/>
    <w:rsid w:val="006C3569"/>
    <w:rsid w:val="006C39B5"/>
    <w:rsid w:val="006C3C75"/>
    <w:rsid w:val="006C4107"/>
    <w:rsid w:val="006C43A0"/>
    <w:rsid w:val="006C48F8"/>
    <w:rsid w:val="006C4E65"/>
    <w:rsid w:val="006C5697"/>
    <w:rsid w:val="006C5D6C"/>
    <w:rsid w:val="006C79CA"/>
    <w:rsid w:val="006D0082"/>
    <w:rsid w:val="006D023F"/>
    <w:rsid w:val="006D094F"/>
    <w:rsid w:val="006D1402"/>
    <w:rsid w:val="006D15BA"/>
    <w:rsid w:val="006D15D5"/>
    <w:rsid w:val="006D1E7B"/>
    <w:rsid w:val="006D27E1"/>
    <w:rsid w:val="006D293C"/>
    <w:rsid w:val="006D2EFC"/>
    <w:rsid w:val="006D4B23"/>
    <w:rsid w:val="006D5318"/>
    <w:rsid w:val="006D57F7"/>
    <w:rsid w:val="006D5F0D"/>
    <w:rsid w:val="006D6748"/>
    <w:rsid w:val="006D68CB"/>
    <w:rsid w:val="006D6B64"/>
    <w:rsid w:val="006D7566"/>
    <w:rsid w:val="006D77B3"/>
    <w:rsid w:val="006E0B2B"/>
    <w:rsid w:val="006E0B7A"/>
    <w:rsid w:val="006E0C90"/>
    <w:rsid w:val="006E1454"/>
    <w:rsid w:val="006E1CD1"/>
    <w:rsid w:val="006E2A13"/>
    <w:rsid w:val="006E45EF"/>
    <w:rsid w:val="006E4B1F"/>
    <w:rsid w:val="006E5F5A"/>
    <w:rsid w:val="006E66C9"/>
    <w:rsid w:val="006E68CC"/>
    <w:rsid w:val="006E6B8B"/>
    <w:rsid w:val="006E70D9"/>
    <w:rsid w:val="006E7D0B"/>
    <w:rsid w:val="006F0940"/>
    <w:rsid w:val="006F0943"/>
    <w:rsid w:val="006F1C6A"/>
    <w:rsid w:val="006F2E34"/>
    <w:rsid w:val="006F523A"/>
    <w:rsid w:val="006F5607"/>
    <w:rsid w:val="006F593C"/>
    <w:rsid w:val="006F5D38"/>
    <w:rsid w:val="006F63EB"/>
    <w:rsid w:val="006F6844"/>
    <w:rsid w:val="00700F72"/>
    <w:rsid w:val="00701757"/>
    <w:rsid w:val="00702395"/>
    <w:rsid w:val="007024B2"/>
    <w:rsid w:val="00702CE4"/>
    <w:rsid w:val="00702FF8"/>
    <w:rsid w:val="00703187"/>
    <w:rsid w:val="007034D4"/>
    <w:rsid w:val="007037F3"/>
    <w:rsid w:val="00703925"/>
    <w:rsid w:val="00704253"/>
    <w:rsid w:val="007043F6"/>
    <w:rsid w:val="0070447F"/>
    <w:rsid w:val="0070456D"/>
    <w:rsid w:val="00704696"/>
    <w:rsid w:val="00704959"/>
    <w:rsid w:val="00704D6D"/>
    <w:rsid w:val="00706338"/>
    <w:rsid w:val="00706758"/>
    <w:rsid w:val="00706AD4"/>
    <w:rsid w:val="00706DA9"/>
    <w:rsid w:val="00707354"/>
    <w:rsid w:val="007079C7"/>
    <w:rsid w:val="00707F0C"/>
    <w:rsid w:val="0071095F"/>
    <w:rsid w:val="00711F8A"/>
    <w:rsid w:val="007125C0"/>
    <w:rsid w:val="00713225"/>
    <w:rsid w:val="00713664"/>
    <w:rsid w:val="00713F66"/>
    <w:rsid w:val="00714057"/>
    <w:rsid w:val="00714DCC"/>
    <w:rsid w:val="00715471"/>
    <w:rsid w:val="0071713D"/>
    <w:rsid w:val="007201E7"/>
    <w:rsid w:val="0072183A"/>
    <w:rsid w:val="00721946"/>
    <w:rsid w:val="0072340C"/>
    <w:rsid w:val="00723BE7"/>
    <w:rsid w:val="00724E61"/>
    <w:rsid w:val="00724FFE"/>
    <w:rsid w:val="007254EA"/>
    <w:rsid w:val="00725CA0"/>
    <w:rsid w:val="00725F8F"/>
    <w:rsid w:val="00726075"/>
    <w:rsid w:val="00726B4B"/>
    <w:rsid w:val="00726F7C"/>
    <w:rsid w:val="00727203"/>
    <w:rsid w:val="00727768"/>
    <w:rsid w:val="007277F3"/>
    <w:rsid w:val="0072784A"/>
    <w:rsid w:val="007309AA"/>
    <w:rsid w:val="00731C8F"/>
    <w:rsid w:val="0073258F"/>
    <w:rsid w:val="00733315"/>
    <w:rsid w:val="0073337B"/>
    <w:rsid w:val="00733987"/>
    <w:rsid w:val="00733DDB"/>
    <w:rsid w:val="00734C98"/>
    <w:rsid w:val="00735040"/>
    <w:rsid w:val="00735BE1"/>
    <w:rsid w:val="0073606E"/>
    <w:rsid w:val="0073685E"/>
    <w:rsid w:val="00736E00"/>
    <w:rsid w:val="007370D3"/>
    <w:rsid w:val="00737A3E"/>
    <w:rsid w:val="00740993"/>
    <w:rsid w:val="00740A01"/>
    <w:rsid w:val="00740BBD"/>
    <w:rsid w:val="0074193F"/>
    <w:rsid w:val="007419AA"/>
    <w:rsid w:val="00741F81"/>
    <w:rsid w:val="00742511"/>
    <w:rsid w:val="00742D45"/>
    <w:rsid w:val="00743535"/>
    <w:rsid w:val="0074416B"/>
    <w:rsid w:val="0074485A"/>
    <w:rsid w:val="00744A04"/>
    <w:rsid w:val="00744AC5"/>
    <w:rsid w:val="00744D8C"/>
    <w:rsid w:val="00745200"/>
    <w:rsid w:val="007457D2"/>
    <w:rsid w:val="007471CF"/>
    <w:rsid w:val="00751202"/>
    <w:rsid w:val="007518EB"/>
    <w:rsid w:val="007522FB"/>
    <w:rsid w:val="00752A37"/>
    <w:rsid w:val="00752D18"/>
    <w:rsid w:val="007537CA"/>
    <w:rsid w:val="007542A4"/>
    <w:rsid w:val="007545E3"/>
    <w:rsid w:val="0075534C"/>
    <w:rsid w:val="0075626B"/>
    <w:rsid w:val="007568E3"/>
    <w:rsid w:val="00756A3D"/>
    <w:rsid w:val="00756DFB"/>
    <w:rsid w:val="00760BB8"/>
    <w:rsid w:val="00760FF3"/>
    <w:rsid w:val="00761D42"/>
    <w:rsid w:val="00762032"/>
    <w:rsid w:val="00762A74"/>
    <w:rsid w:val="007634C3"/>
    <w:rsid w:val="007640A6"/>
    <w:rsid w:val="007646BF"/>
    <w:rsid w:val="00764DC2"/>
    <w:rsid w:val="007658CF"/>
    <w:rsid w:val="00765A5B"/>
    <w:rsid w:val="00765E5E"/>
    <w:rsid w:val="00766A1D"/>
    <w:rsid w:val="00766D39"/>
    <w:rsid w:val="00766EF3"/>
    <w:rsid w:val="00767CE8"/>
    <w:rsid w:val="00767F2D"/>
    <w:rsid w:val="007705CF"/>
    <w:rsid w:val="0077086E"/>
    <w:rsid w:val="00770E92"/>
    <w:rsid w:val="007720D6"/>
    <w:rsid w:val="007728D8"/>
    <w:rsid w:val="00773AA5"/>
    <w:rsid w:val="0077416E"/>
    <w:rsid w:val="007744DC"/>
    <w:rsid w:val="00774F7E"/>
    <w:rsid w:val="00775D8E"/>
    <w:rsid w:val="00775E4A"/>
    <w:rsid w:val="00776238"/>
    <w:rsid w:val="00776963"/>
    <w:rsid w:val="00776CF0"/>
    <w:rsid w:val="00776E5A"/>
    <w:rsid w:val="00780DE4"/>
    <w:rsid w:val="007825C5"/>
    <w:rsid w:val="0078278A"/>
    <w:rsid w:val="007834CD"/>
    <w:rsid w:val="00784ED9"/>
    <w:rsid w:val="007850BD"/>
    <w:rsid w:val="0078535A"/>
    <w:rsid w:val="00786244"/>
    <w:rsid w:val="007865C9"/>
    <w:rsid w:val="00786669"/>
    <w:rsid w:val="00786FB4"/>
    <w:rsid w:val="00787705"/>
    <w:rsid w:val="00787998"/>
    <w:rsid w:val="00787E5C"/>
    <w:rsid w:val="007900B8"/>
    <w:rsid w:val="007902F4"/>
    <w:rsid w:val="00791026"/>
    <w:rsid w:val="00791379"/>
    <w:rsid w:val="00791750"/>
    <w:rsid w:val="00791A28"/>
    <w:rsid w:val="007924E0"/>
    <w:rsid w:val="0079364E"/>
    <w:rsid w:val="00793AA9"/>
    <w:rsid w:val="007943FA"/>
    <w:rsid w:val="00794512"/>
    <w:rsid w:val="007948AD"/>
    <w:rsid w:val="0079526F"/>
    <w:rsid w:val="00795517"/>
    <w:rsid w:val="00795F4C"/>
    <w:rsid w:val="00796958"/>
    <w:rsid w:val="00796D4C"/>
    <w:rsid w:val="00796F2A"/>
    <w:rsid w:val="00796FED"/>
    <w:rsid w:val="007A1C7E"/>
    <w:rsid w:val="007A22D3"/>
    <w:rsid w:val="007A22F9"/>
    <w:rsid w:val="007A2D9A"/>
    <w:rsid w:val="007A2FD9"/>
    <w:rsid w:val="007A4662"/>
    <w:rsid w:val="007A497A"/>
    <w:rsid w:val="007A4FB9"/>
    <w:rsid w:val="007A50D1"/>
    <w:rsid w:val="007A51E8"/>
    <w:rsid w:val="007A589A"/>
    <w:rsid w:val="007A5AF5"/>
    <w:rsid w:val="007A5DD0"/>
    <w:rsid w:val="007A6542"/>
    <w:rsid w:val="007A7405"/>
    <w:rsid w:val="007A75C0"/>
    <w:rsid w:val="007B11FE"/>
    <w:rsid w:val="007B1A7F"/>
    <w:rsid w:val="007B1E24"/>
    <w:rsid w:val="007B2388"/>
    <w:rsid w:val="007B35DF"/>
    <w:rsid w:val="007B36D3"/>
    <w:rsid w:val="007B383C"/>
    <w:rsid w:val="007B4729"/>
    <w:rsid w:val="007B4A5F"/>
    <w:rsid w:val="007B5E1A"/>
    <w:rsid w:val="007B68DD"/>
    <w:rsid w:val="007B7178"/>
    <w:rsid w:val="007B782C"/>
    <w:rsid w:val="007B78CC"/>
    <w:rsid w:val="007B7BDC"/>
    <w:rsid w:val="007B7CEA"/>
    <w:rsid w:val="007B7DFC"/>
    <w:rsid w:val="007C05EC"/>
    <w:rsid w:val="007C0D31"/>
    <w:rsid w:val="007C1AEC"/>
    <w:rsid w:val="007C2017"/>
    <w:rsid w:val="007C2543"/>
    <w:rsid w:val="007C297B"/>
    <w:rsid w:val="007C2D92"/>
    <w:rsid w:val="007C365B"/>
    <w:rsid w:val="007C4B40"/>
    <w:rsid w:val="007C4DC6"/>
    <w:rsid w:val="007C543D"/>
    <w:rsid w:val="007C6652"/>
    <w:rsid w:val="007C6A1D"/>
    <w:rsid w:val="007C6FF7"/>
    <w:rsid w:val="007C7324"/>
    <w:rsid w:val="007C7CFF"/>
    <w:rsid w:val="007D1D52"/>
    <w:rsid w:val="007D1FCE"/>
    <w:rsid w:val="007D1FD4"/>
    <w:rsid w:val="007D46D5"/>
    <w:rsid w:val="007D4F69"/>
    <w:rsid w:val="007D52CC"/>
    <w:rsid w:val="007D56CC"/>
    <w:rsid w:val="007D59CF"/>
    <w:rsid w:val="007D5B7A"/>
    <w:rsid w:val="007D5B93"/>
    <w:rsid w:val="007D5F51"/>
    <w:rsid w:val="007D6146"/>
    <w:rsid w:val="007D706D"/>
    <w:rsid w:val="007D707A"/>
    <w:rsid w:val="007D7DFF"/>
    <w:rsid w:val="007E054E"/>
    <w:rsid w:val="007E1C0F"/>
    <w:rsid w:val="007E1D79"/>
    <w:rsid w:val="007E1DD6"/>
    <w:rsid w:val="007E1F2B"/>
    <w:rsid w:val="007E27C5"/>
    <w:rsid w:val="007E3D26"/>
    <w:rsid w:val="007E47C4"/>
    <w:rsid w:val="007E4D30"/>
    <w:rsid w:val="007E5312"/>
    <w:rsid w:val="007E5B40"/>
    <w:rsid w:val="007E6579"/>
    <w:rsid w:val="007E6838"/>
    <w:rsid w:val="007E6DF5"/>
    <w:rsid w:val="007E71AB"/>
    <w:rsid w:val="007E7A5D"/>
    <w:rsid w:val="007F1AC1"/>
    <w:rsid w:val="007F1B99"/>
    <w:rsid w:val="007F23C9"/>
    <w:rsid w:val="007F2DFE"/>
    <w:rsid w:val="007F2F46"/>
    <w:rsid w:val="007F3270"/>
    <w:rsid w:val="007F399E"/>
    <w:rsid w:val="007F44F3"/>
    <w:rsid w:val="007F4730"/>
    <w:rsid w:val="007F4B48"/>
    <w:rsid w:val="007F4C5D"/>
    <w:rsid w:val="007F5304"/>
    <w:rsid w:val="007F5EB5"/>
    <w:rsid w:val="007F6E37"/>
    <w:rsid w:val="007F6EA3"/>
    <w:rsid w:val="007F715A"/>
    <w:rsid w:val="007F747A"/>
    <w:rsid w:val="007F748F"/>
    <w:rsid w:val="007F776A"/>
    <w:rsid w:val="00800397"/>
    <w:rsid w:val="0080067F"/>
    <w:rsid w:val="0080076E"/>
    <w:rsid w:val="0080087F"/>
    <w:rsid w:val="008025F3"/>
    <w:rsid w:val="00802C6F"/>
    <w:rsid w:val="00802EEC"/>
    <w:rsid w:val="0080343A"/>
    <w:rsid w:val="0080366A"/>
    <w:rsid w:val="00803C7E"/>
    <w:rsid w:val="00803CEC"/>
    <w:rsid w:val="00803E31"/>
    <w:rsid w:val="008041D3"/>
    <w:rsid w:val="00804E63"/>
    <w:rsid w:val="008055F6"/>
    <w:rsid w:val="0080696C"/>
    <w:rsid w:val="00806B09"/>
    <w:rsid w:val="00807D06"/>
    <w:rsid w:val="00807D9A"/>
    <w:rsid w:val="0081014E"/>
    <w:rsid w:val="0081014F"/>
    <w:rsid w:val="00811A4C"/>
    <w:rsid w:val="00811BAD"/>
    <w:rsid w:val="00811F52"/>
    <w:rsid w:val="00812722"/>
    <w:rsid w:val="0081272A"/>
    <w:rsid w:val="00812858"/>
    <w:rsid w:val="00812D33"/>
    <w:rsid w:val="00812EBC"/>
    <w:rsid w:val="00813B3D"/>
    <w:rsid w:val="008142DC"/>
    <w:rsid w:val="0081452C"/>
    <w:rsid w:val="00814A08"/>
    <w:rsid w:val="00814E36"/>
    <w:rsid w:val="008150E9"/>
    <w:rsid w:val="00815C08"/>
    <w:rsid w:val="008163C9"/>
    <w:rsid w:val="00816977"/>
    <w:rsid w:val="008171FB"/>
    <w:rsid w:val="008178B4"/>
    <w:rsid w:val="0082020B"/>
    <w:rsid w:val="00820500"/>
    <w:rsid w:val="00820D97"/>
    <w:rsid w:val="00821C81"/>
    <w:rsid w:val="00821DBD"/>
    <w:rsid w:val="00822238"/>
    <w:rsid w:val="008231A1"/>
    <w:rsid w:val="008238FA"/>
    <w:rsid w:val="008242CB"/>
    <w:rsid w:val="0082460A"/>
    <w:rsid w:val="0082567F"/>
    <w:rsid w:val="00825E6E"/>
    <w:rsid w:val="0082737C"/>
    <w:rsid w:val="008274D5"/>
    <w:rsid w:val="008276EE"/>
    <w:rsid w:val="00827A6A"/>
    <w:rsid w:val="008303DE"/>
    <w:rsid w:val="00830438"/>
    <w:rsid w:val="00830E1C"/>
    <w:rsid w:val="00831B87"/>
    <w:rsid w:val="00831F10"/>
    <w:rsid w:val="00832453"/>
    <w:rsid w:val="00832ABB"/>
    <w:rsid w:val="00832E13"/>
    <w:rsid w:val="008334DD"/>
    <w:rsid w:val="008338E0"/>
    <w:rsid w:val="00833B12"/>
    <w:rsid w:val="00834FA6"/>
    <w:rsid w:val="00835950"/>
    <w:rsid w:val="00835D41"/>
    <w:rsid w:val="00836E46"/>
    <w:rsid w:val="008403B0"/>
    <w:rsid w:val="00840B4B"/>
    <w:rsid w:val="00840E05"/>
    <w:rsid w:val="008411D7"/>
    <w:rsid w:val="008415FC"/>
    <w:rsid w:val="00841900"/>
    <w:rsid w:val="008419F8"/>
    <w:rsid w:val="00842DA3"/>
    <w:rsid w:val="008430DF"/>
    <w:rsid w:val="008431AC"/>
    <w:rsid w:val="00843456"/>
    <w:rsid w:val="008434A0"/>
    <w:rsid w:val="00843C0F"/>
    <w:rsid w:val="00843FA1"/>
    <w:rsid w:val="008440F5"/>
    <w:rsid w:val="008441BC"/>
    <w:rsid w:val="00844CE6"/>
    <w:rsid w:val="008450A1"/>
    <w:rsid w:val="00845316"/>
    <w:rsid w:val="0084569C"/>
    <w:rsid w:val="00845F94"/>
    <w:rsid w:val="00846A03"/>
    <w:rsid w:val="00846C89"/>
    <w:rsid w:val="008477AD"/>
    <w:rsid w:val="008479BE"/>
    <w:rsid w:val="00850A5D"/>
    <w:rsid w:val="008511A8"/>
    <w:rsid w:val="0085351C"/>
    <w:rsid w:val="0085365C"/>
    <w:rsid w:val="00853682"/>
    <w:rsid w:val="00855217"/>
    <w:rsid w:val="00855628"/>
    <w:rsid w:val="00855805"/>
    <w:rsid w:val="00855C7E"/>
    <w:rsid w:val="0085600B"/>
    <w:rsid w:val="008560C6"/>
    <w:rsid w:val="0085629E"/>
    <w:rsid w:val="0085740E"/>
    <w:rsid w:val="008579F4"/>
    <w:rsid w:val="00857DF1"/>
    <w:rsid w:val="0086003E"/>
    <w:rsid w:val="0086006E"/>
    <w:rsid w:val="00860764"/>
    <w:rsid w:val="00860FC9"/>
    <w:rsid w:val="008624B5"/>
    <w:rsid w:val="0086251C"/>
    <w:rsid w:val="0086361D"/>
    <w:rsid w:val="00863DD6"/>
    <w:rsid w:val="00864717"/>
    <w:rsid w:val="008652C6"/>
    <w:rsid w:val="0086537B"/>
    <w:rsid w:val="008655AE"/>
    <w:rsid w:val="0086597E"/>
    <w:rsid w:val="00865996"/>
    <w:rsid w:val="00866035"/>
    <w:rsid w:val="00866870"/>
    <w:rsid w:val="008672D4"/>
    <w:rsid w:val="0086741A"/>
    <w:rsid w:val="00870920"/>
    <w:rsid w:val="00872E5C"/>
    <w:rsid w:val="00872E63"/>
    <w:rsid w:val="008730F1"/>
    <w:rsid w:val="00873F70"/>
    <w:rsid w:val="00873FC1"/>
    <w:rsid w:val="00874169"/>
    <w:rsid w:val="00875278"/>
    <w:rsid w:val="00876A2A"/>
    <w:rsid w:val="00877416"/>
    <w:rsid w:val="00877DA6"/>
    <w:rsid w:val="00877E99"/>
    <w:rsid w:val="008811B5"/>
    <w:rsid w:val="00881BEB"/>
    <w:rsid w:val="00881C05"/>
    <w:rsid w:val="0088259E"/>
    <w:rsid w:val="0088304A"/>
    <w:rsid w:val="00883726"/>
    <w:rsid w:val="00883AC1"/>
    <w:rsid w:val="00883C4D"/>
    <w:rsid w:val="00884A9F"/>
    <w:rsid w:val="008856D0"/>
    <w:rsid w:val="008857FC"/>
    <w:rsid w:val="00885DE0"/>
    <w:rsid w:val="00885FD0"/>
    <w:rsid w:val="00886217"/>
    <w:rsid w:val="00887172"/>
    <w:rsid w:val="00887186"/>
    <w:rsid w:val="00887868"/>
    <w:rsid w:val="00890259"/>
    <w:rsid w:val="0089413E"/>
    <w:rsid w:val="00894B29"/>
    <w:rsid w:val="00894EAC"/>
    <w:rsid w:val="00895003"/>
    <w:rsid w:val="00897393"/>
    <w:rsid w:val="00897D45"/>
    <w:rsid w:val="008A061A"/>
    <w:rsid w:val="008A07E2"/>
    <w:rsid w:val="008A0890"/>
    <w:rsid w:val="008A0D61"/>
    <w:rsid w:val="008A1CC1"/>
    <w:rsid w:val="008A1D8C"/>
    <w:rsid w:val="008A1EEB"/>
    <w:rsid w:val="008A1EEE"/>
    <w:rsid w:val="008A2BCD"/>
    <w:rsid w:val="008A3CA7"/>
    <w:rsid w:val="008A3ECC"/>
    <w:rsid w:val="008A3EDB"/>
    <w:rsid w:val="008A400D"/>
    <w:rsid w:val="008A4B98"/>
    <w:rsid w:val="008A4BDE"/>
    <w:rsid w:val="008A610A"/>
    <w:rsid w:val="008A7A81"/>
    <w:rsid w:val="008B1B63"/>
    <w:rsid w:val="008B1C99"/>
    <w:rsid w:val="008B22D0"/>
    <w:rsid w:val="008B2D40"/>
    <w:rsid w:val="008B367D"/>
    <w:rsid w:val="008B3D6A"/>
    <w:rsid w:val="008B45B5"/>
    <w:rsid w:val="008B4628"/>
    <w:rsid w:val="008B4D3E"/>
    <w:rsid w:val="008B4EF4"/>
    <w:rsid w:val="008B523A"/>
    <w:rsid w:val="008B5416"/>
    <w:rsid w:val="008B56AC"/>
    <w:rsid w:val="008B7064"/>
    <w:rsid w:val="008B7152"/>
    <w:rsid w:val="008B790B"/>
    <w:rsid w:val="008C10CB"/>
    <w:rsid w:val="008C157F"/>
    <w:rsid w:val="008C183F"/>
    <w:rsid w:val="008C27BA"/>
    <w:rsid w:val="008C2801"/>
    <w:rsid w:val="008C37E1"/>
    <w:rsid w:val="008C39B3"/>
    <w:rsid w:val="008C461E"/>
    <w:rsid w:val="008C4CA7"/>
    <w:rsid w:val="008C5E42"/>
    <w:rsid w:val="008C726F"/>
    <w:rsid w:val="008C72CD"/>
    <w:rsid w:val="008D13BE"/>
    <w:rsid w:val="008D14EB"/>
    <w:rsid w:val="008D1A20"/>
    <w:rsid w:val="008D1B84"/>
    <w:rsid w:val="008D2327"/>
    <w:rsid w:val="008D24B3"/>
    <w:rsid w:val="008D3366"/>
    <w:rsid w:val="008D38E4"/>
    <w:rsid w:val="008D3BEE"/>
    <w:rsid w:val="008D4F29"/>
    <w:rsid w:val="008D508A"/>
    <w:rsid w:val="008D6C98"/>
    <w:rsid w:val="008D6F67"/>
    <w:rsid w:val="008E02CF"/>
    <w:rsid w:val="008E0915"/>
    <w:rsid w:val="008E0D30"/>
    <w:rsid w:val="008E13C8"/>
    <w:rsid w:val="008E17D9"/>
    <w:rsid w:val="008E208D"/>
    <w:rsid w:val="008E2893"/>
    <w:rsid w:val="008E2C95"/>
    <w:rsid w:val="008E3D4B"/>
    <w:rsid w:val="008E417D"/>
    <w:rsid w:val="008E44A3"/>
    <w:rsid w:val="008E4870"/>
    <w:rsid w:val="008E4C81"/>
    <w:rsid w:val="008E50EB"/>
    <w:rsid w:val="008E529A"/>
    <w:rsid w:val="008E5C91"/>
    <w:rsid w:val="008E5FE1"/>
    <w:rsid w:val="008E663F"/>
    <w:rsid w:val="008E67BD"/>
    <w:rsid w:val="008E6B54"/>
    <w:rsid w:val="008E7126"/>
    <w:rsid w:val="008E7D50"/>
    <w:rsid w:val="008F1091"/>
    <w:rsid w:val="008F238E"/>
    <w:rsid w:val="008F332B"/>
    <w:rsid w:val="008F3ADF"/>
    <w:rsid w:val="008F4A99"/>
    <w:rsid w:val="008F54DD"/>
    <w:rsid w:val="008F61AC"/>
    <w:rsid w:val="008F77B5"/>
    <w:rsid w:val="008F791B"/>
    <w:rsid w:val="00900529"/>
    <w:rsid w:val="0090055F"/>
    <w:rsid w:val="0090067C"/>
    <w:rsid w:val="00901587"/>
    <w:rsid w:val="00901C45"/>
    <w:rsid w:val="00901CF8"/>
    <w:rsid w:val="0090244E"/>
    <w:rsid w:val="00903290"/>
    <w:rsid w:val="00903C8E"/>
    <w:rsid w:val="00904149"/>
    <w:rsid w:val="0090436B"/>
    <w:rsid w:val="00905358"/>
    <w:rsid w:val="00906210"/>
    <w:rsid w:val="00906CB3"/>
    <w:rsid w:val="00907071"/>
    <w:rsid w:val="009079DD"/>
    <w:rsid w:val="0091012F"/>
    <w:rsid w:val="00910918"/>
    <w:rsid w:val="00911424"/>
    <w:rsid w:val="009118A5"/>
    <w:rsid w:val="00911BB4"/>
    <w:rsid w:val="00911CF7"/>
    <w:rsid w:val="009123BE"/>
    <w:rsid w:val="009124A3"/>
    <w:rsid w:val="009127C3"/>
    <w:rsid w:val="00912892"/>
    <w:rsid w:val="00912BF5"/>
    <w:rsid w:val="009132A2"/>
    <w:rsid w:val="009133ED"/>
    <w:rsid w:val="00913D8D"/>
    <w:rsid w:val="009145E6"/>
    <w:rsid w:val="00914809"/>
    <w:rsid w:val="0091530E"/>
    <w:rsid w:val="00915A76"/>
    <w:rsid w:val="00917B26"/>
    <w:rsid w:val="0092022C"/>
    <w:rsid w:val="00920C97"/>
    <w:rsid w:val="00921D0E"/>
    <w:rsid w:val="0092209D"/>
    <w:rsid w:val="0092286C"/>
    <w:rsid w:val="00922F46"/>
    <w:rsid w:val="009240D2"/>
    <w:rsid w:val="00924576"/>
    <w:rsid w:val="00925434"/>
    <w:rsid w:val="00926429"/>
    <w:rsid w:val="009267F4"/>
    <w:rsid w:val="009279B6"/>
    <w:rsid w:val="00927E42"/>
    <w:rsid w:val="009303B9"/>
    <w:rsid w:val="00930A5A"/>
    <w:rsid w:val="00931793"/>
    <w:rsid w:val="00931D7F"/>
    <w:rsid w:val="00932DCB"/>
    <w:rsid w:val="009330D8"/>
    <w:rsid w:val="009334D2"/>
    <w:rsid w:val="00933586"/>
    <w:rsid w:val="00934266"/>
    <w:rsid w:val="00936591"/>
    <w:rsid w:val="00936AA6"/>
    <w:rsid w:val="00937311"/>
    <w:rsid w:val="00937682"/>
    <w:rsid w:val="00937942"/>
    <w:rsid w:val="00940001"/>
    <w:rsid w:val="00940160"/>
    <w:rsid w:val="009408A4"/>
    <w:rsid w:val="00940C0A"/>
    <w:rsid w:val="00940F24"/>
    <w:rsid w:val="009416E5"/>
    <w:rsid w:val="00941BD2"/>
    <w:rsid w:val="0094231A"/>
    <w:rsid w:val="00942E31"/>
    <w:rsid w:val="00944603"/>
    <w:rsid w:val="0094464F"/>
    <w:rsid w:val="00945461"/>
    <w:rsid w:val="009455A1"/>
    <w:rsid w:val="0094582A"/>
    <w:rsid w:val="00945951"/>
    <w:rsid w:val="00945FF6"/>
    <w:rsid w:val="00946EBF"/>
    <w:rsid w:val="00947077"/>
    <w:rsid w:val="009471F2"/>
    <w:rsid w:val="00947578"/>
    <w:rsid w:val="00947C77"/>
    <w:rsid w:val="00947CBC"/>
    <w:rsid w:val="00950378"/>
    <w:rsid w:val="009513E8"/>
    <w:rsid w:val="009513F3"/>
    <w:rsid w:val="009518AF"/>
    <w:rsid w:val="009520E7"/>
    <w:rsid w:val="00952DCC"/>
    <w:rsid w:val="00953450"/>
    <w:rsid w:val="00953C12"/>
    <w:rsid w:val="009550A5"/>
    <w:rsid w:val="00955A4E"/>
    <w:rsid w:val="00956037"/>
    <w:rsid w:val="0095607C"/>
    <w:rsid w:val="009572EA"/>
    <w:rsid w:val="00957F2F"/>
    <w:rsid w:val="0096025A"/>
    <w:rsid w:val="00960281"/>
    <w:rsid w:val="009615D6"/>
    <w:rsid w:val="00962C58"/>
    <w:rsid w:val="00962F54"/>
    <w:rsid w:val="0096357D"/>
    <w:rsid w:val="009643FC"/>
    <w:rsid w:val="00964AFF"/>
    <w:rsid w:val="00964BB8"/>
    <w:rsid w:val="00964EC2"/>
    <w:rsid w:val="00964F17"/>
    <w:rsid w:val="00965696"/>
    <w:rsid w:val="00965CDE"/>
    <w:rsid w:val="00966445"/>
    <w:rsid w:val="00966951"/>
    <w:rsid w:val="00970E9E"/>
    <w:rsid w:val="00971801"/>
    <w:rsid w:val="00972EA6"/>
    <w:rsid w:val="00973596"/>
    <w:rsid w:val="00973A7E"/>
    <w:rsid w:val="00973C43"/>
    <w:rsid w:val="0097490E"/>
    <w:rsid w:val="00974AD4"/>
    <w:rsid w:val="009765D1"/>
    <w:rsid w:val="00976BB3"/>
    <w:rsid w:val="00976C4B"/>
    <w:rsid w:val="00977809"/>
    <w:rsid w:val="00977979"/>
    <w:rsid w:val="0098012D"/>
    <w:rsid w:val="009803D5"/>
    <w:rsid w:val="009806F2"/>
    <w:rsid w:val="0098138C"/>
    <w:rsid w:val="009819EF"/>
    <w:rsid w:val="00982384"/>
    <w:rsid w:val="00982917"/>
    <w:rsid w:val="00982F78"/>
    <w:rsid w:val="00983A95"/>
    <w:rsid w:val="00983B53"/>
    <w:rsid w:val="00983CD8"/>
    <w:rsid w:val="00983FD7"/>
    <w:rsid w:val="009846C9"/>
    <w:rsid w:val="0098487D"/>
    <w:rsid w:val="00984C55"/>
    <w:rsid w:val="00984FDC"/>
    <w:rsid w:val="009850DF"/>
    <w:rsid w:val="009851E6"/>
    <w:rsid w:val="0098587C"/>
    <w:rsid w:val="00985BAD"/>
    <w:rsid w:val="00986423"/>
    <w:rsid w:val="009866E1"/>
    <w:rsid w:val="00986936"/>
    <w:rsid w:val="00986C7C"/>
    <w:rsid w:val="00986F08"/>
    <w:rsid w:val="009872D2"/>
    <w:rsid w:val="00987515"/>
    <w:rsid w:val="00990845"/>
    <w:rsid w:val="00990D9C"/>
    <w:rsid w:val="00990F7A"/>
    <w:rsid w:val="009918AB"/>
    <w:rsid w:val="00992483"/>
    <w:rsid w:val="00992496"/>
    <w:rsid w:val="0099260D"/>
    <w:rsid w:val="009931C3"/>
    <w:rsid w:val="00993A83"/>
    <w:rsid w:val="00993DF2"/>
    <w:rsid w:val="009960E4"/>
    <w:rsid w:val="009975BB"/>
    <w:rsid w:val="00997B61"/>
    <w:rsid w:val="00997DC6"/>
    <w:rsid w:val="009A0294"/>
    <w:rsid w:val="009A1ABB"/>
    <w:rsid w:val="009A1B61"/>
    <w:rsid w:val="009A1DDE"/>
    <w:rsid w:val="009A21CF"/>
    <w:rsid w:val="009A2B3F"/>
    <w:rsid w:val="009A424F"/>
    <w:rsid w:val="009A58EF"/>
    <w:rsid w:val="009A5A3F"/>
    <w:rsid w:val="009A6927"/>
    <w:rsid w:val="009A69DF"/>
    <w:rsid w:val="009B11CE"/>
    <w:rsid w:val="009B3303"/>
    <w:rsid w:val="009B36A1"/>
    <w:rsid w:val="009B37C9"/>
    <w:rsid w:val="009B4126"/>
    <w:rsid w:val="009B4CBB"/>
    <w:rsid w:val="009B580A"/>
    <w:rsid w:val="009B5941"/>
    <w:rsid w:val="009B594F"/>
    <w:rsid w:val="009B67C7"/>
    <w:rsid w:val="009B6A73"/>
    <w:rsid w:val="009B6ABE"/>
    <w:rsid w:val="009B7BEE"/>
    <w:rsid w:val="009B7D6C"/>
    <w:rsid w:val="009C0248"/>
    <w:rsid w:val="009C11C6"/>
    <w:rsid w:val="009C125F"/>
    <w:rsid w:val="009C3079"/>
    <w:rsid w:val="009C35AE"/>
    <w:rsid w:val="009C35CA"/>
    <w:rsid w:val="009C3BEE"/>
    <w:rsid w:val="009C4885"/>
    <w:rsid w:val="009C4BF1"/>
    <w:rsid w:val="009C4ED1"/>
    <w:rsid w:val="009C63D2"/>
    <w:rsid w:val="009C74B6"/>
    <w:rsid w:val="009D1E31"/>
    <w:rsid w:val="009D1F8A"/>
    <w:rsid w:val="009D25A9"/>
    <w:rsid w:val="009D3F95"/>
    <w:rsid w:val="009D41CE"/>
    <w:rsid w:val="009D4947"/>
    <w:rsid w:val="009D4AE3"/>
    <w:rsid w:val="009D58E3"/>
    <w:rsid w:val="009D5A0B"/>
    <w:rsid w:val="009D6AB0"/>
    <w:rsid w:val="009D6BB9"/>
    <w:rsid w:val="009D78A9"/>
    <w:rsid w:val="009D7986"/>
    <w:rsid w:val="009D7E9D"/>
    <w:rsid w:val="009E0DA4"/>
    <w:rsid w:val="009E2159"/>
    <w:rsid w:val="009E234A"/>
    <w:rsid w:val="009E2917"/>
    <w:rsid w:val="009E3283"/>
    <w:rsid w:val="009E3802"/>
    <w:rsid w:val="009E406E"/>
    <w:rsid w:val="009E4383"/>
    <w:rsid w:val="009E4389"/>
    <w:rsid w:val="009E49FE"/>
    <w:rsid w:val="009E502C"/>
    <w:rsid w:val="009E51AE"/>
    <w:rsid w:val="009E6041"/>
    <w:rsid w:val="009E689A"/>
    <w:rsid w:val="009E7552"/>
    <w:rsid w:val="009E7D2B"/>
    <w:rsid w:val="009F1827"/>
    <w:rsid w:val="009F1B28"/>
    <w:rsid w:val="009F2D8F"/>
    <w:rsid w:val="009F2E35"/>
    <w:rsid w:val="009F3141"/>
    <w:rsid w:val="009F3D65"/>
    <w:rsid w:val="009F4317"/>
    <w:rsid w:val="009F44D6"/>
    <w:rsid w:val="009F4641"/>
    <w:rsid w:val="009F4A83"/>
    <w:rsid w:val="009F4D34"/>
    <w:rsid w:val="009F4DE3"/>
    <w:rsid w:val="009F5422"/>
    <w:rsid w:val="009F6508"/>
    <w:rsid w:val="009F65DB"/>
    <w:rsid w:val="009F6E4A"/>
    <w:rsid w:val="00A00A1F"/>
    <w:rsid w:val="00A00A9C"/>
    <w:rsid w:val="00A0106E"/>
    <w:rsid w:val="00A012D0"/>
    <w:rsid w:val="00A0165E"/>
    <w:rsid w:val="00A0205B"/>
    <w:rsid w:val="00A022E8"/>
    <w:rsid w:val="00A032FC"/>
    <w:rsid w:val="00A034D8"/>
    <w:rsid w:val="00A038BA"/>
    <w:rsid w:val="00A04152"/>
    <w:rsid w:val="00A04404"/>
    <w:rsid w:val="00A0451E"/>
    <w:rsid w:val="00A04C22"/>
    <w:rsid w:val="00A04F12"/>
    <w:rsid w:val="00A04F7D"/>
    <w:rsid w:val="00A05222"/>
    <w:rsid w:val="00A05370"/>
    <w:rsid w:val="00A06014"/>
    <w:rsid w:val="00A0677E"/>
    <w:rsid w:val="00A06926"/>
    <w:rsid w:val="00A07436"/>
    <w:rsid w:val="00A10608"/>
    <w:rsid w:val="00A1073E"/>
    <w:rsid w:val="00A11493"/>
    <w:rsid w:val="00A1195C"/>
    <w:rsid w:val="00A11B7B"/>
    <w:rsid w:val="00A12C6D"/>
    <w:rsid w:val="00A133FB"/>
    <w:rsid w:val="00A146F4"/>
    <w:rsid w:val="00A14BF5"/>
    <w:rsid w:val="00A1550B"/>
    <w:rsid w:val="00A15D63"/>
    <w:rsid w:val="00A16D3C"/>
    <w:rsid w:val="00A1709E"/>
    <w:rsid w:val="00A2059C"/>
    <w:rsid w:val="00A20652"/>
    <w:rsid w:val="00A208EB"/>
    <w:rsid w:val="00A20B45"/>
    <w:rsid w:val="00A2113E"/>
    <w:rsid w:val="00A22319"/>
    <w:rsid w:val="00A22D9A"/>
    <w:rsid w:val="00A234DB"/>
    <w:rsid w:val="00A23CEE"/>
    <w:rsid w:val="00A2404B"/>
    <w:rsid w:val="00A242D5"/>
    <w:rsid w:val="00A24AB6"/>
    <w:rsid w:val="00A253C0"/>
    <w:rsid w:val="00A25411"/>
    <w:rsid w:val="00A260E3"/>
    <w:rsid w:val="00A26974"/>
    <w:rsid w:val="00A26B68"/>
    <w:rsid w:val="00A26CE3"/>
    <w:rsid w:val="00A26D0A"/>
    <w:rsid w:val="00A2719C"/>
    <w:rsid w:val="00A2727E"/>
    <w:rsid w:val="00A3000F"/>
    <w:rsid w:val="00A309A7"/>
    <w:rsid w:val="00A30E0A"/>
    <w:rsid w:val="00A310E5"/>
    <w:rsid w:val="00A3144F"/>
    <w:rsid w:val="00A31597"/>
    <w:rsid w:val="00A317E5"/>
    <w:rsid w:val="00A31923"/>
    <w:rsid w:val="00A323EF"/>
    <w:rsid w:val="00A3260D"/>
    <w:rsid w:val="00A3386C"/>
    <w:rsid w:val="00A338C8"/>
    <w:rsid w:val="00A33CD4"/>
    <w:rsid w:val="00A34753"/>
    <w:rsid w:val="00A3481C"/>
    <w:rsid w:val="00A34BE1"/>
    <w:rsid w:val="00A34CE6"/>
    <w:rsid w:val="00A356F0"/>
    <w:rsid w:val="00A362E3"/>
    <w:rsid w:val="00A366DF"/>
    <w:rsid w:val="00A37D14"/>
    <w:rsid w:val="00A40263"/>
    <w:rsid w:val="00A402F6"/>
    <w:rsid w:val="00A403BA"/>
    <w:rsid w:val="00A40F77"/>
    <w:rsid w:val="00A4134F"/>
    <w:rsid w:val="00A417E2"/>
    <w:rsid w:val="00A43D63"/>
    <w:rsid w:val="00A44B7E"/>
    <w:rsid w:val="00A4627F"/>
    <w:rsid w:val="00A46797"/>
    <w:rsid w:val="00A467F9"/>
    <w:rsid w:val="00A46ACE"/>
    <w:rsid w:val="00A46D5E"/>
    <w:rsid w:val="00A47798"/>
    <w:rsid w:val="00A479DE"/>
    <w:rsid w:val="00A501AC"/>
    <w:rsid w:val="00A50813"/>
    <w:rsid w:val="00A51DE4"/>
    <w:rsid w:val="00A52B84"/>
    <w:rsid w:val="00A534FC"/>
    <w:rsid w:val="00A53A46"/>
    <w:rsid w:val="00A54A84"/>
    <w:rsid w:val="00A54CDB"/>
    <w:rsid w:val="00A54E76"/>
    <w:rsid w:val="00A55F96"/>
    <w:rsid w:val="00A55FC9"/>
    <w:rsid w:val="00A562BF"/>
    <w:rsid w:val="00A56581"/>
    <w:rsid w:val="00A565AE"/>
    <w:rsid w:val="00A566FE"/>
    <w:rsid w:val="00A56F40"/>
    <w:rsid w:val="00A57CAD"/>
    <w:rsid w:val="00A57DCF"/>
    <w:rsid w:val="00A60986"/>
    <w:rsid w:val="00A60A01"/>
    <w:rsid w:val="00A60CF2"/>
    <w:rsid w:val="00A617BC"/>
    <w:rsid w:val="00A61C30"/>
    <w:rsid w:val="00A61DAB"/>
    <w:rsid w:val="00A620D9"/>
    <w:rsid w:val="00A62BBF"/>
    <w:rsid w:val="00A62C99"/>
    <w:rsid w:val="00A63266"/>
    <w:rsid w:val="00A63A9B"/>
    <w:rsid w:val="00A645D1"/>
    <w:rsid w:val="00A656D1"/>
    <w:rsid w:val="00A65873"/>
    <w:rsid w:val="00A6760D"/>
    <w:rsid w:val="00A705A9"/>
    <w:rsid w:val="00A70724"/>
    <w:rsid w:val="00A70826"/>
    <w:rsid w:val="00A7110A"/>
    <w:rsid w:val="00A72307"/>
    <w:rsid w:val="00A72B42"/>
    <w:rsid w:val="00A72CC1"/>
    <w:rsid w:val="00A73480"/>
    <w:rsid w:val="00A74462"/>
    <w:rsid w:val="00A752BF"/>
    <w:rsid w:val="00A753C8"/>
    <w:rsid w:val="00A7580E"/>
    <w:rsid w:val="00A75FA4"/>
    <w:rsid w:val="00A765E4"/>
    <w:rsid w:val="00A76756"/>
    <w:rsid w:val="00A76E40"/>
    <w:rsid w:val="00A7720E"/>
    <w:rsid w:val="00A77560"/>
    <w:rsid w:val="00A8045D"/>
    <w:rsid w:val="00A807F4"/>
    <w:rsid w:val="00A812BE"/>
    <w:rsid w:val="00A81B53"/>
    <w:rsid w:val="00A8284F"/>
    <w:rsid w:val="00A82D5F"/>
    <w:rsid w:val="00A83538"/>
    <w:rsid w:val="00A8401B"/>
    <w:rsid w:val="00A84101"/>
    <w:rsid w:val="00A84214"/>
    <w:rsid w:val="00A84F4B"/>
    <w:rsid w:val="00A850E0"/>
    <w:rsid w:val="00A85302"/>
    <w:rsid w:val="00A85ACF"/>
    <w:rsid w:val="00A8628B"/>
    <w:rsid w:val="00A863B9"/>
    <w:rsid w:val="00A86548"/>
    <w:rsid w:val="00A86D80"/>
    <w:rsid w:val="00A8714F"/>
    <w:rsid w:val="00A873F1"/>
    <w:rsid w:val="00A900E7"/>
    <w:rsid w:val="00A907D6"/>
    <w:rsid w:val="00A90E63"/>
    <w:rsid w:val="00A9148E"/>
    <w:rsid w:val="00A91680"/>
    <w:rsid w:val="00A91D7A"/>
    <w:rsid w:val="00A91FA7"/>
    <w:rsid w:val="00A928AC"/>
    <w:rsid w:val="00A92BE2"/>
    <w:rsid w:val="00A93656"/>
    <w:rsid w:val="00A93FEC"/>
    <w:rsid w:val="00A94B30"/>
    <w:rsid w:val="00A94B51"/>
    <w:rsid w:val="00A94F28"/>
    <w:rsid w:val="00A96531"/>
    <w:rsid w:val="00A97D3B"/>
    <w:rsid w:val="00AA181A"/>
    <w:rsid w:val="00AA2C65"/>
    <w:rsid w:val="00AA3066"/>
    <w:rsid w:val="00AA418A"/>
    <w:rsid w:val="00AA420C"/>
    <w:rsid w:val="00AA4932"/>
    <w:rsid w:val="00AA4A1A"/>
    <w:rsid w:val="00AA4D74"/>
    <w:rsid w:val="00AA4F10"/>
    <w:rsid w:val="00AA4F4D"/>
    <w:rsid w:val="00AA5601"/>
    <w:rsid w:val="00AA5A74"/>
    <w:rsid w:val="00AA5C7F"/>
    <w:rsid w:val="00AA68D9"/>
    <w:rsid w:val="00AA6A93"/>
    <w:rsid w:val="00AA6B55"/>
    <w:rsid w:val="00AA7059"/>
    <w:rsid w:val="00AA713D"/>
    <w:rsid w:val="00AA7323"/>
    <w:rsid w:val="00AB0110"/>
    <w:rsid w:val="00AB0318"/>
    <w:rsid w:val="00AB0503"/>
    <w:rsid w:val="00AB1592"/>
    <w:rsid w:val="00AB1B8F"/>
    <w:rsid w:val="00AB2008"/>
    <w:rsid w:val="00AB21FF"/>
    <w:rsid w:val="00AB2207"/>
    <w:rsid w:val="00AB24A0"/>
    <w:rsid w:val="00AB2A2A"/>
    <w:rsid w:val="00AB2BA8"/>
    <w:rsid w:val="00AB2D45"/>
    <w:rsid w:val="00AB3206"/>
    <w:rsid w:val="00AB34E9"/>
    <w:rsid w:val="00AB371F"/>
    <w:rsid w:val="00AB3A34"/>
    <w:rsid w:val="00AB44B5"/>
    <w:rsid w:val="00AB457B"/>
    <w:rsid w:val="00AB5DF3"/>
    <w:rsid w:val="00AB5EE0"/>
    <w:rsid w:val="00AB629E"/>
    <w:rsid w:val="00AB655F"/>
    <w:rsid w:val="00AB6DD6"/>
    <w:rsid w:val="00AB739A"/>
    <w:rsid w:val="00AB76FF"/>
    <w:rsid w:val="00AB7B50"/>
    <w:rsid w:val="00AC035D"/>
    <w:rsid w:val="00AC04F6"/>
    <w:rsid w:val="00AC07F0"/>
    <w:rsid w:val="00AC0800"/>
    <w:rsid w:val="00AC0F2C"/>
    <w:rsid w:val="00AC1FEF"/>
    <w:rsid w:val="00AC22A6"/>
    <w:rsid w:val="00AC280D"/>
    <w:rsid w:val="00AC408E"/>
    <w:rsid w:val="00AC4119"/>
    <w:rsid w:val="00AC4350"/>
    <w:rsid w:val="00AC48C5"/>
    <w:rsid w:val="00AC49F7"/>
    <w:rsid w:val="00AC4E2B"/>
    <w:rsid w:val="00AC57D8"/>
    <w:rsid w:val="00AC5E79"/>
    <w:rsid w:val="00AC6402"/>
    <w:rsid w:val="00AC6CC6"/>
    <w:rsid w:val="00AC7582"/>
    <w:rsid w:val="00AC7BDF"/>
    <w:rsid w:val="00AC7D15"/>
    <w:rsid w:val="00AD085D"/>
    <w:rsid w:val="00AD13E5"/>
    <w:rsid w:val="00AD14B4"/>
    <w:rsid w:val="00AD1EE4"/>
    <w:rsid w:val="00AD2FD2"/>
    <w:rsid w:val="00AD3CD4"/>
    <w:rsid w:val="00AD3F99"/>
    <w:rsid w:val="00AD4092"/>
    <w:rsid w:val="00AD4D85"/>
    <w:rsid w:val="00AD6F0D"/>
    <w:rsid w:val="00AD7214"/>
    <w:rsid w:val="00AD7509"/>
    <w:rsid w:val="00AE0030"/>
    <w:rsid w:val="00AE1359"/>
    <w:rsid w:val="00AE1B02"/>
    <w:rsid w:val="00AE20AB"/>
    <w:rsid w:val="00AE2343"/>
    <w:rsid w:val="00AE2B0F"/>
    <w:rsid w:val="00AE2EE0"/>
    <w:rsid w:val="00AE31E3"/>
    <w:rsid w:val="00AE33D8"/>
    <w:rsid w:val="00AE33FA"/>
    <w:rsid w:val="00AE4C35"/>
    <w:rsid w:val="00AE586F"/>
    <w:rsid w:val="00AE5AE1"/>
    <w:rsid w:val="00AE615B"/>
    <w:rsid w:val="00AE635C"/>
    <w:rsid w:val="00AE756D"/>
    <w:rsid w:val="00AF0F6F"/>
    <w:rsid w:val="00AF1183"/>
    <w:rsid w:val="00AF1F09"/>
    <w:rsid w:val="00AF2CBD"/>
    <w:rsid w:val="00AF4790"/>
    <w:rsid w:val="00AF4D5B"/>
    <w:rsid w:val="00AF4F6B"/>
    <w:rsid w:val="00AF4FF0"/>
    <w:rsid w:val="00AF6377"/>
    <w:rsid w:val="00AF78E6"/>
    <w:rsid w:val="00B00344"/>
    <w:rsid w:val="00B0039F"/>
    <w:rsid w:val="00B0040D"/>
    <w:rsid w:val="00B00548"/>
    <w:rsid w:val="00B00D46"/>
    <w:rsid w:val="00B01A36"/>
    <w:rsid w:val="00B01C60"/>
    <w:rsid w:val="00B029C7"/>
    <w:rsid w:val="00B02AC9"/>
    <w:rsid w:val="00B03DFD"/>
    <w:rsid w:val="00B05C28"/>
    <w:rsid w:val="00B064F4"/>
    <w:rsid w:val="00B0653C"/>
    <w:rsid w:val="00B06FEA"/>
    <w:rsid w:val="00B07607"/>
    <w:rsid w:val="00B07D4A"/>
    <w:rsid w:val="00B1043E"/>
    <w:rsid w:val="00B10DDC"/>
    <w:rsid w:val="00B1240F"/>
    <w:rsid w:val="00B12646"/>
    <w:rsid w:val="00B1294C"/>
    <w:rsid w:val="00B12EA4"/>
    <w:rsid w:val="00B14104"/>
    <w:rsid w:val="00B14C76"/>
    <w:rsid w:val="00B15158"/>
    <w:rsid w:val="00B15216"/>
    <w:rsid w:val="00B15F75"/>
    <w:rsid w:val="00B1631A"/>
    <w:rsid w:val="00B1644A"/>
    <w:rsid w:val="00B16A65"/>
    <w:rsid w:val="00B16F1C"/>
    <w:rsid w:val="00B20848"/>
    <w:rsid w:val="00B20A1A"/>
    <w:rsid w:val="00B20E7D"/>
    <w:rsid w:val="00B2100A"/>
    <w:rsid w:val="00B219E7"/>
    <w:rsid w:val="00B224FF"/>
    <w:rsid w:val="00B225DC"/>
    <w:rsid w:val="00B22683"/>
    <w:rsid w:val="00B22863"/>
    <w:rsid w:val="00B2360B"/>
    <w:rsid w:val="00B24CCC"/>
    <w:rsid w:val="00B25F71"/>
    <w:rsid w:val="00B27587"/>
    <w:rsid w:val="00B31CE1"/>
    <w:rsid w:val="00B32354"/>
    <w:rsid w:val="00B32990"/>
    <w:rsid w:val="00B3331B"/>
    <w:rsid w:val="00B33E46"/>
    <w:rsid w:val="00B34707"/>
    <w:rsid w:val="00B407FD"/>
    <w:rsid w:val="00B40D72"/>
    <w:rsid w:val="00B414AF"/>
    <w:rsid w:val="00B423E7"/>
    <w:rsid w:val="00B429D7"/>
    <w:rsid w:val="00B4433B"/>
    <w:rsid w:val="00B443FD"/>
    <w:rsid w:val="00B47200"/>
    <w:rsid w:val="00B47411"/>
    <w:rsid w:val="00B47519"/>
    <w:rsid w:val="00B479D6"/>
    <w:rsid w:val="00B50F08"/>
    <w:rsid w:val="00B512C9"/>
    <w:rsid w:val="00B5228E"/>
    <w:rsid w:val="00B5238C"/>
    <w:rsid w:val="00B52718"/>
    <w:rsid w:val="00B527E8"/>
    <w:rsid w:val="00B52A62"/>
    <w:rsid w:val="00B5345E"/>
    <w:rsid w:val="00B53AEC"/>
    <w:rsid w:val="00B577D1"/>
    <w:rsid w:val="00B60090"/>
    <w:rsid w:val="00B60733"/>
    <w:rsid w:val="00B60E4B"/>
    <w:rsid w:val="00B60EBC"/>
    <w:rsid w:val="00B62E88"/>
    <w:rsid w:val="00B63EF1"/>
    <w:rsid w:val="00B64BE0"/>
    <w:rsid w:val="00B64DA5"/>
    <w:rsid w:val="00B65992"/>
    <w:rsid w:val="00B65A68"/>
    <w:rsid w:val="00B65B86"/>
    <w:rsid w:val="00B65F1A"/>
    <w:rsid w:val="00B661DE"/>
    <w:rsid w:val="00B678DF"/>
    <w:rsid w:val="00B67903"/>
    <w:rsid w:val="00B70BA5"/>
    <w:rsid w:val="00B71009"/>
    <w:rsid w:val="00B71B33"/>
    <w:rsid w:val="00B7206B"/>
    <w:rsid w:val="00B7293C"/>
    <w:rsid w:val="00B72B1A"/>
    <w:rsid w:val="00B72E68"/>
    <w:rsid w:val="00B7419C"/>
    <w:rsid w:val="00B7471A"/>
    <w:rsid w:val="00B7518F"/>
    <w:rsid w:val="00B7557D"/>
    <w:rsid w:val="00B762F4"/>
    <w:rsid w:val="00B767F7"/>
    <w:rsid w:val="00B76CDF"/>
    <w:rsid w:val="00B76D98"/>
    <w:rsid w:val="00B76F02"/>
    <w:rsid w:val="00B77535"/>
    <w:rsid w:val="00B775AA"/>
    <w:rsid w:val="00B77B85"/>
    <w:rsid w:val="00B80621"/>
    <w:rsid w:val="00B80B75"/>
    <w:rsid w:val="00B80E5A"/>
    <w:rsid w:val="00B80E64"/>
    <w:rsid w:val="00B811E2"/>
    <w:rsid w:val="00B82115"/>
    <w:rsid w:val="00B82202"/>
    <w:rsid w:val="00B826EB"/>
    <w:rsid w:val="00B836CB"/>
    <w:rsid w:val="00B83733"/>
    <w:rsid w:val="00B841D0"/>
    <w:rsid w:val="00B84D94"/>
    <w:rsid w:val="00B871DE"/>
    <w:rsid w:val="00B87B63"/>
    <w:rsid w:val="00B87DBF"/>
    <w:rsid w:val="00B90259"/>
    <w:rsid w:val="00B90485"/>
    <w:rsid w:val="00B909A4"/>
    <w:rsid w:val="00B9217D"/>
    <w:rsid w:val="00B94557"/>
    <w:rsid w:val="00B946F3"/>
    <w:rsid w:val="00B9529E"/>
    <w:rsid w:val="00B95F92"/>
    <w:rsid w:val="00B9638E"/>
    <w:rsid w:val="00B97815"/>
    <w:rsid w:val="00BA03B8"/>
    <w:rsid w:val="00BA0810"/>
    <w:rsid w:val="00BA0A76"/>
    <w:rsid w:val="00BA1999"/>
    <w:rsid w:val="00BA1B35"/>
    <w:rsid w:val="00BA24AA"/>
    <w:rsid w:val="00BA287C"/>
    <w:rsid w:val="00BA3280"/>
    <w:rsid w:val="00BA3E83"/>
    <w:rsid w:val="00BA43F0"/>
    <w:rsid w:val="00BA4422"/>
    <w:rsid w:val="00BA44DF"/>
    <w:rsid w:val="00BA5127"/>
    <w:rsid w:val="00BA762F"/>
    <w:rsid w:val="00BA7788"/>
    <w:rsid w:val="00BA778D"/>
    <w:rsid w:val="00BA78E5"/>
    <w:rsid w:val="00BA7961"/>
    <w:rsid w:val="00BA7A96"/>
    <w:rsid w:val="00BA7B38"/>
    <w:rsid w:val="00BB13F9"/>
    <w:rsid w:val="00BB14BE"/>
    <w:rsid w:val="00BB16E2"/>
    <w:rsid w:val="00BB243E"/>
    <w:rsid w:val="00BB2A54"/>
    <w:rsid w:val="00BB2EFB"/>
    <w:rsid w:val="00BB340A"/>
    <w:rsid w:val="00BB3829"/>
    <w:rsid w:val="00BB3DFD"/>
    <w:rsid w:val="00BB546A"/>
    <w:rsid w:val="00BB5FF3"/>
    <w:rsid w:val="00BB60E8"/>
    <w:rsid w:val="00BB61F5"/>
    <w:rsid w:val="00BB6704"/>
    <w:rsid w:val="00BB6B75"/>
    <w:rsid w:val="00BC01AA"/>
    <w:rsid w:val="00BC071E"/>
    <w:rsid w:val="00BC0BA7"/>
    <w:rsid w:val="00BC0E45"/>
    <w:rsid w:val="00BC1EA8"/>
    <w:rsid w:val="00BC220E"/>
    <w:rsid w:val="00BC2662"/>
    <w:rsid w:val="00BC4482"/>
    <w:rsid w:val="00BC520E"/>
    <w:rsid w:val="00BC5768"/>
    <w:rsid w:val="00BC5A20"/>
    <w:rsid w:val="00BC61C4"/>
    <w:rsid w:val="00BC66F7"/>
    <w:rsid w:val="00BC676F"/>
    <w:rsid w:val="00BC6D8C"/>
    <w:rsid w:val="00BC7490"/>
    <w:rsid w:val="00BC7C2F"/>
    <w:rsid w:val="00BD0564"/>
    <w:rsid w:val="00BD0647"/>
    <w:rsid w:val="00BD0759"/>
    <w:rsid w:val="00BD1152"/>
    <w:rsid w:val="00BD1337"/>
    <w:rsid w:val="00BD1D53"/>
    <w:rsid w:val="00BD1E72"/>
    <w:rsid w:val="00BD26D1"/>
    <w:rsid w:val="00BD27EB"/>
    <w:rsid w:val="00BD2F25"/>
    <w:rsid w:val="00BD31A0"/>
    <w:rsid w:val="00BD34DF"/>
    <w:rsid w:val="00BD4021"/>
    <w:rsid w:val="00BD42C0"/>
    <w:rsid w:val="00BD4741"/>
    <w:rsid w:val="00BD48F5"/>
    <w:rsid w:val="00BD514C"/>
    <w:rsid w:val="00BD598D"/>
    <w:rsid w:val="00BD6780"/>
    <w:rsid w:val="00BD68DA"/>
    <w:rsid w:val="00BD69A4"/>
    <w:rsid w:val="00BD6B50"/>
    <w:rsid w:val="00BD6CE3"/>
    <w:rsid w:val="00BD707F"/>
    <w:rsid w:val="00BD7401"/>
    <w:rsid w:val="00BD7791"/>
    <w:rsid w:val="00BD7926"/>
    <w:rsid w:val="00BE00E9"/>
    <w:rsid w:val="00BE04D3"/>
    <w:rsid w:val="00BE0B05"/>
    <w:rsid w:val="00BE1178"/>
    <w:rsid w:val="00BE1270"/>
    <w:rsid w:val="00BE128D"/>
    <w:rsid w:val="00BE1CA5"/>
    <w:rsid w:val="00BE24A3"/>
    <w:rsid w:val="00BE2913"/>
    <w:rsid w:val="00BE2BF8"/>
    <w:rsid w:val="00BE2CDA"/>
    <w:rsid w:val="00BE3375"/>
    <w:rsid w:val="00BE41AB"/>
    <w:rsid w:val="00BE421D"/>
    <w:rsid w:val="00BE50D9"/>
    <w:rsid w:val="00BE6504"/>
    <w:rsid w:val="00BE6ECF"/>
    <w:rsid w:val="00BE79CA"/>
    <w:rsid w:val="00BE7F8B"/>
    <w:rsid w:val="00BF0165"/>
    <w:rsid w:val="00BF0522"/>
    <w:rsid w:val="00BF0ABB"/>
    <w:rsid w:val="00BF1A81"/>
    <w:rsid w:val="00BF1AED"/>
    <w:rsid w:val="00BF1F35"/>
    <w:rsid w:val="00BF270F"/>
    <w:rsid w:val="00BF2A20"/>
    <w:rsid w:val="00BF2C26"/>
    <w:rsid w:val="00BF2C3D"/>
    <w:rsid w:val="00BF31FA"/>
    <w:rsid w:val="00BF325A"/>
    <w:rsid w:val="00BF34A0"/>
    <w:rsid w:val="00BF3C0E"/>
    <w:rsid w:val="00BF4347"/>
    <w:rsid w:val="00BF4731"/>
    <w:rsid w:val="00BF697D"/>
    <w:rsid w:val="00BF6EAC"/>
    <w:rsid w:val="00BF7138"/>
    <w:rsid w:val="00BF786F"/>
    <w:rsid w:val="00BF7A4D"/>
    <w:rsid w:val="00C00A9B"/>
    <w:rsid w:val="00C01086"/>
    <w:rsid w:val="00C01D49"/>
    <w:rsid w:val="00C01EF1"/>
    <w:rsid w:val="00C02494"/>
    <w:rsid w:val="00C0264F"/>
    <w:rsid w:val="00C0275C"/>
    <w:rsid w:val="00C02A07"/>
    <w:rsid w:val="00C02D9C"/>
    <w:rsid w:val="00C038CB"/>
    <w:rsid w:val="00C039E3"/>
    <w:rsid w:val="00C04B91"/>
    <w:rsid w:val="00C04F38"/>
    <w:rsid w:val="00C05447"/>
    <w:rsid w:val="00C05DD2"/>
    <w:rsid w:val="00C0646B"/>
    <w:rsid w:val="00C0700A"/>
    <w:rsid w:val="00C0705D"/>
    <w:rsid w:val="00C0708C"/>
    <w:rsid w:val="00C0714A"/>
    <w:rsid w:val="00C07757"/>
    <w:rsid w:val="00C07780"/>
    <w:rsid w:val="00C10FA1"/>
    <w:rsid w:val="00C126E1"/>
    <w:rsid w:val="00C12862"/>
    <w:rsid w:val="00C129F1"/>
    <w:rsid w:val="00C12A78"/>
    <w:rsid w:val="00C12BEE"/>
    <w:rsid w:val="00C134FB"/>
    <w:rsid w:val="00C139E9"/>
    <w:rsid w:val="00C139ED"/>
    <w:rsid w:val="00C13CB7"/>
    <w:rsid w:val="00C14232"/>
    <w:rsid w:val="00C14537"/>
    <w:rsid w:val="00C15493"/>
    <w:rsid w:val="00C15661"/>
    <w:rsid w:val="00C1567E"/>
    <w:rsid w:val="00C16533"/>
    <w:rsid w:val="00C17352"/>
    <w:rsid w:val="00C178A4"/>
    <w:rsid w:val="00C17D4D"/>
    <w:rsid w:val="00C2072C"/>
    <w:rsid w:val="00C20C35"/>
    <w:rsid w:val="00C213A8"/>
    <w:rsid w:val="00C226F5"/>
    <w:rsid w:val="00C2279C"/>
    <w:rsid w:val="00C23743"/>
    <w:rsid w:val="00C23E31"/>
    <w:rsid w:val="00C242F0"/>
    <w:rsid w:val="00C24714"/>
    <w:rsid w:val="00C24FA1"/>
    <w:rsid w:val="00C27449"/>
    <w:rsid w:val="00C274B5"/>
    <w:rsid w:val="00C2760C"/>
    <w:rsid w:val="00C2771B"/>
    <w:rsid w:val="00C30523"/>
    <w:rsid w:val="00C31442"/>
    <w:rsid w:val="00C314B6"/>
    <w:rsid w:val="00C32691"/>
    <w:rsid w:val="00C32850"/>
    <w:rsid w:val="00C33716"/>
    <w:rsid w:val="00C33E61"/>
    <w:rsid w:val="00C344E6"/>
    <w:rsid w:val="00C347D1"/>
    <w:rsid w:val="00C34D9A"/>
    <w:rsid w:val="00C35CF3"/>
    <w:rsid w:val="00C36FC9"/>
    <w:rsid w:val="00C37C9B"/>
    <w:rsid w:val="00C40170"/>
    <w:rsid w:val="00C40517"/>
    <w:rsid w:val="00C407E1"/>
    <w:rsid w:val="00C4306F"/>
    <w:rsid w:val="00C430A5"/>
    <w:rsid w:val="00C437FA"/>
    <w:rsid w:val="00C44782"/>
    <w:rsid w:val="00C44B1A"/>
    <w:rsid w:val="00C44DDB"/>
    <w:rsid w:val="00C44EFA"/>
    <w:rsid w:val="00C45621"/>
    <w:rsid w:val="00C459E3"/>
    <w:rsid w:val="00C47367"/>
    <w:rsid w:val="00C47E7F"/>
    <w:rsid w:val="00C508F3"/>
    <w:rsid w:val="00C5157D"/>
    <w:rsid w:val="00C52B34"/>
    <w:rsid w:val="00C531E1"/>
    <w:rsid w:val="00C5429A"/>
    <w:rsid w:val="00C55533"/>
    <w:rsid w:val="00C556ED"/>
    <w:rsid w:val="00C56205"/>
    <w:rsid w:val="00C56459"/>
    <w:rsid w:val="00C570F3"/>
    <w:rsid w:val="00C606AD"/>
    <w:rsid w:val="00C60BBC"/>
    <w:rsid w:val="00C60C95"/>
    <w:rsid w:val="00C60E72"/>
    <w:rsid w:val="00C6224C"/>
    <w:rsid w:val="00C631D6"/>
    <w:rsid w:val="00C636A2"/>
    <w:rsid w:val="00C63C0C"/>
    <w:rsid w:val="00C63E1F"/>
    <w:rsid w:val="00C641B0"/>
    <w:rsid w:val="00C641EC"/>
    <w:rsid w:val="00C64373"/>
    <w:rsid w:val="00C649C2"/>
    <w:rsid w:val="00C64B67"/>
    <w:rsid w:val="00C64FE1"/>
    <w:rsid w:val="00C651B8"/>
    <w:rsid w:val="00C65AD5"/>
    <w:rsid w:val="00C65CC8"/>
    <w:rsid w:val="00C668B1"/>
    <w:rsid w:val="00C676D8"/>
    <w:rsid w:val="00C679BD"/>
    <w:rsid w:val="00C67E70"/>
    <w:rsid w:val="00C70CFC"/>
    <w:rsid w:val="00C70D95"/>
    <w:rsid w:val="00C70EA4"/>
    <w:rsid w:val="00C71549"/>
    <w:rsid w:val="00C71FA4"/>
    <w:rsid w:val="00C72D22"/>
    <w:rsid w:val="00C72F3A"/>
    <w:rsid w:val="00C72FAD"/>
    <w:rsid w:val="00C7347E"/>
    <w:rsid w:val="00C734ED"/>
    <w:rsid w:val="00C73A4D"/>
    <w:rsid w:val="00C73EB6"/>
    <w:rsid w:val="00C74F6C"/>
    <w:rsid w:val="00C752A4"/>
    <w:rsid w:val="00C76627"/>
    <w:rsid w:val="00C76A2C"/>
    <w:rsid w:val="00C76D4F"/>
    <w:rsid w:val="00C7712D"/>
    <w:rsid w:val="00C7716D"/>
    <w:rsid w:val="00C772E5"/>
    <w:rsid w:val="00C77416"/>
    <w:rsid w:val="00C77D7D"/>
    <w:rsid w:val="00C77E19"/>
    <w:rsid w:val="00C8043D"/>
    <w:rsid w:val="00C80CCA"/>
    <w:rsid w:val="00C81022"/>
    <w:rsid w:val="00C8120F"/>
    <w:rsid w:val="00C815F2"/>
    <w:rsid w:val="00C81BAE"/>
    <w:rsid w:val="00C81F8C"/>
    <w:rsid w:val="00C8262F"/>
    <w:rsid w:val="00C82B31"/>
    <w:rsid w:val="00C83C16"/>
    <w:rsid w:val="00C8402F"/>
    <w:rsid w:val="00C8569E"/>
    <w:rsid w:val="00C858CD"/>
    <w:rsid w:val="00C8628E"/>
    <w:rsid w:val="00C87321"/>
    <w:rsid w:val="00C90F9A"/>
    <w:rsid w:val="00C9118A"/>
    <w:rsid w:val="00C915F2"/>
    <w:rsid w:val="00C91691"/>
    <w:rsid w:val="00C91799"/>
    <w:rsid w:val="00C91D68"/>
    <w:rsid w:val="00C93491"/>
    <w:rsid w:val="00C94A25"/>
    <w:rsid w:val="00C95154"/>
    <w:rsid w:val="00C9685E"/>
    <w:rsid w:val="00C96AB2"/>
    <w:rsid w:val="00C973B0"/>
    <w:rsid w:val="00C9761E"/>
    <w:rsid w:val="00C9773D"/>
    <w:rsid w:val="00C9793D"/>
    <w:rsid w:val="00C97FC3"/>
    <w:rsid w:val="00CA004F"/>
    <w:rsid w:val="00CA0272"/>
    <w:rsid w:val="00CA02AC"/>
    <w:rsid w:val="00CA0330"/>
    <w:rsid w:val="00CA0BDA"/>
    <w:rsid w:val="00CA2807"/>
    <w:rsid w:val="00CA29D7"/>
    <w:rsid w:val="00CA2E0F"/>
    <w:rsid w:val="00CA3D34"/>
    <w:rsid w:val="00CA4081"/>
    <w:rsid w:val="00CA515D"/>
    <w:rsid w:val="00CA56B4"/>
    <w:rsid w:val="00CA5928"/>
    <w:rsid w:val="00CA6169"/>
    <w:rsid w:val="00CA63CA"/>
    <w:rsid w:val="00CA65E2"/>
    <w:rsid w:val="00CA68DD"/>
    <w:rsid w:val="00CA6D4D"/>
    <w:rsid w:val="00CA70F1"/>
    <w:rsid w:val="00CA7B98"/>
    <w:rsid w:val="00CA7E3D"/>
    <w:rsid w:val="00CB0E70"/>
    <w:rsid w:val="00CB1B34"/>
    <w:rsid w:val="00CB1BA6"/>
    <w:rsid w:val="00CB2DA4"/>
    <w:rsid w:val="00CB2E56"/>
    <w:rsid w:val="00CB35B6"/>
    <w:rsid w:val="00CB3A16"/>
    <w:rsid w:val="00CB3B8F"/>
    <w:rsid w:val="00CB43FB"/>
    <w:rsid w:val="00CB4B48"/>
    <w:rsid w:val="00CB51D9"/>
    <w:rsid w:val="00CB5666"/>
    <w:rsid w:val="00CB5861"/>
    <w:rsid w:val="00CB5B50"/>
    <w:rsid w:val="00CB62C4"/>
    <w:rsid w:val="00CB6673"/>
    <w:rsid w:val="00CB670C"/>
    <w:rsid w:val="00CB6995"/>
    <w:rsid w:val="00CB6C2E"/>
    <w:rsid w:val="00CB6EF7"/>
    <w:rsid w:val="00CB782A"/>
    <w:rsid w:val="00CB783B"/>
    <w:rsid w:val="00CB7F6B"/>
    <w:rsid w:val="00CB7FA4"/>
    <w:rsid w:val="00CC0136"/>
    <w:rsid w:val="00CC0665"/>
    <w:rsid w:val="00CC0D6B"/>
    <w:rsid w:val="00CC2061"/>
    <w:rsid w:val="00CC25D5"/>
    <w:rsid w:val="00CC3236"/>
    <w:rsid w:val="00CC34B8"/>
    <w:rsid w:val="00CC3A52"/>
    <w:rsid w:val="00CC3FA2"/>
    <w:rsid w:val="00CC72EE"/>
    <w:rsid w:val="00CC7B70"/>
    <w:rsid w:val="00CC7D24"/>
    <w:rsid w:val="00CD048C"/>
    <w:rsid w:val="00CD06F4"/>
    <w:rsid w:val="00CD089B"/>
    <w:rsid w:val="00CD0C3F"/>
    <w:rsid w:val="00CD0EFB"/>
    <w:rsid w:val="00CD17DC"/>
    <w:rsid w:val="00CD192A"/>
    <w:rsid w:val="00CD1B2C"/>
    <w:rsid w:val="00CD1ED6"/>
    <w:rsid w:val="00CD34E9"/>
    <w:rsid w:val="00CD38B2"/>
    <w:rsid w:val="00CD3B43"/>
    <w:rsid w:val="00CD3BDE"/>
    <w:rsid w:val="00CD4722"/>
    <w:rsid w:val="00CD5953"/>
    <w:rsid w:val="00CD59D3"/>
    <w:rsid w:val="00CD69CE"/>
    <w:rsid w:val="00CD72F5"/>
    <w:rsid w:val="00CE0756"/>
    <w:rsid w:val="00CE08EC"/>
    <w:rsid w:val="00CE0B96"/>
    <w:rsid w:val="00CE106B"/>
    <w:rsid w:val="00CE1B31"/>
    <w:rsid w:val="00CE2323"/>
    <w:rsid w:val="00CE2572"/>
    <w:rsid w:val="00CE283B"/>
    <w:rsid w:val="00CE2A9C"/>
    <w:rsid w:val="00CE4213"/>
    <w:rsid w:val="00CE4558"/>
    <w:rsid w:val="00CE4A57"/>
    <w:rsid w:val="00CE50D9"/>
    <w:rsid w:val="00CE654E"/>
    <w:rsid w:val="00CE6990"/>
    <w:rsid w:val="00CE6BA1"/>
    <w:rsid w:val="00CF0991"/>
    <w:rsid w:val="00CF2D8D"/>
    <w:rsid w:val="00CF3322"/>
    <w:rsid w:val="00CF35B2"/>
    <w:rsid w:val="00CF3943"/>
    <w:rsid w:val="00CF42A6"/>
    <w:rsid w:val="00CF465C"/>
    <w:rsid w:val="00CF477C"/>
    <w:rsid w:val="00CF51AC"/>
    <w:rsid w:val="00CF53EE"/>
    <w:rsid w:val="00CF5771"/>
    <w:rsid w:val="00CF57CF"/>
    <w:rsid w:val="00CF64EC"/>
    <w:rsid w:val="00CF6D82"/>
    <w:rsid w:val="00CF70FB"/>
    <w:rsid w:val="00CF712C"/>
    <w:rsid w:val="00CF7F62"/>
    <w:rsid w:val="00D0002C"/>
    <w:rsid w:val="00D0039B"/>
    <w:rsid w:val="00D011F7"/>
    <w:rsid w:val="00D0206E"/>
    <w:rsid w:val="00D0233E"/>
    <w:rsid w:val="00D02521"/>
    <w:rsid w:val="00D025DF"/>
    <w:rsid w:val="00D0269A"/>
    <w:rsid w:val="00D027FF"/>
    <w:rsid w:val="00D032BD"/>
    <w:rsid w:val="00D037E5"/>
    <w:rsid w:val="00D03D68"/>
    <w:rsid w:val="00D047D0"/>
    <w:rsid w:val="00D04C3F"/>
    <w:rsid w:val="00D05FAA"/>
    <w:rsid w:val="00D06E1C"/>
    <w:rsid w:val="00D06F3A"/>
    <w:rsid w:val="00D078C9"/>
    <w:rsid w:val="00D1014E"/>
    <w:rsid w:val="00D109A3"/>
    <w:rsid w:val="00D10AC7"/>
    <w:rsid w:val="00D10CD3"/>
    <w:rsid w:val="00D12055"/>
    <w:rsid w:val="00D1206A"/>
    <w:rsid w:val="00D12C43"/>
    <w:rsid w:val="00D132ED"/>
    <w:rsid w:val="00D15185"/>
    <w:rsid w:val="00D16170"/>
    <w:rsid w:val="00D16ED8"/>
    <w:rsid w:val="00D174CB"/>
    <w:rsid w:val="00D176D3"/>
    <w:rsid w:val="00D20E84"/>
    <w:rsid w:val="00D21692"/>
    <w:rsid w:val="00D21A10"/>
    <w:rsid w:val="00D21CC6"/>
    <w:rsid w:val="00D228B7"/>
    <w:rsid w:val="00D2297E"/>
    <w:rsid w:val="00D22A13"/>
    <w:rsid w:val="00D241B8"/>
    <w:rsid w:val="00D2420F"/>
    <w:rsid w:val="00D24E28"/>
    <w:rsid w:val="00D24E33"/>
    <w:rsid w:val="00D259A8"/>
    <w:rsid w:val="00D25CD1"/>
    <w:rsid w:val="00D25E0B"/>
    <w:rsid w:val="00D2644C"/>
    <w:rsid w:val="00D26700"/>
    <w:rsid w:val="00D2690F"/>
    <w:rsid w:val="00D26B9B"/>
    <w:rsid w:val="00D2746D"/>
    <w:rsid w:val="00D30361"/>
    <w:rsid w:val="00D307B9"/>
    <w:rsid w:val="00D30B32"/>
    <w:rsid w:val="00D324EC"/>
    <w:rsid w:val="00D327ED"/>
    <w:rsid w:val="00D32A55"/>
    <w:rsid w:val="00D33EFB"/>
    <w:rsid w:val="00D36221"/>
    <w:rsid w:val="00D3659A"/>
    <w:rsid w:val="00D36A3F"/>
    <w:rsid w:val="00D36E71"/>
    <w:rsid w:val="00D3706F"/>
    <w:rsid w:val="00D370F4"/>
    <w:rsid w:val="00D40727"/>
    <w:rsid w:val="00D409CA"/>
    <w:rsid w:val="00D42084"/>
    <w:rsid w:val="00D4288F"/>
    <w:rsid w:val="00D42CDD"/>
    <w:rsid w:val="00D431E5"/>
    <w:rsid w:val="00D43B2C"/>
    <w:rsid w:val="00D44B2C"/>
    <w:rsid w:val="00D44BC2"/>
    <w:rsid w:val="00D46118"/>
    <w:rsid w:val="00D4772B"/>
    <w:rsid w:val="00D478C1"/>
    <w:rsid w:val="00D501F9"/>
    <w:rsid w:val="00D50492"/>
    <w:rsid w:val="00D5050E"/>
    <w:rsid w:val="00D50AF1"/>
    <w:rsid w:val="00D523E2"/>
    <w:rsid w:val="00D531A5"/>
    <w:rsid w:val="00D543DC"/>
    <w:rsid w:val="00D54E53"/>
    <w:rsid w:val="00D55121"/>
    <w:rsid w:val="00D55139"/>
    <w:rsid w:val="00D55302"/>
    <w:rsid w:val="00D556FA"/>
    <w:rsid w:val="00D562E0"/>
    <w:rsid w:val="00D5639D"/>
    <w:rsid w:val="00D56540"/>
    <w:rsid w:val="00D566E7"/>
    <w:rsid w:val="00D56BF2"/>
    <w:rsid w:val="00D56E36"/>
    <w:rsid w:val="00D5720E"/>
    <w:rsid w:val="00D575AC"/>
    <w:rsid w:val="00D60BBD"/>
    <w:rsid w:val="00D6273C"/>
    <w:rsid w:val="00D63336"/>
    <w:rsid w:val="00D63EFD"/>
    <w:rsid w:val="00D64941"/>
    <w:rsid w:val="00D6535E"/>
    <w:rsid w:val="00D658FF"/>
    <w:rsid w:val="00D65C0C"/>
    <w:rsid w:val="00D65C20"/>
    <w:rsid w:val="00D65DED"/>
    <w:rsid w:val="00D664EB"/>
    <w:rsid w:val="00D675FB"/>
    <w:rsid w:val="00D67809"/>
    <w:rsid w:val="00D702A9"/>
    <w:rsid w:val="00D70618"/>
    <w:rsid w:val="00D71A5F"/>
    <w:rsid w:val="00D7208B"/>
    <w:rsid w:val="00D72111"/>
    <w:rsid w:val="00D72D4B"/>
    <w:rsid w:val="00D73065"/>
    <w:rsid w:val="00D73B1E"/>
    <w:rsid w:val="00D7500B"/>
    <w:rsid w:val="00D7503A"/>
    <w:rsid w:val="00D751A7"/>
    <w:rsid w:val="00D7595F"/>
    <w:rsid w:val="00D75BA4"/>
    <w:rsid w:val="00D769C8"/>
    <w:rsid w:val="00D76F13"/>
    <w:rsid w:val="00D775CF"/>
    <w:rsid w:val="00D77A52"/>
    <w:rsid w:val="00D8048F"/>
    <w:rsid w:val="00D8078A"/>
    <w:rsid w:val="00D81469"/>
    <w:rsid w:val="00D814A2"/>
    <w:rsid w:val="00D81D47"/>
    <w:rsid w:val="00D81D5C"/>
    <w:rsid w:val="00D822B5"/>
    <w:rsid w:val="00D833A3"/>
    <w:rsid w:val="00D83F73"/>
    <w:rsid w:val="00D84E04"/>
    <w:rsid w:val="00D84FE1"/>
    <w:rsid w:val="00D85768"/>
    <w:rsid w:val="00D874DC"/>
    <w:rsid w:val="00D878CF"/>
    <w:rsid w:val="00D9136B"/>
    <w:rsid w:val="00D917EA"/>
    <w:rsid w:val="00D92B07"/>
    <w:rsid w:val="00D92B10"/>
    <w:rsid w:val="00D92C37"/>
    <w:rsid w:val="00D92C4E"/>
    <w:rsid w:val="00D92C7A"/>
    <w:rsid w:val="00D9303D"/>
    <w:rsid w:val="00D93882"/>
    <w:rsid w:val="00D93AB2"/>
    <w:rsid w:val="00D93F14"/>
    <w:rsid w:val="00D943DE"/>
    <w:rsid w:val="00D946A7"/>
    <w:rsid w:val="00D95020"/>
    <w:rsid w:val="00D95DF2"/>
    <w:rsid w:val="00D96861"/>
    <w:rsid w:val="00D96C3C"/>
    <w:rsid w:val="00D96C9C"/>
    <w:rsid w:val="00D96D59"/>
    <w:rsid w:val="00D970ED"/>
    <w:rsid w:val="00DA00B4"/>
    <w:rsid w:val="00DA0451"/>
    <w:rsid w:val="00DA0750"/>
    <w:rsid w:val="00DA0CAC"/>
    <w:rsid w:val="00DA0D9E"/>
    <w:rsid w:val="00DA1EE3"/>
    <w:rsid w:val="00DA3BFA"/>
    <w:rsid w:val="00DA4DD2"/>
    <w:rsid w:val="00DA4EE1"/>
    <w:rsid w:val="00DA5313"/>
    <w:rsid w:val="00DA57A4"/>
    <w:rsid w:val="00DA583C"/>
    <w:rsid w:val="00DA58CA"/>
    <w:rsid w:val="00DA658F"/>
    <w:rsid w:val="00DA675E"/>
    <w:rsid w:val="00DA6A66"/>
    <w:rsid w:val="00DA72C6"/>
    <w:rsid w:val="00DA764C"/>
    <w:rsid w:val="00DA7ABB"/>
    <w:rsid w:val="00DB02D6"/>
    <w:rsid w:val="00DB0368"/>
    <w:rsid w:val="00DB039E"/>
    <w:rsid w:val="00DB05A8"/>
    <w:rsid w:val="00DB14FE"/>
    <w:rsid w:val="00DB2365"/>
    <w:rsid w:val="00DB2F9F"/>
    <w:rsid w:val="00DB32C4"/>
    <w:rsid w:val="00DB4CA2"/>
    <w:rsid w:val="00DB51A9"/>
    <w:rsid w:val="00DB567C"/>
    <w:rsid w:val="00DB604B"/>
    <w:rsid w:val="00DB7155"/>
    <w:rsid w:val="00DB71D3"/>
    <w:rsid w:val="00DC1293"/>
    <w:rsid w:val="00DC2ECA"/>
    <w:rsid w:val="00DC350F"/>
    <w:rsid w:val="00DC38A9"/>
    <w:rsid w:val="00DC41D8"/>
    <w:rsid w:val="00DC4A73"/>
    <w:rsid w:val="00DC4CC4"/>
    <w:rsid w:val="00DC4E0E"/>
    <w:rsid w:val="00DC5B14"/>
    <w:rsid w:val="00DC5BAD"/>
    <w:rsid w:val="00DC64AA"/>
    <w:rsid w:val="00DC68D9"/>
    <w:rsid w:val="00DC70B7"/>
    <w:rsid w:val="00DC7A92"/>
    <w:rsid w:val="00DC7E25"/>
    <w:rsid w:val="00DD017C"/>
    <w:rsid w:val="00DD0211"/>
    <w:rsid w:val="00DD046F"/>
    <w:rsid w:val="00DD0A88"/>
    <w:rsid w:val="00DD0AA8"/>
    <w:rsid w:val="00DD0FA2"/>
    <w:rsid w:val="00DD1AFF"/>
    <w:rsid w:val="00DD27BF"/>
    <w:rsid w:val="00DD3952"/>
    <w:rsid w:val="00DD43C7"/>
    <w:rsid w:val="00DD43D6"/>
    <w:rsid w:val="00DD5352"/>
    <w:rsid w:val="00DD566B"/>
    <w:rsid w:val="00DD575D"/>
    <w:rsid w:val="00DD5AB8"/>
    <w:rsid w:val="00DD676D"/>
    <w:rsid w:val="00DE092E"/>
    <w:rsid w:val="00DE1634"/>
    <w:rsid w:val="00DE1DA0"/>
    <w:rsid w:val="00DE232A"/>
    <w:rsid w:val="00DE256F"/>
    <w:rsid w:val="00DE37E0"/>
    <w:rsid w:val="00DE3C3A"/>
    <w:rsid w:val="00DE5436"/>
    <w:rsid w:val="00DE65C7"/>
    <w:rsid w:val="00DE76FA"/>
    <w:rsid w:val="00DF0415"/>
    <w:rsid w:val="00DF1376"/>
    <w:rsid w:val="00DF1FEE"/>
    <w:rsid w:val="00DF219B"/>
    <w:rsid w:val="00DF3000"/>
    <w:rsid w:val="00DF4ED5"/>
    <w:rsid w:val="00DF514D"/>
    <w:rsid w:val="00DF554B"/>
    <w:rsid w:val="00DF584A"/>
    <w:rsid w:val="00DF678E"/>
    <w:rsid w:val="00DF6D0E"/>
    <w:rsid w:val="00DF6EFB"/>
    <w:rsid w:val="00DF766E"/>
    <w:rsid w:val="00E00383"/>
    <w:rsid w:val="00E00C26"/>
    <w:rsid w:val="00E01DFF"/>
    <w:rsid w:val="00E01F3D"/>
    <w:rsid w:val="00E0407C"/>
    <w:rsid w:val="00E04535"/>
    <w:rsid w:val="00E04803"/>
    <w:rsid w:val="00E0559D"/>
    <w:rsid w:val="00E05BAF"/>
    <w:rsid w:val="00E06299"/>
    <w:rsid w:val="00E06764"/>
    <w:rsid w:val="00E06769"/>
    <w:rsid w:val="00E07522"/>
    <w:rsid w:val="00E0793C"/>
    <w:rsid w:val="00E12066"/>
    <w:rsid w:val="00E12E56"/>
    <w:rsid w:val="00E1355B"/>
    <w:rsid w:val="00E1370D"/>
    <w:rsid w:val="00E13988"/>
    <w:rsid w:val="00E139E4"/>
    <w:rsid w:val="00E13ABF"/>
    <w:rsid w:val="00E147B5"/>
    <w:rsid w:val="00E14E29"/>
    <w:rsid w:val="00E15BBD"/>
    <w:rsid w:val="00E15C63"/>
    <w:rsid w:val="00E17521"/>
    <w:rsid w:val="00E17702"/>
    <w:rsid w:val="00E202AC"/>
    <w:rsid w:val="00E204FC"/>
    <w:rsid w:val="00E20B22"/>
    <w:rsid w:val="00E21469"/>
    <w:rsid w:val="00E21EC0"/>
    <w:rsid w:val="00E21F55"/>
    <w:rsid w:val="00E22B72"/>
    <w:rsid w:val="00E22F13"/>
    <w:rsid w:val="00E24F52"/>
    <w:rsid w:val="00E258DC"/>
    <w:rsid w:val="00E265F1"/>
    <w:rsid w:val="00E26775"/>
    <w:rsid w:val="00E26795"/>
    <w:rsid w:val="00E26E95"/>
    <w:rsid w:val="00E2755F"/>
    <w:rsid w:val="00E27E99"/>
    <w:rsid w:val="00E27ED1"/>
    <w:rsid w:val="00E27F13"/>
    <w:rsid w:val="00E302AF"/>
    <w:rsid w:val="00E31A3E"/>
    <w:rsid w:val="00E32657"/>
    <w:rsid w:val="00E326E7"/>
    <w:rsid w:val="00E32E2D"/>
    <w:rsid w:val="00E338A7"/>
    <w:rsid w:val="00E33986"/>
    <w:rsid w:val="00E33E43"/>
    <w:rsid w:val="00E342B4"/>
    <w:rsid w:val="00E35546"/>
    <w:rsid w:val="00E356AE"/>
    <w:rsid w:val="00E35C75"/>
    <w:rsid w:val="00E3625F"/>
    <w:rsid w:val="00E369EA"/>
    <w:rsid w:val="00E37327"/>
    <w:rsid w:val="00E40438"/>
    <w:rsid w:val="00E41B22"/>
    <w:rsid w:val="00E41BFD"/>
    <w:rsid w:val="00E428A8"/>
    <w:rsid w:val="00E42F9C"/>
    <w:rsid w:val="00E43E87"/>
    <w:rsid w:val="00E43F84"/>
    <w:rsid w:val="00E44E92"/>
    <w:rsid w:val="00E455F0"/>
    <w:rsid w:val="00E456F3"/>
    <w:rsid w:val="00E45A31"/>
    <w:rsid w:val="00E45BEC"/>
    <w:rsid w:val="00E45C4E"/>
    <w:rsid w:val="00E46323"/>
    <w:rsid w:val="00E471B0"/>
    <w:rsid w:val="00E476C6"/>
    <w:rsid w:val="00E4782D"/>
    <w:rsid w:val="00E47987"/>
    <w:rsid w:val="00E50A58"/>
    <w:rsid w:val="00E50B95"/>
    <w:rsid w:val="00E50DD4"/>
    <w:rsid w:val="00E514F9"/>
    <w:rsid w:val="00E52326"/>
    <w:rsid w:val="00E53221"/>
    <w:rsid w:val="00E538F9"/>
    <w:rsid w:val="00E53E0C"/>
    <w:rsid w:val="00E542A6"/>
    <w:rsid w:val="00E54A28"/>
    <w:rsid w:val="00E557AB"/>
    <w:rsid w:val="00E55C8A"/>
    <w:rsid w:val="00E562D3"/>
    <w:rsid w:val="00E56EEA"/>
    <w:rsid w:val="00E5700A"/>
    <w:rsid w:val="00E57027"/>
    <w:rsid w:val="00E57195"/>
    <w:rsid w:val="00E57426"/>
    <w:rsid w:val="00E5745B"/>
    <w:rsid w:val="00E57C07"/>
    <w:rsid w:val="00E57F90"/>
    <w:rsid w:val="00E6050D"/>
    <w:rsid w:val="00E60D55"/>
    <w:rsid w:val="00E60E01"/>
    <w:rsid w:val="00E60E9D"/>
    <w:rsid w:val="00E61345"/>
    <w:rsid w:val="00E61412"/>
    <w:rsid w:val="00E61963"/>
    <w:rsid w:val="00E61CF2"/>
    <w:rsid w:val="00E620F0"/>
    <w:rsid w:val="00E63526"/>
    <w:rsid w:val="00E63684"/>
    <w:rsid w:val="00E64387"/>
    <w:rsid w:val="00E649DF"/>
    <w:rsid w:val="00E64E03"/>
    <w:rsid w:val="00E65CF2"/>
    <w:rsid w:val="00E66642"/>
    <w:rsid w:val="00E66892"/>
    <w:rsid w:val="00E67E9D"/>
    <w:rsid w:val="00E67F0A"/>
    <w:rsid w:val="00E70177"/>
    <w:rsid w:val="00E72168"/>
    <w:rsid w:val="00E72B1A"/>
    <w:rsid w:val="00E72D66"/>
    <w:rsid w:val="00E72EFE"/>
    <w:rsid w:val="00E73212"/>
    <w:rsid w:val="00E73B23"/>
    <w:rsid w:val="00E74159"/>
    <w:rsid w:val="00E7421A"/>
    <w:rsid w:val="00E74538"/>
    <w:rsid w:val="00E74AD1"/>
    <w:rsid w:val="00E74CC2"/>
    <w:rsid w:val="00E74CD0"/>
    <w:rsid w:val="00E74FFC"/>
    <w:rsid w:val="00E770BE"/>
    <w:rsid w:val="00E77824"/>
    <w:rsid w:val="00E801C4"/>
    <w:rsid w:val="00E8391B"/>
    <w:rsid w:val="00E848A1"/>
    <w:rsid w:val="00E84CFB"/>
    <w:rsid w:val="00E8505A"/>
    <w:rsid w:val="00E853D5"/>
    <w:rsid w:val="00E85550"/>
    <w:rsid w:val="00E86412"/>
    <w:rsid w:val="00E87AB5"/>
    <w:rsid w:val="00E90348"/>
    <w:rsid w:val="00E90C70"/>
    <w:rsid w:val="00E91BD3"/>
    <w:rsid w:val="00E921E2"/>
    <w:rsid w:val="00E92269"/>
    <w:rsid w:val="00E9349D"/>
    <w:rsid w:val="00E935F9"/>
    <w:rsid w:val="00E93756"/>
    <w:rsid w:val="00E938C6"/>
    <w:rsid w:val="00E93C78"/>
    <w:rsid w:val="00E957A8"/>
    <w:rsid w:val="00E95DAE"/>
    <w:rsid w:val="00E96318"/>
    <w:rsid w:val="00E969FC"/>
    <w:rsid w:val="00E97AFA"/>
    <w:rsid w:val="00EA1C7B"/>
    <w:rsid w:val="00EA2AF1"/>
    <w:rsid w:val="00EA2E3F"/>
    <w:rsid w:val="00EA2E8C"/>
    <w:rsid w:val="00EA30A1"/>
    <w:rsid w:val="00EA36B9"/>
    <w:rsid w:val="00EA3DCB"/>
    <w:rsid w:val="00EA5067"/>
    <w:rsid w:val="00EA5AA2"/>
    <w:rsid w:val="00EA5ED8"/>
    <w:rsid w:val="00EA61F4"/>
    <w:rsid w:val="00EA6BB9"/>
    <w:rsid w:val="00EA7EFF"/>
    <w:rsid w:val="00EB0668"/>
    <w:rsid w:val="00EB17D9"/>
    <w:rsid w:val="00EB27DE"/>
    <w:rsid w:val="00EB282F"/>
    <w:rsid w:val="00EB2CF2"/>
    <w:rsid w:val="00EB3007"/>
    <w:rsid w:val="00EB4514"/>
    <w:rsid w:val="00EB459F"/>
    <w:rsid w:val="00EB49F6"/>
    <w:rsid w:val="00EB4A3C"/>
    <w:rsid w:val="00EB4AC4"/>
    <w:rsid w:val="00EB4C03"/>
    <w:rsid w:val="00EB50D1"/>
    <w:rsid w:val="00EB5C28"/>
    <w:rsid w:val="00EB7999"/>
    <w:rsid w:val="00EC00FF"/>
    <w:rsid w:val="00EC14D9"/>
    <w:rsid w:val="00EC1A3D"/>
    <w:rsid w:val="00EC213F"/>
    <w:rsid w:val="00EC2372"/>
    <w:rsid w:val="00EC2FDB"/>
    <w:rsid w:val="00EC2FE5"/>
    <w:rsid w:val="00EC3158"/>
    <w:rsid w:val="00EC32C7"/>
    <w:rsid w:val="00EC48FE"/>
    <w:rsid w:val="00EC4C6A"/>
    <w:rsid w:val="00EC4CD5"/>
    <w:rsid w:val="00EC5F9A"/>
    <w:rsid w:val="00EC6296"/>
    <w:rsid w:val="00EC6558"/>
    <w:rsid w:val="00EC6A19"/>
    <w:rsid w:val="00EC7C7E"/>
    <w:rsid w:val="00ED124E"/>
    <w:rsid w:val="00ED3D65"/>
    <w:rsid w:val="00ED43AF"/>
    <w:rsid w:val="00ED4B2F"/>
    <w:rsid w:val="00ED4CA2"/>
    <w:rsid w:val="00ED60A1"/>
    <w:rsid w:val="00ED668A"/>
    <w:rsid w:val="00ED6ABD"/>
    <w:rsid w:val="00ED6F49"/>
    <w:rsid w:val="00ED7793"/>
    <w:rsid w:val="00ED79D9"/>
    <w:rsid w:val="00ED7DE4"/>
    <w:rsid w:val="00EE0093"/>
    <w:rsid w:val="00EE0391"/>
    <w:rsid w:val="00EE03CB"/>
    <w:rsid w:val="00EE03F6"/>
    <w:rsid w:val="00EE0559"/>
    <w:rsid w:val="00EE0E14"/>
    <w:rsid w:val="00EE161A"/>
    <w:rsid w:val="00EE204E"/>
    <w:rsid w:val="00EE2445"/>
    <w:rsid w:val="00EE32F3"/>
    <w:rsid w:val="00EE38D5"/>
    <w:rsid w:val="00EE3A53"/>
    <w:rsid w:val="00EE4412"/>
    <w:rsid w:val="00EE4FCC"/>
    <w:rsid w:val="00EE524D"/>
    <w:rsid w:val="00EE5566"/>
    <w:rsid w:val="00EE5AC1"/>
    <w:rsid w:val="00EE5E09"/>
    <w:rsid w:val="00EE7560"/>
    <w:rsid w:val="00EE7D29"/>
    <w:rsid w:val="00EE7D70"/>
    <w:rsid w:val="00EF01CE"/>
    <w:rsid w:val="00EF2008"/>
    <w:rsid w:val="00EF3845"/>
    <w:rsid w:val="00EF4472"/>
    <w:rsid w:val="00EF4A0B"/>
    <w:rsid w:val="00EF4FCB"/>
    <w:rsid w:val="00EF5063"/>
    <w:rsid w:val="00EF5D76"/>
    <w:rsid w:val="00EF6298"/>
    <w:rsid w:val="00EF6954"/>
    <w:rsid w:val="00EF78D5"/>
    <w:rsid w:val="00EF7FD4"/>
    <w:rsid w:val="00F00F08"/>
    <w:rsid w:val="00F01713"/>
    <w:rsid w:val="00F01BCA"/>
    <w:rsid w:val="00F0215D"/>
    <w:rsid w:val="00F024CE"/>
    <w:rsid w:val="00F026D1"/>
    <w:rsid w:val="00F03469"/>
    <w:rsid w:val="00F0349D"/>
    <w:rsid w:val="00F03C83"/>
    <w:rsid w:val="00F03CE0"/>
    <w:rsid w:val="00F04262"/>
    <w:rsid w:val="00F0427C"/>
    <w:rsid w:val="00F0465E"/>
    <w:rsid w:val="00F04D7C"/>
    <w:rsid w:val="00F06175"/>
    <w:rsid w:val="00F06250"/>
    <w:rsid w:val="00F06A1A"/>
    <w:rsid w:val="00F06DAD"/>
    <w:rsid w:val="00F06EA1"/>
    <w:rsid w:val="00F10085"/>
    <w:rsid w:val="00F1058D"/>
    <w:rsid w:val="00F105C7"/>
    <w:rsid w:val="00F11194"/>
    <w:rsid w:val="00F114DB"/>
    <w:rsid w:val="00F1173A"/>
    <w:rsid w:val="00F11D31"/>
    <w:rsid w:val="00F1256B"/>
    <w:rsid w:val="00F136F2"/>
    <w:rsid w:val="00F13A47"/>
    <w:rsid w:val="00F142F2"/>
    <w:rsid w:val="00F15C30"/>
    <w:rsid w:val="00F16EE4"/>
    <w:rsid w:val="00F1768A"/>
    <w:rsid w:val="00F176CB"/>
    <w:rsid w:val="00F17FE4"/>
    <w:rsid w:val="00F20AAF"/>
    <w:rsid w:val="00F20B99"/>
    <w:rsid w:val="00F20EA6"/>
    <w:rsid w:val="00F215ED"/>
    <w:rsid w:val="00F2286A"/>
    <w:rsid w:val="00F2289C"/>
    <w:rsid w:val="00F22A73"/>
    <w:rsid w:val="00F23D3D"/>
    <w:rsid w:val="00F23D4D"/>
    <w:rsid w:val="00F23EB3"/>
    <w:rsid w:val="00F241C9"/>
    <w:rsid w:val="00F2422A"/>
    <w:rsid w:val="00F247E1"/>
    <w:rsid w:val="00F2497D"/>
    <w:rsid w:val="00F24CA0"/>
    <w:rsid w:val="00F24DD2"/>
    <w:rsid w:val="00F250EB"/>
    <w:rsid w:val="00F252C9"/>
    <w:rsid w:val="00F2641F"/>
    <w:rsid w:val="00F26971"/>
    <w:rsid w:val="00F26DC7"/>
    <w:rsid w:val="00F276C7"/>
    <w:rsid w:val="00F30966"/>
    <w:rsid w:val="00F31450"/>
    <w:rsid w:val="00F31694"/>
    <w:rsid w:val="00F323F1"/>
    <w:rsid w:val="00F3292F"/>
    <w:rsid w:val="00F33892"/>
    <w:rsid w:val="00F3402A"/>
    <w:rsid w:val="00F35713"/>
    <w:rsid w:val="00F368F9"/>
    <w:rsid w:val="00F36A90"/>
    <w:rsid w:val="00F37859"/>
    <w:rsid w:val="00F37E8E"/>
    <w:rsid w:val="00F4094C"/>
    <w:rsid w:val="00F40A74"/>
    <w:rsid w:val="00F4122E"/>
    <w:rsid w:val="00F41431"/>
    <w:rsid w:val="00F41630"/>
    <w:rsid w:val="00F416CB"/>
    <w:rsid w:val="00F4174F"/>
    <w:rsid w:val="00F417D8"/>
    <w:rsid w:val="00F4188B"/>
    <w:rsid w:val="00F419F8"/>
    <w:rsid w:val="00F41CF1"/>
    <w:rsid w:val="00F426D9"/>
    <w:rsid w:val="00F42FB9"/>
    <w:rsid w:val="00F43926"/>
    <w:rsid w:val="00F44CBE"/>
    <w:rsid w:val="00F44CCD"/>
    <w:rsid w:val="00F44D0B"/>
    <w:rsid w:val="00F4597F"/>
    <w:rsid w:val="00F459EC"/>
    <w:rsid w:val="00F45B8A"/>
    <w:rsid w:val="00F46610"/>
    <w:rsid w:val="00F46945"/>
    <w:rsid w:val="00F469F1"/>
    <w:rsid w:val="00F46D3B"/>
    <w:rsid w:val="00F4772C"/>
    <w:rsid w:val="00F477B0"/>
    <w:rsid w:val="00F50AE9"/>
    <w:rsid w:val="00F50DDF"/>
    <w:rsid w:val="00F50EA2"/>
    <w:rsid w:val="00F514F5"/>
    <w:rsid w:val="00F519A9"/>
    <w:rsid w:val="00F51E74"/>
    <w:rsid w:val="00F51F1A"/>
    <w:rsid w:val="00F51F64"/>
    <w:rsid w:val="00F52753"/>
    <w:rsid w:val="00F530D1"/>
    <w:rsid w:val="00F530E0"/>
    <w:rsid w:val="00F53439"/>
    <w:rsid w:val="00F53595"/>
    <w:rsid w:val="00F539B5"/>
    <w:rsid w:val="00F54C6D"/>
    <w:rsid w:val="00F54F98"/>
    <w:rsid w:val="00F550A7"/>
    <w:rsid w:val="00F55BFA"/>
    <w:rsid w:val="00F576E8"/>
    <w:rsid w:val="00F616E1"/>
    <w:rsid w:val="00F62E8F"/>
    <w:rsid w:val="00F62FDE"/>
    <w:rsid w:val="00F6303E"/>
    <w:rsid w:val="00F633D4"/>
    <w:rsid w:val="00F654F3"/>
    <w:rsid w:val="00F655BF"/>
    <w:rsid w:val="00F659B5"/>
    <w:rsid w:val="00F65C18"/>
    <w:rsid w:val="00F65C8F"/>
    <w:rsid w:val="00F6745C"/>
    <w:rsid w:val="00F67618"/>
    <w:rsid w:val="00F67831"/>
    <w:rsid w:val="00F70396"/>
    <w:rsid w:val="00F70AB2"/>
    <w:rsid w:val="00F71606"/>
    <w:rsid w:val="00F72D4E"/>
    <w:rsid w:val="00F72F1A"/>
    <w:rsid w:val="00F72F6A"/>
    <w:rsid w:val="00F73154"/>
    <w:rsid w:val="00F741D3"/>
    <w:rsid w:val="00F7523A"/>
    <w:rsid w:val="00F769F3"/>
    <w:rsid w:val="00F76CC8"/>
    <w:rsid w:val="00F77313"/>
    <w:rsid w:val="00F80AF9"/>
    <w:rsid w:val="00F8194C"/>
    <w:rsid w:val="00F81FA4"/>
    <w:rsid w:val="00F82385"/>
    <w:rsid w:val="00F82982"/>
    <w:rsid w:val="00F83476"/>
    <w:rsid w:val="00F83E3C"/>
    <w:rsid w:val="00F83F82"/>
    <w:rsid w:val="00F8586B"/>
    <w:rsid w:val="00F85AF4"/>
    <w:rsid w:val="00F86440"/>
    <w:rsid w:val="00F8669B"/>
    <w:rsid w:val="00F86822"/>
    <w:rsid w:val="00F869F5"/>
    <w:rsid w:val="00F9002C"/>
    <w:rsid w:val="00F90A58"/>
    <w:rsid w:val="00F920BA"/>
    <w:rsid w:val="00F933CA"/>
    <w:rsid w:val="00F93C04"/>
    <w:rsid w:val="00F93DFD"/>
    <w:rsid w:val="00F952E8"/>
    <w:rsid w:val="00F95ED2"/>
    <w:rsid w:val="00F963CA"/>
    <w:rsid w:val="00F96610"/>
    <w:rsid w:val="00F96985"/>
    <w:rsid w:val="00F978D6"/>
    <w:rsid w:val="00F97B12"/>
    <w:rsid w:val="00FA0DD0"/>
    <w:rsid w:val="00FA1326"/>
    <w:rsid w:val="00FA2D37"/>
    <w:rsid w:val="00FA4781"/>
    <w:rsid w:val="00FA54AE"/>
    <w:rsid w:val="00FA595F"/>
    <w:rsid w:val="00FA6858"/>
    <w:rsid w:val="00FA70EA"/>
    <w:rsid w:val="00FA79B4"/>
    <w:rsid w:val="00FB0ABC"/>
    <w:rsid w:val="00FB1463"/>
    <w:rsid w:val="00FB14E7"/>
    <w:rsid w:val="00FB1BDC"/>
    <w:rsid w:val="00FB2042"/>
    <w:rsid w:val="00FB2756"/>
    <w:rsid w:val="00FB3074"/>
    <w:rsid w:val="00FB3685"/>
    <w:rsid w:val="00FB3FAB"/>
    <w:rsid w:val="00FB47F6"/>
    <w:rsid w:val="00FB4AEA"/>
    <w:rsid w:val="00FB4C57"/>
    <w:rsid w:val="00FB4F51"/>
    <w:rsid w:val="00FB560E"/>
    <w:rsid w:val="00FB571D"/>
    <w:rsid w:val="00FB5EB0"/>
    <w:rsid w:val="00FB6799"/>
    <w:rsid w:val="00FB67AC"/>
    <w:rsid w:val="00FB6C83"/>
    <w:rsid w:val="00FB6EC1"/>
    <w:rsid w:val="00FB7203"/>
    <w:rsid w:val="00FB75DB"/>
    <w:rsid w:val="00FC0359"/>
    <w:rsid w:val="00FC0707"/>
    <w:rsid w:val="00FC0EEC"/>
    <w:rsid w:val="00FC1DF4"/>
    <w:rsid w:val="00FC25DE"/>
    <w:rsid w:val="00FC2A9E"/>
    <w:rsid w:val="00FC2B60"/>
    <w:rsid w:val="00FC32DD"/>
    <w:rsid w:val="00FC493B"/>
    <w:rsid w:val="00FC5805"/>
    <w:rsid w:val="00FC66DB"/>
    <w:rsid w:val="00FC73E3"/>
    <w:rsid w:val="00FC7EF2"/>
    <w:rsid w:val="00FD05CF"/>
    <w:rsid w:val="00FD0714"/>
    <w:rsid w:val="00FD11CB"/>
    <w:rsid w:val="00FD12F8"/>
    <w:rsid w:val="00FD17E2"/>
    <w:rsid w:val="00FD196E"/>
    <w:rsid w:val="00FD2074"/>
    <w:rsid w:val="00FD2A06"/>
    <w:rsid w:val="00FD2B73"/>
    <w:rsid w:val="00FD3319"/>
    <w:rsid w:val="00FD3E3E"/>
    <w:rsid w:val="00FD446E"/>
    <w:rsid w:val="00FD450A"/>
    <w:rsid w:val="00FD480A"/>
    <w:rsid w:val="00FD4F66"/>
    <w:rsid w:val="00FD6208"/>
    <w:rsid w:val="00FD7288"/>
    <w:rsid w:val="00FE03A9"/>
    <w:rsid w:val="00FE0552"/>
    <w:rsid w:val="00FE07F5"/>
    <w:rsid w:val="00FE14A9"/>
    <w:rsid w:val="00FE174E"/>
    <w:rsid w:val="00FE1799"/>
    <w:rsid w:val="00FE1D1D"/>
    <w:rsid w:val="00FE1F63"/>
    <w:rsid w:val="00FE20B2"/>
    <w:rsid w:val="00FE26BE"/>
    <w:rsid w:val="00FE341E"/>
    <w:rsid w:val="00FE36D4"/>
    <w:rsid w:val="00FE3E47"/>
    <w:rsid w:val="00FE426A"/>
    <w:rsid w:val="00FE4420"/>
    <w:rsid w:val="00FE457B"/>
    <w:rsid w:val="00FE509D"/>
    <w:rsid w:val="00FE56C5"/>
    <w:rsid w:val="00FE5C70"/>
    <w:rsid w:val="00FE5E45"/>
    <w:rsid w:val="00FE6C92"/>
    <w:rsid w:val="00FE7DEA"/>
    <w:rsid w:val="00FF0C6E"/>
    <w:rsid w:val="00FF1358"/>
    <w:rsid w:val="00FF13E3"/>
    <w:rsid w:val="00FF1CB7"/>
    <w:rsid w:val="00FF1DDB"/>
    <w:rsid w:val="00FF2394"/>
    <w:rsid w:val="00FF2779"/>
    <w:rsid w:val="00FF2EFA"/>
    <w:rsid w:val="00FF32F3"/>
    <w:rsid w:val="00FF32FA"/>
    <w:rsid w:val="00FF38B9"/>
    <w:rsid w:val="00FF3926"/>
    <w:rsid w:val="00FF3955"/>
    <w:rsid w:val="00FF3D9C"/>
    <w:rsid w:val="00FF3E75"/>
    <w:rsid w:val="00FF40A7"/>
    <w:rsid w:val="00FF59F8"/>
    <w:rsid w:val="00FF5B10"/>
    <w:rsid w:val="00FF5C54"/>
    <w:rsid w:val="00FF7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0CEA9"/>
  <w15:docId w15:val="{B79ECEA1-BA98-644B-8BAF-B38658F34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518EB"/>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436"/>
    <w:pPr>
      <w:ind w:left="720"/>
      <w:contextualSpacing/>
    </w:pPr>
  </w:style>
  <w:style w:type="table" w:styleId="TableGrid">
    <w:name w:val="Table Grid"/>
    <w:basedOn w:val="TableNormal"/>
    <w:uiPriority w:val="59"/>
    <w:rsid w:val="00045D23"/>
    <w:rPr>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A05370"/>
    <w:rPr>
      <w:color w:val="0000FF" w:themeColor="hyperlink"/>
      <w:u w:val="single"/>
    </w:rPr>
  </w:style>
  <w:style w:type="character" w:styleId="UnresolvedMention">
    <w:name w:val="Unresolved Mention"/>
    <w:basedOn w:val="DefaultParagraphFont"/>
    <w:uiPriority w:val="99"/>
    <w:rsid w:val="00A05370"/>
    <w:rPr>
      <w:color w:val="605E5C"/>
      <w:shd w:val="clear" w:color="auto" w:fill="E1DFDD"/>
    </w:rPr>
  </w:style>
  <w:style w:type="paragraph" w:styleId="BalloonText">
    <w:name w:val="Balloon Text"/>
    <w:basedOn w:val="Normal"/>
    <w:link w:val="BalloonTextChar"/>
    <w:semiHidden/>
    <w:rsid w:val="00C17D4D"/>
    <w:rPr>
      <w:rFonts w:ascii="Lucida Grande" w:hAnsi="Lucida Grande"/>
      <w:sz w:val="18"/>
      <w:szCs w:val="18"/>
    </w:rPr>
  </w:style>
  <w:style w:type="character" w:customStyle="1" w:styleId="BalloonTextChar">
    <w:name w:val="Balloon Text Char"/>
    <w:basedOn w:val="DefaultParagraphFont"/>
    <w:link w:val="BalloonText"/>
    <w:semiHidden/>
    <w:rsid w:val="00C17D4D"/>
    <w:rPr>
      <w:rFonts w:ascii="Lucida Grande" w:hAnsi="Lucida Grande" w:cs="Times New Roman"/>
      <w:sz w:val="18"/>
      <w:szCs w:val="18"/>
    </w:rPr>
  </w:style>
  <w:style w:type="paragraph" w:styleId="Footer">
    <w:name w:val="footer"/>
    <w:basedOn w:val="Normal"/>
    <w:link w:val="FooterChar"/>
    <w:uiPriority w:val="99"/>
    <w:unhideWhenUsed/>
    <w:rsid w:val="00C17D4D"/>
    <w:pPr>
      <w:tabs>
        <w:tab w:val="center" w:pos="4320"/>
        <w:tab w:val="right" w:pos="8640"/>
      </w:tabs>
    </w:pPr>
  </w:style>
  <w:style w:type="character" w:customStyle="1" w:styleId="FooterChar">
    <w:name w:val="Footer Char"/>
    <w:basedOn w:val="DefaultParagraphFont"/>
    <w:link w:val="Footer"/>
    <w:uiPriority w:val="99"/>
    <w:rsid w:val="00C17D4D"/>
    <w:rPr>
      <w:rFonts w:ascii="Times New Roman" w:hAnsi="Times New Roman" w:cs="Times New Roman"/>
    </w:rPr>
  </w:style>
  <w:style w:type="character" w:styleId="PageNumber">
    <w:name w:val="page number"/>
    <w:basedOn w:val="DefaultParagraphFont"/>
    <w:uiPriority w:val="99"/>
    <w:semiHidden/>
    <w:unhideWhenUsed/>
    <w:rsid w:val="00C17D4D"/>
  </w:style>
  <w:style w:type="character" w:styleId="FollowedHyperlink">
    <w:name w:val="FollowedHyperlink"/>
    <w:basedOn w:val="DefaultParagraphFont"/>
    <w:uiPriority w:val="99"/>
    <w:semiHidden/>
    <w:unhideWhenUsed/>
    <w:rsid w:val="00C17D4D"/>
    <w:rPr>
      <w:color w:val="800080" w:themeColor="followedHyperlink"/>
      <w:u w:val="single"/>
    </w:rPr>
  </w:style>
  <w:style w:type="paragraph" w:styleId="Header">
    <w:name w:val="header"/>
    <w:basedOn w:val="Normal"/>
    <w:link w:val="HeaderChar"/>
    <w:uiPriority w:val="99"/>
    <w:unhideWhenUsed/>
    <w:rsid w:val="00C17D4D"/>
    <w:pPr>
      <w:tabs>
        <w:tab w:val="center" w:pos="4320"/>
        <w:tab w:val="right" w:pos="8640"/>
      </w:tabs>
    </w:pPr>
  </w:style>
  <w:style w:type="character" w:customStyle="1" w:styleId="HeaderChar">
    <w:name w:val="Header Char"/>
    <w:basedOn w:val="DefaultParagraphFont"/>
    <w:link w:val="Header"/>
    <w:uiPriority w:val="99"/>
    <w:rsid w:val="00C17D4D"/>
    <w:rPr>
      <w:rFonts w:ascii="Times New Roman" w:hAnsi="Times New Roman" w:cs="Times New Roman"/>
    </w:rPr>
  </w:style>
  <w:style w:type="character" w:styleId="CommentReference">
    <w:name w:val="annotation reference"/>
    <w:basedOn w:val="DefaultParagraphFont"/>
    <w:uiPriority w:val="99"/>
    <w:semiHidden/>
    <w:unhideWhenUsed/>
    <w:rsid w:val="00C17D4D"/>
    <w:rPr>
      <w:sz w:val="16"/>
      <w:szCs w:val="16"/>
    </w:rPr>
  </w:style>
  <w:style w:type="paragraph" w:styleId="CommentText">
    <w:name w:val="annotation text"/>
    <w:basedOn w:val="Normal"/>
    <w:link w:val="CommentTextChar"/>
    <w:uiPriority w:val="99"/>
    <w:semiHidden/>
    <w:unhideWhenUsed/>
    <w:rsid w:val="00C17D4D"/>
    <w:rPr>
      <w:sz w:val="20"/>
      <w:szCs w:val="20"/>
    </w:rPr>
  </w:style>
  <w:style w:type="character" w:customStyle="1" w:styleId="CommentTextChar">
    <w:name w:val="Comment Text Char"/>
    <w:basedOn w:val="DefaultParagraphFont"/>
    <w:link w:val="CommentText"/>
    <w:uiPriority w:val="99"/>
    <w:semiHidden/>
    <w:rsid w:val="00C17D4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17D4D"/>
    <w:rPr>
      <w:b/>
      <w:bCs/>
    </w:rPr>
  </w:style>
  <w:style w:type="character" w:customStyle="1" w:styleId="CommentSubjectChar">
    <w:name w:val="Comment Subject Char"/>
    <w:basedOn w:val="CommentTextChar"/>
    <w:link w:val="CommentSubject"/>
    <w:uiPriority w:val="99"/>
    <w:semiHidden/>
    <w:rsid w:val="00C17D4D"/>
    <w:rPr>
      <w:rFonts w:ascii="Times New Roman" w:hAnsi="Times New Roman" w:cs="Times New Roman"/>
      <w:b/>
      <w:bCs/>
      <w:sz w:val="20"/>
      <w:szCs w:val="20"/>
    </w:rPr>
  </w:style>
  <w:style w:type="paragraph" w:customStyle="1" w:styleId="Title1">
    <w:name w:val="Title1"/>
    <w:basedOn w:val="Normal"/>
    <w:rsid w:val="00C17D4D"/>
    <w:pPr>
      <w:spacing w:before="100" w:beforeAutospacing="1" w:after="100" w:afterAutospacing="1"/>
    </w:pPr>
    <w:rPr>
      <w:rFonts w:ascii="Times" w:hAnsi="Times"/>
      <w:sz w:val="20"/>
      <w:szCs w:val="20"/>
      <w:lang w:val="fr-FR" w:eastAsia="fr-FR"/>
    </w:rPr>
  </w:style>
  <w:style w:type="paragraph" w:customStyle="1" w:styleId="desc">
    <w:name w:val="desc"/>
    <w:basedOn w:val="Normal"/>
    <w:rsid w:val="00C17D4D"/>
    <w:pPr>
      <w:spacing w:before="100" w:beforeAutospacing="1" w:after="100" w:afterAutospacing="1"/>
    </w:pPr>
    <w:rPr>
      <w:rFonts w:ascii="Times" w:hAnsi="Times"/>
      <w:sz w:val="20"/>
      <w:szCs w:val="20"/>
      <w:lang w:val="fr-FR" w:eastAsia="fr-FR"/>
    </w:rPr>
  </w:style>
  <w:style w:type="paragraph" w:customStyle="1" w:styleId="details">
    <w:name w:val="details"/>
    <w:basedOn w:val="Normal"/>
    <w:rsid w:val="00C17D4D"/>
    <w:pPr>
      <w:spacing w:before="100" w:beforeAutospacing="1" w:after="100" w:afterAutospacing="1"/>
    </w:pPr>
    <w:rPr>
      <w:rFonts w:ascii="Times" w:hAnsi="Times"/>
      <w:sz w:val="20"/>
      <w:szCs w:val="20"/>
      <w:lang w:val="fr-FR" w:eastAsia="fr-FR"/>
    </w:rPr>
  </w:style>
  <w:style w:type="character" w:customStyle="1" w:styleId="jrnl">
    <w:name w:val="jrnl"/>
    <w:basedOn w:val="DefaultParagraphFont"/>
    <w:rsid w:val="00C17D4D"/>
  </w:style>
  <w:style w:type="paragraph" w:styleId="HTMLPreformatted">
    <w:name w:val="HTML Preformatted"/>
    <w:basedOn w:val="Normal"/>
    <w:link w:val="HTMLPreformattedChar"/>
    <w:uiPriority w:val="99"/>
    <w:semiHidden/>
    <w:unhideWhenUsed/>
    <w:rsid w:val="00C17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fr-FR" w:eastAsia="fr-FR"/>
    </w:rPr>
  </w:style>
  <w:style w:type="character" w:customStyle="1" w:styleId="HTMLPreformattedChar">
    <w:name w:val="HTML Preformatted Char"/>
    <w:basedOn w:val="DefaultParagraphFont"/>
    <w:link w:val="HTMLPreformatted"/>
    <w:uiPriority w:val="99"/>
    <w:semiHidden/>
    <w:rsid w:val="00C17D4D"/>
    <w:rPr>
      <w:rFonts w:ascii="Courier" w:hAnsi="Courier" w:cs="Courier"/>
      <w:sz w:val="20"/>
      <w:szCs w:val="20"/>
      <w:lang w:val="fr-FR" w:eastAsia="fr-FR"/>
    </w:rPr>
  </w:style>
  <w:style w:type="paragraph" w:styleId="Revision">
    <w:name w:val="Revision"/>
    <w:hidden/>
    <w:uiPriority w:val="99"/>
    <w:semiHidden/>
    <w:rsid w:val="00C17D4D"/>
    <w:rPr>
      <w:rFonts w:ascii="Times New Roman" w:hAnsi="Times New Roman" w:cs="Times New Roman"/>
    </w:rPr>
  </w:style>
  <w:style w:type="paragraph" w:styleId="NormalWeb">
    <w:name w:val="Normal (Web)"/>
    <w:basedOn w:val="Normal"/>
    <w:uiPriority w:val="99"/>
    <w:unhideWhenUsed/>
    <w:rsid w:val="00C17D4D"/>
    <w:pPr>
      <w:spacing w:before="100" w:beforeAutospacing="1" w:after="100" w:afterAutospacing="1"/>
    </w:pPr>
    <w:rPr>
      <w:rFonts w:ascii="Times" w:hAnsi="Times"/>
      <w:sz w:val="20"/>
      <w:szCs w:val="20"/>
    </w:rPr>
  </w:style>
  <w:style w:type="character" w:customStyle="1" w:styleId="clickable">
    <w:name w:val="clickable"/>
    <w:rsid w:val="00C17D4D"/>
  </w:style>
  <w:style w:type="paragraph" w:customStyle="1" w:styleId="EndNoteBibliographyTitle">
    <w:name w:val="EndNote Bibliography Title"/>
    <w:basedOn w:val="Normal"/>
    <w:link w:val="EndNoteBibliographyTitleChar"/>
    <w:rsid w:val="0017606A"/>
    <w:pPr>
      <w:jc w:val="center"/>
    </w:pPr>
    <w:rPr>
      <w:rFonts w:ascii="Calibri" w:eastAsiaTheme="minorEastAsia" w:hAnsi="Calibri" w:cs="Calibri"/>
      <w:sz w:val="22"/>
    </w:rPr>
  </w:style>
  <w:style w:type="character" w:customStyle="1" w:styleId="EndNoteBibliographyTitleChar">
    <w:name w:val="EndNote Bibliography Title Char"/>
    <w:basedOn w:val="DefaultParagraphFont"/>
    <w:link w:val="EndNoteBibliographyTitle"/>
    <w:rsid w:val="0017606A"/>
    <w:rPr>
      <w:rFonts w:ascii="Calibri" w:hAnsi="Calibri" w:cs="Calibri"/>
      <w:sz w:val="22"/>
    </w:rPr>
  </w:style>
  <w:style w:type="paragraph" w:customStyle="1" w:styleId="EndNoteBibliography">
    <w:name w:val="EndNote Bibliography"/>
    <w:basedOn w:val="Normal"/>
    <w:link w:val="EndNoteBibliographyChar"/>
    <w:rsid w:val="0017606A"/>
    <w:pPr>
      <w:spacing w:line="480" w:lineRule="auto"/>
      <w:jc w:val="both"/>
    </w:pPr>
    <w:rPr>
      <w:rFonts w:ascii="Calibri" w:eastAsiaTheme="minorEastAsia" w:hAnsi="Calibri" w:cs="Calibri"/>
      <w:sz w:val="22"/>
    </w:rPr>
  </w:style>
  <w:style w:type="character" w:customStyle="1" w:styleId="EndNoteBibliographyChar">
    <w:name w:val="EndNote Bibliography Char"/>
    <w:basedOn w:val="DefaultParagraphFont"/>
    <w:link w:val="EndNoteBibliography"/>
    <w:rsid w:val="0017606A"/>
    <w:rPr>
      <w:rFonts w:ascii="Calibri" w:hAnsi="Calibri" w:cs="Calibri"/>
      <w:sz w:val="22"/>
    </w:rPr>
  </w:style>
  <w:style w:type="character" w:styleId="Emphasis">
    <w:name w:val="Emphasis"/>
    <w:basedOn w:val="DefaultParagraphFont"/>
    <w:uiPriority w:val="20"/>
    <w:qFormat/>
    <w:rsid w:val="008150E9"/>
    <w:rPr>
      <w:i/>
      <w:iCs/>
    </w:rPr>
  </w:style>
  <w:style w:type="paragraph" w:styleId="Caption">
    <w:name w:val="caption"/>
    <w:basedOn w:val="Normal"/>
    <w:next w:val="Normal"/>
    <w:unhideWhenUsed/>
    <w:qFormat/>
    <w:rsid w:val="00B12EA4"/>
    <w:pPr>
      <w:spacing w:after="200"/>
    </w:pPr>
    <w:rPr>
      <w:b/>
      <w:bCs/>
      <w:color w:val="4F81BD" w:themeColor="accent1"/>
      <w:sz w:val="18"/>
      <w:szCs w:val="18"/>
    </w:rPr>
  </w:style>
  <w:style w:type="character" w:styleId="Mention">
    <w:name w:val="Mention"/>
    <w:basedOn w:val="DefaultParagraphFont"/>
    <w:uiPriority w:val="99"/>
    <w:unhideWhenUsed/>
    <w:rsid w:val="00E65CF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34534">
      <w:bodyDiv w:val="1"/>
      <w:marLeft w:val="0"/>
      <w:marRight w:val="0"/>
      <w:marTop w:val="0"/>
      <w:marBottom w:val="0"/>
      <w:divBdr>
        <w:top w:val="none" w:sz="0" w:space="0" w:color="auto"/>
        <w:left w:val="none" w:sz="0" w:space="0" w:color="auto"/>
        <w:bottom w:val="none" w:sz="0" w:space="0" w:color="auto"/>
        <w:right w:val="none" w:sz="0" w:space="0" w:color="auto"/>
      </w:divBdr>
    </w:div>
    <w:div w:id="21715489">
      <w:bodyDiv w:val="1"/>
      <w:marLeft w:val="0"/>
      <w:marRight w:val="0"/>
      <w:marTop w:val="0"/>
      <w:marBottom w:val="0"/>
      <w:divBdr>
        <w:top w:val="none" w:sz="0" w:space="0" w:color="auto"/>
        <w:left w:val="none" w:sz="0" w:space="0" w:color="auto"/>
        <w:bottom w:val="none" w:sz="0" w:space="0" w:color="auto"/>
        <w:right w:val="none" w:sz="0" w:space="0" w:color="auto"/>
      </w:divBdr>
    </w:div>
    <w:div w:id="40443804">
      <w:bodyDiv w:val="1"/>
      <w:marLeft w:val="0"/>
      <w:marRight w:val="0"/>
      <w:marTop w:val="0"/>
      <w:marBottom w:val="0"/>
      <w:divBdr>
        <w:top w:val="none" w:sz="0" w:space="0" w:color="auto"/>
        <w:left w:val="none" w:sz="0" w:space="0" w:color="auto"/>
        <w:bottom w:val="none" w:sz="0" w:space="0" w:color="auto"/>
        <w:right w:val="none" w:sz="0" w:space="0" w:color="auto"/>
      </w:divBdr>
    </w:div>
    <w:div w:id="99959053">
      <w:bodyDiv w:val="1"/>
      <w:marLeft w:val="0"/>
      <w:marRight w:val="0"/>
      <w:marTop w:val="0"/>
      <w:marBottom w:val="0"/>
      <w:divBdr>
        <w:top w:val="none" w:sz="0" w:space="0" w:color="auto"/>
        <w:left w:val="none" w:sz="0" w:space="0" w:color="auto"/>
        <w:bottom w:val="none" w:sz="0" w:space="0" w:color="auto"/>
        <w:right w:val="none" w:sz="0" w:space="0" w:color="auto"/>
      </w:divBdr>
    </w:div>
    <w:div w:id="101535475">
      <w:bodyDiv w:val="1"/>
      <w:marLeft w:val="0"/>
      <w:marRight w:val="0"/>
      <w:marTop w:val="0"/>
      <w:marBottom w:val="0"/>
      <w:divBdr>
        <w:top w:val="none" w:sz="0" w:space="0" w:color="auto"/>
        <w:left w:val="none" w:sz="0" w:space="0" w:color="auto"/>
        <w:bottom w:val="none" w:sz="0" w:space="0" w:color="auto"/>
        <w:right w:val="none" w:sz="0" w:space="0" w:color="auto"/>
      </w:divBdr>
    </w:div>
    <w:div w:id="125859176">
      <w:bodyDiv w:val="1"/>
      <w:marLeft w:val="0"/>
      <w:marRight w:val="0"/>
      <w:marTop w:val="0"/>
      <w:marBottom w:val="0"/>
      <w:divBdr>
        <w:top w:val="none" w:sz="0" w:space="0" w:color="auto"/>
        <w:left w:val="none" w:sz="0" w:space="0" w:color="auto"/>
        <w:bottom w:val="none" w:sz="0" w:space="0" w:color="auto"/>
        <w:right w:val="none" w:sz="0" w:space="0" w:color="auto"/>
      </w:divBdr>
    </w:div>
    <w:div w:id="129906625">
      <w:bodyDiv w:val="1"/>
      <w:marLeft w:val="0"/>
      <w:marRight w:val="0"/>
      <w:marTop w:val="0"/>
      <w:marBottom w:val="0"/>
      <w:divBdr>
        <w:top w:val="none" w:sz="0" w:space="0" w:color="auto"/>
        <w:left w:val="none" w:sz="0" w:space="0" w:color="auto"/>
        <w:bottom w:val="none" w:sz="0" w:space="0" w:color="auto"/>
        <w:right w:val="none" w:sz="0" w:space="0" w:color="auto"/>
      </w:divBdr>
      <w:divsChild>
        <w:div w:id="66198580">
          <w:marLeft w:val="0"/>
          <w:marRight w:val="0"/>
          <w:marTop w:val="0"/>
          <w:marBottom w:val="0"/>
          <w:divBdr>
            <w:top w:val="none" w:sz="0" w:space="0" w:color="auto"/>
            <w:left w:val="none" w:sz="0" w:space="0" w:color="auto"/>
            <w:bottom w:val="none" w:sz="0" w:space="0" w:color="auto"/>
            <w:right w:val="none" w:sz="0" w:space="0" w:color="auto"/>
          </w:divBdr>
        </w:div>
      </w:divsChild>
    </w:div>
    <w:div w:id="138231876">
      <w:bodyDiv w:val="1"/>
      <w:marLeft w:val="0"/>
      <w:marRight w:val="0"/>
      <w:marTop w:val="0"/>
      <w:marBottom w:val="0"/>
      <w:divBdr>
        <w:top w:val="none" w:sz="0" w:space="0" w:color="auto"/>
        <w:left w:val="none" w:sz="0" w:space="0" w:color="auto"/>
        <w:bottom w:val="none" w:sz="0" w:space="0" w:color="auto"/>
        <w:right w:val="none" w:sz="0" w:space="0" w:color="auto"/>
      </w:divBdr>
    </w:div>
    <w:div w:id="141045737">
      <w:bodyDiv w:val="1"/>
      <w:marLeft w:val="0"/>
      <w:marRight w:val="0"/>
      <w:marTop w:val="0"/>
      <w:marBottom w:val="0"/>
      <w:divBdr>
        <w:top w:val="none" w:sz="0" w:space="0" w:color="auto"/>
        <w:left w:val="none" w:sz="0" w:space="0" w:color="auto"/>
        <w:bottom w:val="none" w:sz="0" w:space="0" w:color="auto"/>
        <w:right w:val="none" w:sz="0" w:space="0" w:color="auto"/>
      </w:divBdr>
      <w:divsChild>
        <w:div w:id="1683706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5978715">
              <w:marLeft w:val="0"/>
              <w:marRight w:val="0"/>
              <w:marTop w:val="0"/>
              <w:marBottom w:val="0"/>
              <w:divBdr>
                <w:top w:val="none" w:sz="0" w:space="0" w:color="auto"/>
                <w:left w:val="none" w:sz="0" w:space="0" w:color="auto"/>
                <w:bottom w:val="none" w:sz="0" w:space="0" w:color="auto"/>
                <w:right w:val="none" w:sz="0" w:space="0" w:color="auto"/>
              </w:divBdr>
              <w:divsChild>
                <w:div w:id="1278947240">
                  <w:marLeft w:val="0"/>
                  <w:marRight w:val="0"/>
                  <w:marTop w:val="0"/>
                  <w:marBottom w:val="0"/>
                  <w:divBdr>
                    <w:top w:val="none" w:sz="0" w:space="0" w:color="auto"/>
                    <w:left w:val="none" w:sz="0" w:space="0" w:color="auto"/>
                    <w:bottom w:val="none" w:sz="0" w:space="0" w:color="auto"/>
                    <w:right w:val="none" w:sz="0" w:space="0" w:color="auto"/>
                  </w:divBdr>
                  <w:divsChild>
                    <w:div w:id="113387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789432">
      <w:bodyDiv w:val="1"/>
      <w:marLeft w:val="0"/>
      <w:marRight w:val="0"/>
      <w:marTop w:val="0"/>
      <w:marBottom w:val="0"/>
      <w:divBdr>
        <w:top w:val="none" w:sz="0" w:space="0" w:color="auto"/>
        <w:left w:val="none" w:sz="0" w:space="0" w:color="auto"/>
        <w:bottom w:val="none" w:sz="0" w:space="0" w:color="auto"/>
        <w:right w:val="none" w:sz="0" w:space="0" w:color="auto"/>
      </w:divBdr>
    </w:div>
    <w:div w:id="239609065">
      <w:bodyDiv w:val="1"/>
      <w:marLeft w:val="0"/>
      <w:marRight w:val="0"/>
      <w:marTop w:val="0"/>
      <w:marBottom w:val="0"/>
      <w:divBdr>
        <w:top w:val="none" w:sz="0" w:space="0" w:color="auto"/>
        <w:left w:val="none" w:sz="0" w:space="0" w:color="auto"/>
        <w:bottom w:val="none" w:sz="0" w:space="0" w:color="auto"/>
        <w:right w:val="none" w:sz="0" w:space="0" w:color="auto"/>
      </w:divBdr>
    </w:div>
    <w:div w:id="264851504">
      <w:bodyDiv w:val="1"/>
      <w:marLeft w:val="0"/>
      <w:marRight w:val="0"/>
      <w:marTop w:val="0"/>
      <w:marBottom w:val="0"/>
      <w:divBdr>
        <w:top w:val="none" w:sz="0" w:space="0" w:color="auto"/>
        <w:left w:val="none" w:sz="0" w:space="0" w:color="auto"/>
        <w:bottom w:val="none" w:sz="0" w:space="0" w:color="auto"/>
        <w:right w:val="none" w:sz="0" w:space="0" w:color="auto"/>
      </w:divBdr>
    </w:div>
    <w:div w:id="288365084">
      <w:bodyDiv w:val="1"/>
      <w:marLeft w:val="0"/>
      <w:marRight w:val="0"/>
      <w:marTop w:val="0"/>
      <w:marBottom w:val="0"/>
      <w:divBdr>
        <w:top w:val="none" w:sz="0" w:space="0" w:color="auto"/>
        <w:left w:val="none" w:sz="0" w:space="0" w:color="auto"/>
        <w:bottom w:val="none" w:sz="0" w:space="0" w:color="auto"/>
        <w:right w:val="none" w:sz="0" w:space="0" w:color="auto"/>
      </w:divBdr>
      <w:divsChild>
        <w:div w:id="709769887">
          <w:marLeft w:val="0"/>
          <w:marRight w:val="0"/>
          <w:marTop w:val="0"/>
          <w:marBottom w:val="0"/>
          <w:divBdr>
            <w:top w:val="none" w:sz="0" w:space="0" w:color="auto"/>
            <w:left w:val="none" w:sz="0" w:space="0" w:color="auto"/>
            <w:bottom w:val="none" w:sz="0" w:space="0" w:color="auto"/>
            <w:right w:val="none" w:sz="0" w:space="0" w:color="auto"/>
          </w:divBdr>
        </w:div>
      </w:divsChild>
    </w:div>
    <w:div w:id="402993009">
      <w:bodyDiv w:val="1"/>
      <w:marLeft w:val="0"/>
      <w:marRight w:val="0"/>
      <w:marTop w:val="0"/>
      <w:marBottom w:val="0"/>
      <w:divBdr>
        <w:top w:val="none" w:sz="0" w:space="0" w:color="auto"/>
        <w:left w:val="none" w:sz="0" w:space="0" w:color="auto"/>
        <w:bottom w:val="none" w:sz="0" w:space="0" w:color="auto"/>
        <w:right w:val="none" w:sz="0" w:space="0" w:color="auto"/>
      </w:divBdr>
    </w:div>
    <w:div w:id="440027395">
      <w:bodyDiv w:val="1"/>
      <w:marLeft w:val="0"/>
      <w:marRight w:val="0"/>
      <w:marTop w:val="0"/>
      <w:marBottom w:val="0"/>
      <w:divBdr>
        <w:top w:val="none" w:sz="0" w:space="0" w:color="auto"/>
        <w:left w:val="none" w:sz="0" w:space="0" w:color="auto"/>
        <w:bottom w:val="none" w:sz="0" w:space="0" w:color="auto"/>
        <w:right w:val="none" w:sz="0" w:space="0" w:color="auto"/>
      </w:divBdr>
    </w:div>
    <w:div w:id="451703713">
      <w:bodyDiv w:val="1"/>
      <w:marLeft w:val="0"/>
      <w:marRight w:val="0"/>
      <w:marTop w:val="0"/>
      <w:marBottom w:val="0"/>
      <w:divBdr>
        <w:top w:val="none" w:sz="0" w:space="0" w:color="auto"/>
        <w:left w:val="none" w:sz="0" w:space="0" w:color="auto"/>
        <w:bottom w:val="none" w:sz="0" w:space="0" w:color="auto"/>
        <w:right w:val="none" w:sz="0" w:space="0" w:color="auto"/>
      </w:divBdr>
    </w:div>
    <w:div w:id="459230797">
      <w:bodyDiv w:val="1"/>
      <w:marLeft w:val="0"/>
      <w:marRight w:val="0"/>
      <w:marTop w:val="0"/>
      <w:marBottom w:val="0"/>
      <w:divBdr>
        <w:top w:val="none" w:sz="0" w:space="0" w:color="auto"/>
        <w:left w:val="none" w:sz="0" w:space="0" w:color="auto"/>
        <w:bottom w:val="none" w:sz="0" w:space="0" w:color="auto"/>
        <w:right w:val="none" w:sz="0" w:space="0" w:color="auto"/>
      </w:divBdr>
    </w:div>
    <w:div w:id="461308749">
      <w:bodyDiv w:val="1"/>
      <w:marLeft w:val="0"/>
      <w:marRight w:val="0"/>
      <w:marTop w:val="0"/>
      <w:marBottom w:val="0"/>
      <w:divBdr>
        <w:top w:val="none" w:sz="0" w:space="0" w:color="auto"/>
        <w:left w:val="none" w:sz="0" w:space="0" w:color="auto"/>
        <w:bottom w:val="none" w:sz="0" w:space="0" w:color="auto"/>
        <w:right w:val="none" w:sz="0" w:space="0" w:color="auto"/>
      </w:divBdr>
    </w:div>
    <w:div w:id="530611351">
      <w:bodyDiv w:val="1"/>
      <w:marLeft w:val="0"/>
      <w:marRight w:val="0"/>
      <w:marTop w:val="0"/>
      <w:marBottom w:val="0"/>
      <w:divBdr>
        <w:top w:val="none" w:sz="0" w:space="0" w:color="auto"/>
        <w:left w:val="none" w:sz="0" w:space="0" w:color="auto"/>
        <w:bottom w:val="none" w:sz="0" w:space="0" w:color="auto"/>
        <w:right w:val="none" w:sz="0" w:space="0" w:color="auto"/>
      </w:divBdr>
    </w:div>
    <w:div w:id="610626044">
      <w:bodyDiv w:val="1"/>
      <w:marLeft w:val="0"/>
      <w:marRight w:val="0"/>
      <w:marTop w:val="0"/>
      <w:marBottom w:val="0"/>
      <w:divBdr>
        <w:top w:val="none" w:sz="0" w:space="0" w:color="auto"/>
        <w:left w:val="none" w:sz="0" w:space="0" w:color="auto"/>
        <w:bottom w:val="none" w:sz="0" w:space="0" w:color="auto"/>
        <w:right w:val="none" w:sz="0" w:space="0" w:color="auto"/>
      </w:divBdr>
    </w:div>
    <w:div w:id="719132270">
      <w:bodyDiv w:val="1"/>
      <w:marLeft w:val="0"/>
      <w:marRight w:val="0"/>
      <w:marTop w:val="0"/>
      <w:marBottom w:val="0"/>
      <w:divBdr>
        <w:top w:val="none" w:sz="0" w:space="0" w:color="auto"/>
        <w:left w:val="none" w:sz="0" w:space="0" w:color="auto"/>
        <w:bottom w:val="none" w:sz="0" w:space="0" w:color="auto"/>
        <w:right w:val="none" w:sz="0" w:space="0" w:color="auto"/>
      </w:divBdr>
    </w:div>
    <w:div w:id="740062874">
      <w:bodyDiv w:val="1"/>
      <w:marLeft w:val="0"/>
      <w:marRight w:val="0"/>
      <w:marTop w:val="0"/>
      <w:marBottom w:val="0"/>
      <w:divBdr>
        <w:top w:val="none" w:sz="0" w:space="0" w:color="auto"/>
        <w:left w:val="none" w:sz="0" w:space="0" w:color="auto"/>
        <w:bottom w:val="none" w:sz="0" w:space="0" w:color="auto"/>
        <w:right w:val="none" w:sz="0" w:space="0" w:color="auto"/>
      </w:divBdr>
    </w:div>
    <w:div w:id="750930072">
      <w:bodyDiv w:val="1"/>
      <w:marLeft w:val="0"/>
      <w:marRight w:val="0"/>
      <w:marTop w:val="0"/>
      <w:marBottom w:val="0"/>
      <w:divBdr>
        <w:top w:val="none" w:sz="0" w:space="0" w:color="auto"/>
        <w:left w:val="none" w:sz="0" w:space="0" w:color="auto"/>
        <w:bottom w:val="none" w:sz="0" w:space="0" w:color="auto"/>
        <w:right w:val="none" w:sz="0" w:space="0" w:color="auto"/>
      </w:divBdr>
    </w:div>
    <w:div w:id="754670701">
      <w:bodyDiv w:val="1"/>
      <w:marLeft w:val="0"/>
      <w:marRight w:val="0"/>
      <w:marTop w:val="0"/>
      <w:marBottom w:val="0"/>
      <w:divBdr>
        <w:top w:val="none" w:sz="0" w:space="0" w:color="auto"/>
        <w:left w:val="none" w:sz="0" w:space="0" w:color="auto"/>
        <w:bottom w:val="none" w:sz="0" w:space="0" w:color="auto"/>
        <w:right w:val="none" w:sz="0" w:space="0" w:color="auto"/>
      </w:divBdr>
    </w:div>
    <w:div w:id="793251375">
      <w:bodyDiv w:val="1"/>
      <w:marLeft w:val="0"/>
      <w:marRight w:val="0"/>
      <w:marTop w:val="0"/>
      <w:marBottom w:val="0"/>
      <w:divBdr>
        <w:top w:val="none" w:sz="0" w:space="0" w:color="auto"/>
        <w:left w:val="none" w:sz="0" w:space="0" w:color="auto"/>
        <w:bottom w:val="none" w:sz="0" w:space="0" w:color="auto"/>
        <w:right w:val="none" w:sz="0" w:space="0" w:color="auto"/>
      </w:divBdr>
    </w:div>
    <w:div w:id="866483278">
      <w:bodyDiv w:val="1"/>
      <w:marLeft w:val="0"/>
      <w:marRight w:val="0"/>
      <w:marTop w:val="0"/>
      <w:marBottom w:val="0"/>
      <w:divBdr>
        <w:top w:val="none" w:sz="0" w:space="0" w:color="auto"/>
        <w:left w:val="none" w:sz="0" w:space="0" w:color="auto"/>
        <w:bottom w:val="none" w:sz="0" w:space="0" w:color="auto"/>
        <w:right w:val="none" w:sz="0" w:space="0" w:color="auto"/>
      </w:divBdr>
    </w:div>
    <w:div w:id="874543774">
      <w:bodyDiv w:val="1"/>
      <w:marLeft w:val="0"/>
      <w:marRight w:val="0"/>
      <w:marTop w:val="0"/>
      <w:marBottom w:val="0"/>
      <w:divBdr>
        <w:top w:val="none" w:sz="0" w:space="0" w:color="auto"/>
        <w:left w:val="none" w:sz="0" w:space="0" w:color="auto"/>
        <w:bottom w:val="none" w:sz="0" w:space="0" w:color="auto"/>
        <w:right w:val="none" w:sz="0" w:space="0" w:color="auto"/>
      </w:divBdr>
    </w:div>
    <w:div w:id="885409111">
      <w:bodyDiv w:val="1"/>
      <w:marLeft w:val="0"/>
      <w:marRight w:val="0"/>
      <w:marTop w:val="0"/>
      <w:marBottom w:val="0"/>
      <w:divBdr>
        <w:top w:val="none" w:sz="0" w:space="0" w:color="auto"/>
        <w:left w:val="none" w:sz="0" w:space="0" w:color="auto"/>
        <w:bottom w:val="none" w:sz="0" w:space="0" w:color="auto"/>
        <w:right w:val="none" w:sz="0" w:space="0" w:color="auto"/>
      </w:divBdr>
      <w:divsChild>
        <w:div w:id="464930729">
          <w:marLeft w:val="0"/>
          <w:marRight w:val="0"/>
          <w:marTop w:val="0"/>
          <w:marBottom w:val="0"/>
          <w:divBdr>
            <w:top w:val="none" w:sz="0" w:space="0" w:color="auto"/>
            <w:left w:val="none" w:sz="0" w:space="0" w:color="auto"/>
            <w:bottom w:val="none" w:sz="0" w:space="0" w:color="auto"/>
            <w:right w:val="none" w:sz="0" w:space="0" w:color="auto"/>
          </w:divBdr>
          <w:divsChild>
            <w:div w:id="908468410">
              <w:marLeft w:val="0"/>
              <w:marRight w:val="0"/>
              <w:marTop w:val="0"/>
              <w:marBottom w:val="0"/>
              <w:divBdr>
                <w:top w:val="none" w:sz="0" w:space="0" w:color="auto"/>
                <w:left w:val="none" w:sz="0" w:space="0" w:color="auto"/>
                <w:bottom w:val="none" w:sz="0" w:space="0" w:color="auto"/>
                <w:right w:val="none" w:sz="0" w:space="0" w:color="auto"/>
              </w:divBdr>
              <w:divsChild>
                <w:div w:id="120929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96896">
      <w:bodyDiv w:val="1"/>
      <w:marLeft w:val="0"/>
      <w:marRight w:val="0"/>
      <w:marTop w:val="0"/>
      <w:marBottom w:val="0"/>
      <w:divBdr>
        <w:top w:val="none" w:sz="0" w:space="0" w:color="auto"/>
        <w:left w:val="none" w:sz="0" w:space="0" w:color="auto"/>
        <w:bottom w:val="none" w:sz="0" w:space="0" w:color="auto"/>
        <w:right w:val="none" w:sz="0" w:space="0" w:color="auto"/>
      </w:divBdr>
    </w:div>
    <w:div w:id="947353405">
      <w:bodyDiv w:val="1"/>
      <w:marLeft w:val="0"/>
      <w:marRight w:val="0"/>
      <w:marTop w:val="0"/>
      <w:marBottom w:val="0"/>
      <w:divBdr>
        <w:top w:val="none" w:sz="0" w:space="0" w:color="auto"/>
        <w:left w:val="none" w:sz="0" w:space="0" w:color="auto"/>
        <w:bottom w:val="none" w:sz="0" w:space="0" w:color="auto"/>
        <w:right w:val="none" w:sz="0" w:space="0" w:color="auto"/>
      </w:divBdr>
      <w:divsChild>
        <w:div w:id="1953634454">
          <w:marLeft w:val="0"/>
          <w:marRight w:val="0"/>
          <w:marTop w:val="0"/>
          <w:marBottom w:val="0"/>
          <w:divBdr>
            <w:top w:val="none" w:sz="0" w:space="0" w:color="auto"/>
            <w:left w:val="none" w:sz="0" w:space="0" w:color="auto"/>
            <w:bottom w:val="none" w:sz="0" w:space="0" w:color="auto"/>
            <w:right w:val="none" w:sz="0" w:space="0" w:color="auto"/>
          </w:divBdr>
          <w:divsChild>
            <w:div w:id="99221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39480">
      <w:bodyDiv w:val="1"/>
      <w:marLeft w:val="0"/>
      <w:marRight w:val="0"/>
      <w:marTop w:val="0"/>
      <w:marBottom w:val="0"/>
      <w:divBdr>
        <w:top w:val="none" w:sz="0" w:space="0" w:color="auto"/>
        <w:left w:val="none" w:sz="0" w:space="0" w:color="auto"/>
        <w:bottom w:val="none" w:sz="0" w:space="0" w:color="auto"/>
        <w:right w:val="none" w:sz="0" w:space="0" w:color="auto"/>
      </w:divBdr>
    </w:div>
    <w:div w:id="990599856">
      <w:bodyDiv w:val="1"/>
      <w:marLeft w:val="0"/>
      <w:marRight w:val="0"/>
      <w:marTop w:val="0"/>
      <w:marBottom w:val="0"/>
      <w:divBdr>
        <w:top w:val="none" w:sz="0" w:space="0" w:color="auto"/>
        <w:left w:val="none" w:sz="0" w:space="0" w:color="auto"/>
        <w:bottom w:val="none" w:sz="0" w:space="0" w:color="auto"/>
        <w:right w:val="none" w:sz="0" w:space="0" w:color="auto"/>
      </w:divBdr>
    </w:div>
    <w:div w:id="1032345990">
      <w:bodyDiv w:val="1"/>
      <w:marLeft w:val="0"/>
      <w:marRight w:val="0"/>
      <w:marTop w:val="0"/>
      <w:marBottom w:val="0"/>
      <w:divBdr>
        <w:top w:val="none" w:sz="0" w:space="0" w:color="auto"/>
        <w:left w:val="none" w:sz="0" w:space="0" w:color="auto"/>
        <w:bottom w:val="none" w:sz="0" w:space="0" w:color="auto"/>
        <w:right w:val="none" w:sz="0" w:space="0" w:color="auto"/>
      </w:divBdr>
    </w:div>
    <w:div w:id="1139569724">
      <w:bodyDiv w:val="1"/>
      <w:marLeft w:val="0"/>
      <w:marRight w:val="0"/>
      <w:marTop w:val="0"/>
      <w:marBottom w:val="0"/>
      <w:divBdr>
        <w:top w:val="none" w:sz="0" w:space="0" w:color="auto"/>
        <w:left w:val="none" w:sz="0" w:space="0" w:color="auto"/>
        <w:bottom w:val="none" w:sz="0" w:space="0" w:color="auto"/>
        <w:right w:val="none" w:sz="0" w:space="0" w:color="auto"/>
      </w:divBdr>
    </w:div>
    <w:div w:id="1145661994">
      <w:bodyDiv w:val="1"/>
      <w:marLeft w:val="0"/>
      <w:marRight w:val="0"/>
      <w:marTop w:val="0"/>
      <w:marBottom w:val="0"/>
      <w:divBdr>
        <w:top w:val="none" w:sz="0" w:space="0" w:color="auto"/>
        <w:left w:val="none" w:sz="0" w:space="0" w:color="auto"/>
        <w:bottom w:val="none" w:sz="0" w:space="0" w:color="auto"/>
        <w:right w:val="none" w:sz="0" w:space="0" w:color="auto"/>
      </w:divBdr>
    </w:div>
    <w:div w:id="1171335561">
      <w:bodyDiv w:val="1"/>
      <w:marLeft w:val="0"/>
      <w:marRight w:val="0"/>
      <w:marTop w:val="0"/>
      <w:marBottom w:val="0"/>
      <w:divBdr>
        <w:top w:val="none" w:sz="0" w:space="0" w:color="auto"/>
        <w:left w:val="none" w:sz="0" w:space="0" w:color="auto"/>
        <w:bottom w:val="none" w:sz="0" w:space="0" w:color="auto"/>
        <w:right w:val="none" w:sz="0" w:space="0" w:color="auto"/>
      </w:divBdr>
    </w:div>
    <w:div w:id="1248418330">
      <w:bodyDiv w:val="1"/>
      <w:marLeft w:val="0"/>
      <w:marRight w:val="0"/>
      <w:marTop w:val="0"/>
      <w:marBottom w:val="0"/>
      <w:divBdr>
        <w:top w:val="none" w:sz="0" w:space="0" w:color="auto"/>
        <w:left w:val="none" w:sz="0" w:space="0" w:color="auto"/>
        <w:bottom w:val="none" w:sz="0" w:space="0" w:color="auto"/>
        <w:right w:val="none" w:sz="0" w:space="0" w:color="auto"/>
      </w:divBdr>
    </w:div>
    <w:div w:id="1374233187">
      <w:bodyDiv w:val="1"/>
      <w:marLeft w:val="0"/>
      <w:marRight w:val="0"/>
      <w:marTop w:val="0"/>
      <w:marBottom w:val="0"/>
      <w:divBdr>
        <w:top w:val="none" w:sz="0" w:space="0" w:color="auto"/>
        <w:left w:val="none" w:sz="0" w:space="0" w:color="auto"/>
        <w:bottom w:val="none" w:sz="0" w:space="0" w:color="auto"/>
        <w:right w:val="none" w:sz="0" w:space="0" w:color="auto"/>
      </w:divBdr>
    </w:div>
    <w:div w:id="1385569256">
      <w:bodyDiv w:val="1"/>
      <w:marLeft w:val="0"/>
      <w:marRight w:val="0"/>
      <w:marTop w:val="0"/>
      <w:marBottom w:val="0"/>
      <w:divBdr>
        <w:top w:val="none" w:sz="0" w:space="0" w:color="auto"/>
        <w:left w:val="none" w:sz="0" w:space="0" w:color="auto"/>
        <w:bottom w:val="none" w:sz="0" w:space="0" w:color="auto"/>
        <w:right w:val="none" w:sz="0" w:space="0" w:color="auto"/>
      </w:divBdr>
    </w:div>
    <w:div w:id="1411730017">
      <w:bodyDiv w:val="1"/>
      <w:marLeft w:val="0"/>
      <w:marRight w:val="0"/>
      <w:marTop w:val="0"/>
      <w:marBottom w:val="0"/>
      <w:divBdr>
        <w:top w:val="none" w:sz="0" w:space="0" w:color="auto"/>
        <w:left w:val="none" w:sz="0" w:space="0" w:color="auto"/>
        <w:bottom w:val="none" w:sz="0" w:space="0" w:color="auto"/>
        <w:right w:val="none" w:sz="0" w:space="0" w:color="auto"/>
      </w:divBdr>
    </w:div>
    <w:div w:id="1415473079">
      <w:bodyDiv w:val="1"/>
      <w:marLeft w:val="0"/>
      <w:marRight w:val="0"/>
      <w:marTop w:val="0"/>
      <w:marBottom w:val="0"/>
      <w:divBdr>
        <w:top w:val="none" w:sz="0" w:space="0" w:color="auto"/>
        <w:left w:val="none" w:sz="0" w:space="0" w:color="auto"/>
        <w:bottom w:val="none" w:sz="0" w:space="0" w:color="auto"/>
        <w:right w:val="none" w:sz="0" w:space="0" w:color="auto"/>
      </w:divBdr>
    </w:div>
    <w:div w:id="1430349668">
      <w:bodyDiv w:val="1"/>
      <w:marLeft w:val="0"/>
      <w:marRight w:val="0"/>
      <w:marTop w:val="0"/>
      <w:marBottom w:val="0"/>
      <w:divBdr>
        <w:top w:val="none" w:sz="0" w:space="0" w:color="auto"/>
        <w:left w:val="none" w:sz="0" w:space="0" w:color="auto"/>
        <w:bottom w:val="none" w:sz="0" w:space="0" w:color="auto"/>
        <w:right w:val="none" w:sz="0" w:space="0" w:color="auto"/>
      </w:divBdr>
    </w:div>
    <w:div w:id="1435440174">
      <w:bodyDiv w:val="1"/>
      <w:marLeft w:val="0"/>
      <w:marRight w:val="0"/>
      <w:marTop w:val="0"/>
      <w:marBottom w:val="0"/>
      <w:divBdr>
        <w:top w:val="none" w:sz="0" w:space="0" w:color="auto"/>
        <w:left w:val="none" w:sz="0" w:space="0" w:color="auto"/>
        <w:bottom w:val="none" w:sz="0" w:space="0" w:color="auto"/>
        <w:right w:val="none" w:sz="0" w:space="0" w:color="auto"/>
      </w:divBdr>
    </w:div>
    <w:div w:id="1465394256">
      <w:bodyDiv w:val="1"/>
      <w:marLeft w:val="0"/>
      <w:marRight w:val="0"/>
      <w:marTop w:val="0"/>
      <w:marBottom w:val="0"/>
      <w:divBdr>
        <w:top w:val="none" w:sz="0" w:space="0" w:color="auto"/>
        <w:left w:val="none" w:sz="0" w:space="0" w:color="auto"/>
        <w:bottom w:val="none" w:sz="0" w:space="0" w:color="auto"/>
        <w:right w:val="none" w:sz="0" w:space="0" w:color="auto"/>
      </w:divBdr>
    </w:div>
    <w:div w:id="1552883702">
      <w:bodyDiv w:val="1"/>
      <w:marLeft w:val="0"/>
      <w:marRight w:val="0"/>
      <w:marTop w:val="0"/>
      <w:marBottom w:val="0"/>
      <w:divBdr>
        <w:top w:val="none" w:sz="0" w:space="0" w:color="auto"/>
        <w:left w:val="none" w:sz="0" w:space="0" w:color="auto"/>
        <w:bottom w:val="none" w:sz="0" w:space="0" w:color="auto"/>
        <w:right w:val="none" w:sz="0" w:space="0" w:color="auto"/>
      </w:divBdr>
    </w:div>
    <w:div w:id="1570113906">
      <w:bodyDiv w:val="1"/>
      <w:marLeft w:val="0"/>
      <w:marRight w:val="0"/>
      <w:marTop w:val="0"/>
      <w:marBottom w:val="0"/>
      <w:divBdr>
        <w:top w:val="none" w:sz="0" w:space="0" w:color="auto"/>
        <w:left w:val="none" w:sz="0" w:space="0" w:color="auto"/>
        <w:bottom w:val="none" w:sz="0" w:space="0" w:color="auto"/>
        <w:right w:val="none" w:sz="0" w:space="0" w:color="auto"/>
      </w:divBdr>
    </w:div>
    <w:div w:id="1577977922">
      <w:bodyDiv w:val="1"/>
      <w:marLeft w:val="0"/>
      <w:marRight w:val="0"/>
      <w:marTop w:val="0"/>
      <w:marBottom w:val="0"/>
      <w:divBdr>
        <w:top w:val="none" w:sz="0" w:space="0" w:color="auto"/>
        <w:left w:val="none" w:sz="0" w:space="0" w:color="auto"/>
        <w:bottom w:val="none" w:sz="0" w:space="0" w:color="auto"/>
        <w:right w:val="none" w:sz="0" w:space="0" w:color="auto"/>
      </w:divBdr>
    </w:div>
    <w:div w:id="1602950894">
      <w:bodyDiv w:val="1"/>
      <w:marLeft w:val="0"/>
      <w:marRight w:val="0"/>
      <w:marTop w:val="0"/>
      <w:marBottom w:val="0"/>
      <w:divBdr>
        <w:top w:val="none" w:sz="0" w:space="0" w:color="auto"/>
        <w:left w:val="none" w:sz="0" w:space="0" w:color="auto"/>
        <w:bottom w:val="none" w:sz="0" w:space="0" w:color="auto"/>
        <w:right w:val="none" w:sz="0" w:space="0" w:color="auto"/>
      </w:divBdr>
    </w:div>
    <w:div w:id="1692219737">
      <w:bodyDiv w:val="1"/>
      <w:marLeft w:val="0"/>
      <w:marRight w:val="0"/>
      <w:marTop w:val="0"/>
      <w:marBottom w:val="0"/>
      <w:divBdr>
        <w:top w:val="none" w:sz="0" w:space="0" w:color="auto"/>
        <w:left w:val="none" w:sz="0" w:space="0" w:color="auto"/>
        <w:bottom w:val="none" w:sz="0" w:space="0" w:color="auto"/>
        <w:right w:val="none" w:sz="0" w:space="0" w:color="auto"/>
      </w:divBdr>
    </w:div>
    <w:div w:id="1719669590">
      <w:bodyDiv w:val="1"/>
      <w:marLeft w:val="0"/>
      <w:marRight w:val="0"/>
      <w:marTop w:val="0"/>
      <w:marBottom w:val="0"/>
      <w:divBdr>
        <w:top w:val="none" w:sz="0" w:space="0" w:color="auto"/>
        <w:left w:val="none" w:sz="0" w:space="0" w:color="auto"/>
        <w:bottom w:val="none" w:sz="0" w:space="0" w:color="auto"/>
        <w:right w:val="none" w:sz="0" w:space="0" w:color="auto"/>
      </w:divBdr>
    </w:div>
    <w:div w:id="1734547572">
      <w:bodyDiv w:val="1"/>
      <w:marLeft w:val="0"/>
      <w:marRight w:val="0"/>
      <w:marTop w:val="0"/>
      <w:marBottom w:val="0"/>
      <w:divBdr>
        <w:top w:val="none" w:sz="0" w:space="0" w:color="auto"/>
        <w:left w:val="none" w:sz="0" w:space="0" w:color="auto"/>
        <w:bottom w:val="none" w:sz="0" w:space="0" w:color="auto"/>
        <w:right w:val="none" w:sz="0" w:space="0" w:color="auto"/>
      </w:divBdr>
    </w:div>
    <w:div w:id="1788547259">
      <w:bodyDiv w:val="1"/>
      <w:marLeft w:val="0"/>
      <w:marRight w:val="0"/>
      <w:marTop w:val="0"/>
      <w:marBottom w:val="0"/>
      <w:divBdr>
        <w:top w:val="none" w:sz="0" w:space="0" w:color="auto"/>
        <w:left w:val="none" w:sz="0" w:space="0" w:color="auto"/>
        <w:bottom w:val="none" w:sz="0" w:space="0" w:color="auto"/>
        <w:right w:val="none" w:sz="0" w:space="0" w:color="auto"/>
      </w:divBdr>
    </w:div>
    <w:div w:id="1844123809">
      <w:bodyDiv w:val="1"/>
      <w:marLeft w:val="0"/>
      <w:marRight w:val="0"/>
      <w:marTop w:val="0"/>
      <w:marBottom w:val="0"/>
      <w:divBdr>
        <w:top w:val="none" w:sz="0" w:space="0" w:color="auto"/>
        <w:left w:val="none" w:sz="0" w:space="0" w:color="auto"/>
        <w:bottom w:val="none" w:sz="0" w:space="0" w:color="auto"/>
        <w:right w:val="none" w:sz="0" w:space="0" w:color="auto"/>
      </w:divBdr>
      <w:divsChild>
        <w:div w:id="1126238868">
          <w:marLeft w:val="0"/>
          <w:marRight w:val="0"/>
          <w:marTop w:val="300"/>
          <w:marBottom w:val="0"/>
          <w:divBdr>
            <w:top w:val="none" w:sz="0" w:space="0" w:color="auto"/>
            <w:left w:val="none" w:sz="0" w:space="0" w:color="auto"/>
            <w:bottom w:val="none" w:sz="0" w:space="0" w:color="auto"/>
            <w:right w:val="none" w:sz="0" w:space="0" w:color="auto"/>
          </w:divBdr>
        </w:div>
      </w:divsChild>
    </w:div>
    <w:div w:id="1872841443">
      <w:bodyDiv w:val="1"/>
      <w:marLeft w:val="0"/>
      <w:marRight w:val="0"/>
      <w:marTop w:val="0"/>
      <w:marBottom w:val="0"/>
      <w:divBdr>
        <w:top w:val="none" w:sz="0" w:space="0" w:color="auto"/>
        <w:left w:val="none" w:sz="0" w:space="0" w:color="auto"/>
        <w:bottom w:val="none" w:sz="0" w:space="0" w:color="auto"/>
        <w:right w:val="none" w:sz="0" w:space="0" w:color="auto"/>
      </w:divBdr>
    </w:div>
    <w:div w:id="1900286454">
      <w:bodyDiv w:val="1"/>
      <w:marLeft w:val="0"/>
      <w:marRight w:val="0"/>
      <w:marTop w:val="0"/>
      <w:marBottom w:val="0"/>
      <w:divBdr>
        <w:top w:val="none" w:sz="0" w:space="0" w:color="auto"/>
        <w:left w:val="none" w:sz="0" w:space="0" w:color="auto"/>
        <w:bottom w:val="none" w:sz="0" w:space="0" w:color="auto"/>
        <w:right w:val="none" w:sz="0" w:space="0" w:color="auto"/>
      </w:divBdr>
    </w:div>
    <w:div w:id="1920214805">
      <w:bodyDiv w:val="1"/>
      <w:marLeft w:val="0"/>
      <w:marRight w:val="0"/>
      <w:marTop w:val="0"/>
      <w:marBottom w:val="0"/>
      <w:divBdr>
        <w:top w:val="none" w:sz="0" w:space="0" w:color="auto"/>
        <w:left w:val="none" w:sz="0" w:space="0" w:color="auto"/>
        <w:bottom w:val="none" w:sz="0" w:space="0" w:color="auto"/>
        <w:right w:val="none" w:sz="0" w:space="0" w:color="auto"/>
      </w:divBdr>
    </w:div>
    <w:div w:id="1931546448">
      <w:bodyDiv w:val="1"/>
      <w:marLeft w:val="0"/>
      <w:marRight w:val="0"/>
      <w:marTop w:val="0"/>
      <w:marBottom w:val="0"/>
      <w:divBdr>
        <w:top w:val="none" w:sz="0" w:space="0" w:color="auto"/>
        <w:left w:val="none" w:sz="0" w:space="0" w:color="auto"/>
        <w:bottom w:val="none" w:sz="0" w:space="0" w:color="auto"/>
        <w:right w:val="none" w:sz="0" w:space="0" w:color="auto"/>
      </w:divBdr>
    </w:div>
    <w:div w:id="1990088462">
      <w:bodyDiv w:val="1"/>
      <w:marLeft w:val="0"/>
      <w:marRight w:val="0"/>
      <w:marTop w:val="0"/>
      <w:marBottom w:val="0"/>
      <w:divBdr>
        <w:top w:val="none" w:sz="0" w:space="0" w:color="auto"/>
        <w:left w:val="none" w:sz="0" w:space="0" w:color="auto"/>
        <w:bottom w:val="none" w:sz="0" w:space="0" w:color="auto"/>
        <w:right w:val="none" w:sz="0" w:space="0" w:color="auto"/>
      </w:divBdr>
    </w:div>
    <w:div w:id="1997877331">
      <w:bodyDiv w:val="1"/>
      <w:marLeft w:val="0"/>
      <w:marRight w:val="0"/>
      <w:marTop w:val="0"/>
      <w:marBottom w:val="0"/>
      <w:divBdr>
        <w:top w:val="none" w:sz="0" w:space="0" w:color="auto"/>
        <w:left w:val="none" w:sz="0" w:space="0" w:color="auto"/>
        <w:bottom w:val="none" w:sz="0" w:space="0" w:color="auto"/>
        <w:right w:val="none" w:sz="0" w:space="0" w:color="auto"/>
      </w:divBdr>
    </w:div>
    <w:div w:id="2035298768">
      <w:bodyDiv w:val="1"/>
      <w:marLeft w:val="0"/>
      <w:marRight w:val="0"/>
      <w:marTop w:val="0"/>
      <w:marBottom w:val="0"/>
      <w:divBdr>
        <w:top w:val="none" w:sz="0" w:space="0" w:color="auto"/>
        <w:left w:val="none" w:sz="0" w:space="0" w:color="auto"/>
        <w:bottom w:val="none" w:sz="0" w:space="0" w:color="auto"/>
        <w:right w:val="none" w:sz="0" w:space="0" w:color="auto"/>
      </w:divBdr>
      <w:divsChild>
        <w:div w:id="680860156">
          <w:marLeft w:val="0"/>
          <w:marRight w:val="0"/>
          <w:marTop w:val="0"/>
          <w:marBottom w:val="0"/>
          <w:divBdr>
            <w:top w:val="none" w:sz="0" w:space="0" w:color="auto"/>
            <w:left w:val="none" w:sz="0" w:space="0" w:color="auto"/>
            <w:bottom w:val="none" w:sz="0" w:space="0" w:color="auto"/>
            <w:right w:val="none" w:sz="0" w:space="0" w:color="auto"/>
          </w:divBdr>
        </w:div>
        <w:div w:id="1853689500">
          <w:marLeft w:val="0"/>
          <w:marRight w:val="0"/>
          <w:marTop w:val="0"/>
          <w:marBottom w:val="0"/>
          <w:divBdr>
            <w:top w:val="none" w:sz="0" w:space="0" w:color="auto"/>
            <w:left w:val="none" w:sz="0" w:space="0" w:color="auto"/>
            <w:bottom w:val="none" w:sz="0" w:space="0" w:color="auto"/>
            <w:right w:val="none" w:sz="0" w:space="0" w:color="auto"/>
          </w:divBdr>
        </w:div>
      </w:divsChild>
    </w:div>
    <w:div w:id="2080983032">
      <w:bodyDiv w:val="1"/>
      <w:marLeft w:val="0"/>
      <w:marRight w:val="0"/>
      <w:marTop w:val="0"/>
      <w:marBottom w:val="0"/>
      <w:divBdr>
        <w:top w:val="none" w:sz="0" w:space="0" w:color="auto"/>
        <w:left w:val="none" w:sz="0" w:space="0" w:color="auto"/>
        <w:bottom w:val="none" w:sz="0" w:space="0" w:color="auto"/>
        <w:right w:val="none" w:sz="0" w:space="0" w:color="auto"/>
      </w:divBdr>
    </w:div>
    <w:div w:id="20943485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github.com/hlszlaszlo/SpatialZo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0">
    <wetp:webextensionref xmlns:r="http://schemas.openxmlformats.org/officeDocument/2006/relationships" r:id="rId2"/>
  </wetp:taskpane>
  <wetp:taskpane dockstate="right" visibility="0" width="350" row="0">
    <wetp:webextensionref xmlns:r="http://schemas.openxmlformats.org/officeDocument/2006/relationships" r:id="rId3"/>
  </wetp:taskpane>
</wetp:taskpanes>
</file>

<file path=word/webextensions/webextension1.xml><?xml version="1.0" encoding="utf-8"?>
<we:webextension xmlns:we="http://schemas.microsoft.com/office/webextensions/webextension/2010/11" id="{7657608E-9F42-B845-98ED-E749EED6784F}">
  <we:reference id="8c1c3d44-57e9-40d7-86e4-4adf61fea1dd" version="2.1.0.1" store="EXCatalog" storeType="EXCatalog"/>
  <we:alternateReferences>
    <we:reference id="WA104380122" version="2.1.0.1" store="en-US"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D2DD2C01-6657-8942-98CD-D87F96EC0FC1}">
  <we:reference id="wa200001011" version="1.2.0.0" store="en-US" storeType="OMEX"/>
  <we:alternateReferences>
    <we:reference id="wa200001011" version="1.2.0.0" store="WA200001011"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28A53F33-198E-2A4C-BDC3-3CBA6132925A}">
  <we:reference id="wa200005502" version="1.0.0.11" store="en-US" storeType="OMEX"/>
  <we:alternateReferences>
    <we:reference id="WA200005502" version="1.0.0.11"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F7E82-17C1-944A-AE36-C6B4E9E2A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.~WRD0000</Template>
  <TotalTime>268</TotalTime>
  <Pages>21</Pages>
  <Words>9182</Words>
  <Characters>60333</Characters>
  <Application>Microsoft Office Word</Application>
  <DocSecurity>0</DocSecurity>
  <Lines>874</Lines>
  <Paragraphs>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P</dc:creator>
  <cp:keywords/>
  <dc:description/>
  <cp:lastModifiedBy>Andreas Patsalos</cp:lastModifiedBy>
  <cp:revision>67</cp:revision>
  <dcterms:created xsi:type="dcterms:W3CDTF">2024-06-05T20:10:00Z</dcterms:created>
  <dcterms:modified xsi:type="dcterms:W3CDTF">2024-08-07T21:21:00Z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documentId_9613</vt:lpwstr>
  </property>
  <property fmtid="{D5CDD505-2E9C-101B-9397-08002B2CF9AE}" pid="3" name="grammarly_documentContext">
    <vt:lpwstr>{"goals":[],"domain":"academic","emotions":[],"dialect":"american","style":"formal"}</vt:lpwstr>
  </property>
</Properties>
</file>